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0"/>
        <w:gridCol w:w="4984"/>
      </w:tblGrid>
      <w:tr w:rsidR="00FF1567" w:rsidRPr="001F7B79" w:rsidTr="00FF1567">
        <w:tc>
          <w:tcPr>
            <w:tcW w:w="5210" w:type="dxa"/>
          </w:tcPr>
          <w:p w:rsidR="00FF1567" w:rsidRDefault="00FF1567" w:rsidP="00FF1567">
            <w:pPr>
              <w:spacing w:before="100" w:beforeAutospacing="1" w:line="276" w:lineRule="auto"/>
              <w:contextualSpacing/>
              <w:jc w:val="right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bookmarkStart w:id="0" w:name="_GoBack"/>
            <w:bookmarkEnd w:id="0"/>
          </w:p>
        </w:tc>
        <w:tc>
          <w:tcPr>
            <w:tcW w:w="5211" w:type="dxa"/>
          </w:tcPr>
          <w:p w:rsidR="00FF1567" w:rsidRPr="00FF1567" w:rsidRDefault="00FF1567" w:rsidP="00802E7F">
            <w:pPr>
              <w:spacing w:line="276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F156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ПРИЛОЖЕНИЕ</w:t>
            </w:r>
          </w:p>
          <w:p w:rsidR="00FF1567" w:rsidRPr="00FF1567" w:rsidRDefault="00FF1567" w:rsidP="00802E7F">
            <w:pPr>
              <w:spacing w:line="276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F156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к извещению о проведен</w:t>
            </w:r>
            <w:proofErr w:type="gramStart"/>
            <w:r w:rsidRPr="00FF156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ии ау</w:t>
            </w:r>
            <w:proofErr w:type="gramEnd"/>
            <w:r w:rsidRPr="00FF156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кциона</w:t>
            </w:r>
          </w:p>
          <w:p w:rsidR="00FF1567" w:rsidRDefault="00FF1567" w:rsidP="00FF1567">
            <w:pPr>
              <w:spacing w:before="100" w:beforeAutospacing="1" w:line="276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</w:tr>
    </w:tbl>
    <w:p w:rsidR="00BE7826" w:rsidRPr="009A7171" w:rsidRDefault="00E56335" w:rsidP="00100C20">
      <w:pPr>
        <w:spacing w:before="100" w:beforeAutospacing="1" w:line="276" w:lineRule="auto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b/>
          <w:bCs/>
          <w:sz w:val="28"/>
          <w:szCs w:val="28"/>
          <w:lang w:val="ru-RU"/>
        </w:rPr>
        <w:t>ДОГОВОР №</w:t>
      </w:r>
      <w:r w:rsidRPr="009A7171">
        <w:rPr>
          <w:rFonts w:ascii="Times New Roman" w:hAnsi="Times New Roman"/>
          <w:bCs/>
          <w:sz w:val="28"/>
          <w:szCs w:val="28"/>
          <w:lang w:val="ru-RU"/>
        </w:rPr>
        <w:t xml:space="preserve"> ____</w:t>
      </w:r>
    </w:p>
    <w:p w:rsidR="007A55EF" w:rsidRPr="00802E7F" w:rsidRDefault="0031474A" w:rsidP="00100C20">
      <w:pPr>
        <w:spacing w:before="100" w:beforeAutospacing="1" w:line="276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802E7F">
        <w:rPr>
          <w:rFonts w:ascii="Times New Roman" w:hAnsi="Times New Roman"/>
          <w:b/>
          <w:bCs/>
          <w:sz w:val="28"/>
          <w:szCs w:val="28"/>
          <w:lang w:val="ru-RU"/>
        </w:rPr>
        <w:t>о комплексном развитии территории жилой застройки</w:t>
      </w:r>
      <w:r w:rsidR="007A55EF" w:rsidRPr="00802E7F">
        <w:rPr>
          <w:rFonts w:ascii="Times New Roman" w:hAnsi="Times New Roman"/>
          <w:b/>
          <w:bCs/>
          <w:sz w:val="28"/>
          <w:szCs w:val="28"/>
          <w:lang w:val="ru-RU"/>
        </w:rPr>
        <w:t xml:space="preserve"> городского округа</w:t>
      </w:r>
    </w:p>
    <w:p w:rsidR="00D02397" w:rsidRPr="00802E7F" w:rsidRDefault="007A55EF" w:rsidP="00C26666">
      <w:pPr>
        <w:spacing w:before="100" w:beforeAutospacing="1" w:line="276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802E7F">
        <w:rPr>
          <w:rFonts w:ascii="Times New Roman" w:hAnsi="Times New Roman"/>
          <w:b/>
          <w:bCs/>
          <w:sz w:val="28"/>
          <w:szCs w:val="28"/>
          <w:lang w:val="ru-RU"/>
        </w:rPr>
        <w:t xml:space="preserve"> "Город Архангельск" </w:t>
      </w:r>
      <w:r w:rsidR="00C26666" w:rsidRPr="00802E7F">
        <w:rPr>
          <w:rFonts w:ascii="Times New Roman" w:hAnsi="Times New Roman"/>
          <w:b/>
          <w:bCs/>
          <w:sz w:val="28"/>
          <w:szCs w:val="28"/>
          <w:lang w:val="ru-RU"/>
        </w:rPr>
        <w:t>в отношении двух несмежных территорий</w:t>
      </w:r>
    </w:p>
    <w:p w:rsidR="00947190" w:rsidRPr="009A7171" w:rsidRDefault="00947190" w:rsidP="00D02397">
      <w:pPr>
        <w:spacing w:before="100" w:beforeAutospacing="1"/>
        <w:contextualSpacing/>
        <w:jc w:val="center"/>
        <w:rPr>
          <w:rFonts w:ascii="Times New Roman" w:hAnsi="Times New Roman"/>
          <w:bCs/>
          <w:sz w:val="28"/>
          <w:szCs w:val="28"/>
          <w:lang w:val="ru-RU"/>
        </w:rPr>
      </w:pPr>
    </w:p>
    <w:p w:rsidR="00EC67BE" w:rsidRPr="009A7171" w:rsidRDefault="00EC67BE" w:rsidP="00E56335">
      <w:pPr>
        <w:spacing w:before="100" w:beforeAutospacing="1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г. Архангельск                                        </w:t>
      </w:r>
      <w:r w:rsidR="00947190">
        <w:rPr>
          <w:rFonts w:ascii="Times New Roman" w:hAnsi="Times New Roman"/>
          <w:sz w:val="28"/>
          <w:szCs w:val="28"/>
          <w:lang w:val="ru-RU"/>
        </w:rPr>
        <w:t xml:space="preserve">          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         </w:t>
      </w:r>
      <w:r w:rsidR="007D6046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____</w:t>
      </w:r>
      <w:r w:rsidR="007D6046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__________ </w:t>
      </w:r>
      <w:r w:rsidR="00D02397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20</w:t>
      </w:r>
      <w:r w:rsidR="006676A6">
        <w:rPr>
          <w:rFonts w:ascii="Times New Roman" w:hAnsi="Times New Roman"/>
          <w:sz w:val="28"/>
          <w:szCs w:val="28"/>
          <w:lang w:val="ru-RU"/>
        </w:rPr>
        <w:t>___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год</w:t>
      </w:r>
      <w:r w:rsidR="007D6046" w:rsidRPr="009A7171">
        <w:rPr>
          <w:rFonts w:ascii="Times New Roman" w:hAnsi="Times New Roman"/>
          <w:sz w:val="28"/>
          <w:szCs w:val="28"/>
          <w:lang w:val="ru-RU"/>
        </w:rPr>
        <w:t xml:space="preserve">   </w:t>
      </w:r>
    </w:p>
    <w:p w:rsidR="00E56335" w:rsidRPr="009A7171" w:rsidRDefault="007D6046" w:rsidP="00E56335">
      <w:pPr>
        <w:spacing w:before="100" w:beforeAutospacing="1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C26666" w:rsidRPr="00C26666" w:rsidRDefault="00E56335" w:rsidP="00C26666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Администрация 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 xml:space="preserve">городского округа </w:t>
      </w:r>
      <w:r w:rsidR="00BF61DC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>Город Архангельск</w:t>
      </w:r>
      <w:r w:rsidR="00BF61DC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лице заместителя Главы 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 xml:space="preserve">городского округа </w:t>
      </w:r>
      <w:r w:rsidR="006062B5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>Город Архангельск</w:t>
      </w:r>
      <w:r w:rsidR="006062B5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7A55EF" w:rsidRPr="00065DD9">
        <w:rPr>
          <w:rFonts w:ascii="Times New Roman" w:hAnsi="Times New Roman"/>
          <w:sz w:val="28"/>
          <w:szCs w:val="28"/>
          <w:lang w:val="ru-RU"/>
        </w:rPr>
        <w:t>____________________________</w:t>
      </w:r>
      <w:r w:rsidRPr="00065DD9">
        <w:rPr>
          <w:rFonts w:ascii="Times New Roman" w:hAnsi="Times New Roman"/>
          <w:sz w:val="28"/>
          <w:szCs w:val="28"/>
          <w:lang w:val="ru-RU"/>
        </w:rPr>
        <w:t xml:space="preserve">, действующего на основании </w:t>
      </w:r>
      <w:r w:rsidR="00F849BC" w:rsidRPr="00065DD9">
        <w:rPr>
          <w:rFonts w:ascii="Times New Roman" w:hAnsi="Times New Roman"/>
          <w:sz w:val="28"/>
          <w:szCs w:val="28"/>
          <w:lang w:val="ru-RU"/>
        </w:rPr>
        <w:t>____________________________</w:t>
      </w:r>
      <w:r w:rsidR="00BF61DC" w:rsidRPr="00065DD9">
        <w:rPr>
          <w:rFonts w:ascii="Times New Roman" w:hAnsi="Times New Roman"/>
          <w:sz w:val="28"/>
          <w:szCs w:val="28"/>
          <w:lang w:val="ru-RU"/>
        </w:rPr>
        <w:t>_____________</w:t>
      </w:r>
      <w:r w:rsidR="007A55EF" w:rsidRPr="00065DD9">
        <w:rPr>
          <w:rFonts w:ascii="Times New Roman" w:hAnsi="Times New Roman"/>
          <w:sz w:val="28"/>
          <w:szCs w:val="28"/>
          <w:lang w:val="ru-RU"/>
        </w:rPr>
        <w:t>,</w:t>
      </w:r>
      <w:r w:rsidRPr="00065DD9">
        <w:rPr>
          <w:rFonts w:ascii="Times New Roman" w:hAnsi="Times New Roman"/>
          <w:sz w:val="28"/>
          <w:szCs w:val="28"/>
          <w:lang w:val="ru-RU"/>
        </w:rPr>
        <w:t xml:space="preserve"> именуемая в дальнейшем </w:t>
      </w:r>
      <w:r w:rsidR="00D02397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065DD9">
        <w:rPr>
          <w:rFonts w:ascii="Times New Roman" w:hAnsi="Times New Roman"/>
          <w:sz w:val="28"/>
          <w:szCs w:val="28"/>
          <w:lang w:val="ru-RU"/>
        </w:rPr>
        <w:t>Администрация</w:t>
      </w:r>
      <w:r w:rsidR="00D02397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065DD9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и выступающее с другой стороны:</w:t>
      </w:r>
      <w:r w:rsidR="005C3D62" w:rsidRPr="00065DD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0C20" w:rsidRPr="00065DD9">
        <w:rPr>
          <w:rFonts w:ascii="Times New Roman" w:hAnsi="Times New Roman"/>
          <w:i/>
          <w:sz w:val="28"/>
          <w:szCs w:val="28"/>
          <w:lang w:val="ru-RU"/>
        </w:rPr>
        <w:t>(</w:t>
      </w:r>
      <w:r w:rsidR="00100C20" w:rsidRPr="00065DD9">
        <w:rPr>
          <w:rFonts w:ascii="Times New Roman" w:hAnsi="Times New Roman"/>
          <w:i/>
          <w:sz w:val="22"/>
          <w:szCs w:val="22"/>
          <w:lang w:val="ru-RU"/>
        </w:rPr>
        <w:t>наименование организации</w:t>
      </w:r>
      <w:r w:rsidR="00100C20" w:rsidRPr="00065DD9">
        <w:rPr>
          <w:rFonts w:ascii="Times New Roman" w:hAnsi="Times New Roman"/>
          <w:i/>
          <w:sz w:val="28"/>
          <w:szCs w:val="28"/>
          <w:lang w:val="ru-RU"/>
        </w:rPr>
        <w:t>)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 xml:space="preserve">, являющееся </w:t>
      </w:r>
      <w:r w:rsidR="00100C20" w:rsidRPr="00065DD9">
        <w:rPr>
          <w:rFonts w:ascii="Times New Roman" w:hAnsi="Times New Roman"/>
          <w:i/>
          <w:sz w:val="28"/>
          <w:szCs w:val="28"/>
          <w:lang w:val="ru-RU"/>
        </w:rPr>
        <w:t>(</w:t>
      </w:r>
      <w:r w:rsidR="00100C20" w:rsidRPr="00065DD9">
        <w:rPr>
          <w:rFonts w:ascii="Times New Roman" w:hAnsi="Times New Roman"/>
          <w:i/>
          <w:sz w:val="22"/>
          <w:szCs w:val="22"/>
          <w:lang w:val="ru-RU"/>
        </w:rPr>
        <w:t>победителем торгов, единственным участником торгов, участником торгов, сделавшим предпоследнее предложение по цене предмета аукциона, лицом, подавшим единственную заявку</w:t>
      </w:r>
      <w:r w:rsidR="00100C20" w:rsidRPr="00065DD9">
        <w:rPr>
          <w:rFonts w:ascii="Times New Roman" w:hAnsi="Times New Roman"/>
          <w:i/>
          <w:sz w:val="28"/>
          <w:szCs w:val="28"/>
          <w:lang w:val="ru-RU"/>
        </w:rPr>
        <w:t>)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 xml:space="preserve"> торгов на право заключить договор о комплексном развитии территории </w:t>
      </w:r>
      <w:r w:rsidR="00100C20" w:rsidRPr="00065DD9">
        <w:rPr>
          <w:rFonts w:ascii="Times New Roman" w:hAnsi="Times New Roman"/>
          <w:bCs/>
          <w:sz w:val="28"/>
          <w:szCs w:val="28"/>
          <w:lang w:val="ru-RU"/>
        </w:rPr>
        <w:t>жилой застройки городского округа "Город</w:t>
      </w:r>
      <w:proofErr w:type="gramEnd"/>
      <w:r w:rsidR="00100C20" w:rsidRPr="00065DD9">
        <w:rPr>
          <w:rFonts w:ascii="Times New Roman" w:hAnsi="Times New Roman"/>
          <w:bCs/>
          <w:sz w:val="28"/>
          <w:szCs w:val="28"/>
          <w:lang w:val="ru-RU"/>
        </w:rPr>
        <w:t xml:space="preserve"> Архангельск" </w:t>
      </w:r>
      <w:r w:rsidR="00C26666" w:rsidRPr="00C26666">
        <w:rPr>
          <w:rFonts w:ascii="Times New Roman" w:hAnsi="Times New Roman"/>
          <w:bCs/>
          <w:sz w:val="28"/>
          <w:szCs w:val="28"/>
          <w:lang w:val="ru-RU"/>
        </w:rPr>
        <w:t>в отношении двух несмежных территорий:</w:t>
      </w:r>
    </w:p>
    <w:p w:rsidR="00C26666" w:rsidRPr="00C26666" w:rsidRDefault="00802E7F" w:rsidP="00C26666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proofErr w:type="gramStart"/>
      <w:r>
        <w:rPr>
          <w:rFonts w:ascii="Times New Roman" w:hAnsi="Times New Roman"/>
          <w:bCs/>
          <w:sz w:val="28"/>
          <w:szCs w:val="28"/>
          <w:lang w:val="ru-RU"/>
        </w:rPr>
        <w:t xml:space="preserve">в границах </w:t>
      </w:r>
      <w:r w:rsidR="00C26666" w:rsidRPr="00C26666">
        <w:rPr>
          <w:rFonts w:ascii="Times New Roman" w:hAnsi="Times New Roman"/>
          <w:bCs/>
          <w:sz w:val="28"/>
          <w:szCs w:val="28"/>
          <w:lang w:val="ru-RU"/>
        </w:rPr>
        <w:t>элемента планировочной структуры: ул. Розы Люксембург, просп. Советских космонавтов, ул. Выуч</w:t>
      </w:r>
      <w:r w:rsidR="00C26666">
        <w:rPr>
          <w:rFonts w:ascii="Times New Roman" w:hAnsi="Times New Roman"/>
          <w:bCs/>
          <w:sz w:val="28"/>
          <w:szCs w:val="28"/>
          <w:lang w:val="ru-RU"/>
        </w:rPr>
        <w:t>ейского, просп. Обводн</w:t>
      </w:r>
      <w:r w:rsidR="0065080C">
        <w:rPr>
          <w:rFonts w:ascii="Times New Roman" w:hAnsi="Times New Roman"/>
          <w:bCs/>
          <w:sz w:val="28"/>
          <w:szCs w:val="28"/>
          <w:lang w:val="ru-RU"/>
        </w:rPr>
        <w:t>ы</w:t>
      </w:r>
      <w:r w:rsidR="00C26666">
        <w:rPr>
          <w:rFonts w:ascii="Times New Roman" w:hAnsi="Times New Roman"/>
          <w:bCs/>
          <w:sz w:val="28"/>
          <w:szCs w:val="28"/>
          <w:lang w:val="ru-RU"/>
        </w:rPr>
        <w:t xml:space="preserve">й канал </w:t>
      </w:r>
      <w:r w:rsidR="00C26666" w:rsidRPr="00C26666">
        <w:rPr>
          <w:rFonts w:ascii="Times New Roman" w:hAnsi="Times New Roman"/>
          <w:bCs/>
          <w:sz w:val="28"/>
          <w:szCs w:val="28"/>
          <w:lang w:val="ru-RU"/>
        </w:rPr>
        <w:t>(Территория 1);</w:t>
      </w:r>
      <w:proofErr w:type="gramEnd"/>
    </w:p>
    <w:p w:rsidR="005C3D62" w:rsidRDefault="00802E7F" w:rsidP="00233DDF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802E7F">
        <w:rPr>
          <w:rFonts w:ascii="Times New Roman" w:hAnsi="Times New Roman"/>
          <w:bCs/>
          <w:spacing w:val="-6"/>
          <w:sz w:val="28"/>
          <w:szCs w:val="28"/>
          <w:lang w:val="ru-RU"/>
        </w:rPr>
        <w:t>в границах</w:t>
      </w:r>
      <w:r w:rsidR="00C26666" w:rsidRPr="00802E7F">
        <w:rPr>
          <w:rFonts w:ascii="Times New Roman" w:hAnsi="Times New Roman"/>
          <w:bCs/>
          <w:spacing w:val="-6"/>
          <w:sz w:val="28"/>
          <w:szCs w:val="28"/>
          <w:lang w:val="ru-RU"/>
        </w:rPr>
        <w:t xml:space="preserve"> части элемента планировочной структуры: ул. Розы Люксембург, просп. Обводн</w:t>
      </w:r>
      <w:r w:rsidR="0065080C" w:rsidRPr="00802E7F">
        <w:rPr>
          <w:rFonts w:ascii="Times New Roman" w:hAnsi="Times New Roman"/>
          <w:bCs/>
          <w:spacing w:val="-6"/>
          <w:sz w:val="28"/>
          <w:szCs w:val="28"/>
          <w:lang w:val="ru-RU"/>
        </w:rPr>
        <w:t>ы</w:t>
      </w:r>
      <w:r w:rsidR="00C26666" w:rsidRPr="00802E7F">
        <w:rPr>
          <w:rFonts w:ascii="Times New Roman" w:hAnsi="Times New Roman"/>
          <w:bCs/>
          <w:spacing w:val="-6"/>
          <w:sz w:val="28"/>
          <w:szCs w:val="28"/>
          <w:lang w:val="ru-RU"/>
        </w:rPr>
        <w:t>й канал, ул. Северодвинская, просп. Новгородский (Территория 2)</w:t>
      </w:r>
      <w:r w:rsidR="00100C20" w:rsidRPr="00802E7F">
        <w:rPr>
          <w:rFonts w:ascii="Times New Roman" w:hAnsi="Times New Roman"/>
          <w:bCs/>
          <w:spacing w:val="-6"/>
          <w:sz w:val="28"/>
          <w:szCs w:val="28"/>
          <w:lang w:val="ru-RU"/>
        </w:rPr>
        <w:t>,</w:t>
      </w:r>
      <w:r w:rsidR="00100C20" w:rsidRPr="00065DD9">
        <w:rPr>
          <w:rFonts w:ascii="Times New Roman" w:hAnsi="Times New Roman"/>
          <w:bCs/>
          <w:sz w:val="28"/>
          <w:szCs w:val="28"/>
          <w:lang w:val="ru-RU"/>
        </w:rPr>
        <w:t xml:space="preserve">  </w:t>
      </w:r>
      <w:r w:rsidR="00C26666">
        <w:rPr>
          <w:rFonts w:ascii="Times New Roman" w:hAnsi="Times New Roman"/>
          <w:bCs/>
          <w:sz w:val="28"/>
          <w:szCs w:val="28"/>
          <w:lang w:val="ru-RU"/>
        </w:rPr>
        <w:t xml:space="preserve">  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в лице</w:t>
      </w:r>
      <w:r w:rsidR="0088319E">
        <w:rPr>
          <w:rFonts w:ascii="Times New Roman" w:hAnsi="Times New Roman"/>
          <w:sz w:val="28"/>
          <w:szCs w:val="28"/>
          <w:lang w:val="ru-RU"/>
        </w:rPr>
        <w:t>_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_____</w:t>
      </w:r>
      <w:r w:rsidR="0088319E">
        <w:rPr>
          <w:rFonts w:ascii="Times New Roman" w:hAnsi="Times New Roman"/>
          <w:sz w:val="28"/>
          <w:szCs w:val="28"/>
          <w:lang w:val="ru-RU"/>
        </w:rPr>
        <w:t>_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_</w:t>
      </w:r>
      <w:r>
        <w:rPr>
          <w:rFonts w:ascii="Times New Roman" w:hAnsi="Times New Roman"/>
          <w:sz w:val="28"/>
          <w:szCs w:val="28"/>
          <w:lang w:val="ru-RU"/>
        </w:rPr>
        <w:t>_______________________________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_____, действующего (ей) на основании___________________</w:t>
      </w:r>
      <w:r w:rsidR="00C26666">
        <w:rPr>
          <w:rFonts w:ascii="Times New Roman" w:hAnsi="Times New Roman"/>
          <w:sz w:val="28"/>
          <w:szCs w:val="28"/>
          <w:lang w:val="ru-RU"/>
        </w:rPr>
        <w:t>____,</w:t>
      </w:r>
      <w:r w:rsid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0C20">
        <w:rPr>
          <w:rFonts w:ascii="Times New Roman" w:hAnsi="Times New Roman"/>
          <w:sz w:val="28"/>
          <w:szCs w:val="28"/>
          <w:lang w:val="ru-RU"/>
        </w:rPr>
        <w:t>и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 xml:space="preserve">менуемое в дальнейшем </w:t>
      </w:r>
      <w:r w:rsidR="000321E9">
        <w:rPr>
          <w:rFonts w:ascii="Times New Roman" w:hAnsi="Times New Roman"/>
          <w:sz w:val="28"/>
          <w:szCs w:val="28"/>
          <w:lang w:val="ru-RU"/>
        </w:rPr>
        <w:t>"</w:t>
      </w:r>
      <w:r w:rsidR="005C3D62" w:rsidRPr="00AD0115">
        <w:rPr>
          <w:rFonts w:ascii="Times New Roman" w:hAnsi="Times New Roman"/>
          <w:sz w:val="28"/>
          <w:szCs w:val="28"/>
          <w:lang w:val="ru-RU"/>
        </w:rPr>
        <w:t>Застройщик</w:t>
      </w:r>
      <w:r w:rsidR="000321E9">
        <w:rPr>
          <w:rFonts w:ascii="Times New Roman" w:hAnsi="Times New Roman"/>
          <w:sz w:val="28"/>
          <w:szCs w:val="28"/>
          <w:lang w:val="ru-RU"/>
        </w:rPr>
        <w:t>"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>,</w:t>
      </w:r>
      <w:r w:rsidR="005C3D6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 xml:space="preserve">при совместном упоминании именуемые </w:t>
      </w:r>
      <w:r w:rsidR="000321E9" w:rsidRPr="002E23FB">
        <w:rPr>
          <w:rFonts w:ascii="Times New Roman" w:hAnsi="Times New Roman"/>
          <w:sz w:val="28"/>
          <w:szCs w:val="28"/>
          <w:lang w:val="ru-RU"/>
        </w:rPr>
        <w:t>"</w:t>
      </w:r>
      <w:r w:rsidR="00100C20" w:rsidRPr="000321E9">
        <w:rPr>
          <w:rFonts w:ascii="Times New Roman" w:hAnsi="Times New Roman"/>
          <w:sz w:val="28"/>
          <w:szCs w:val="28"/>
          <w:lang w:val="ru-RU"/>
        </w:rPr>
        <w:t>Стороны</w:t>
      </w:r>
      <w:r w:rsidR="000321E9">
        <w:rPr>
          <w:rFonts w:ascii="Times New Roman" w:hAnsi="Times New Roman"/>
          <w:sz w:val="28"/>
          <w:szCs w:val="28"/>
          <w:lang w:val="ru-RU"/>
        </w:rPr>
        <w:t>"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br/>
      </w:r>
      <w:r w:rsidR="00157D4D">
        <w:rPr>
          <w:rFonts w:ascii="Times New Roman" w:hAnsi="Times New Roman"/>
          <w:sz w:val="28"/>
          <w:szCs w:val="28"/>
          <w:lang w:val="ru-RU"/>
        </w:rPr>
        <w:t>н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>а основании:</w:t>
      </w:r>
      <w:proofErr w:type="gramEnd"/>
    </w:p>
    <w:p w:rsidR="00602C69" w:rsidRDefault="0088319E" w:rsidP="00C26666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</w:t>
      </w:r>
      <w:r w:rsidR="00233DDF">
        <w:rPr>
          <w:rFonts w:ascii="Times New Roman" w:hAnsi="Times New Roman"/>
          <w:sz w:val="28"/>
          <w:szCs w:val="28"/>
          <w:lang w:val="ru-RU"/>
        </w:rPr>
        <w:t>ешения</w:t>
      </w:r>
      <w:r w:rsidR="00282BA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C3D62">
        <w:rPr>
          <w:rFonts w:ascii="Times New Roman" w:hAnsi="Times New Roman"/>
          <w:sz w:val="28"/>
          <w:szCs w:val="28"/>
          <w:lang w:val="ru-RU"/>
        </w:rPr>
        <w:t xml:space="preserve">о комплексном развитии </w:t>
      </w:r>
      <w:r w:rsidR="005C3D62" w:rsidRPr="005C3D62">
        <w:rPr>
          <w:rFonts w:ascii="Times New Roman" w:hAnsi="Times New Roman"/>
          <w:sz w:val="28"/>
          <w:szCs w:val="28"/>
          <w:lang w:val="ru-RU"/>
        </w:rPr>
        <w:t xml:space="preserve">территории </w:t>
      </w:r>
      <w:r w:rsidR="005C3D62" w:rsidRPr="005C3D62">
        <w:rPr>
          <w:rFonts w:ascii="Times New Roman" w:hAnsi="Times New Roman"/>
          <w:bCs/>
          <w:sz w:val="28"/>
          <w:szCs w:val="28"/>
          <w:lang w:val="ru-RU"/>
        </w:rPr>
        <w:t>жилой застройки городского округа "Город Архангельск"</w:t>
      </w:r>
      <w:r w:rsidR="00282BA7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C26666" w:rsidRPr="00C26666">
        <w:rPr>
          <w:rFonts w:ascii="Times New Roman" w:hAnsi="Times New Roman"/>
          <w:bCs/>
          <w:sz w:val="28"/>
          <w:szCs w:val="28"/>
          <w:lang w:val="ru-RU"/>
        </w:rPr>
        <w:t>в отношении двух несмежных территорий, в границах которых предусматривается осуществление деятельности по комплексному развитию территории, с заключением одного договора о комплексном развитии таких территорий</w:t>
      </w:r>
      <w:r w:rsidR="00282BA7">
        <w:rPr>
          <w:rFonts w:ascii="Times New Roman" w:hAnsi="Times New Roman"/>
          <w:bCs/>
          <w:sz w:val="28"/>
          <w:szCs w:val="28"/>
          <w:lang w:val="ru-RU"/>
        </w:rPr>
        <w:t xml:space="preserve">, принятого постановлением Главы городского округа "Город Архангельск" от </w:t>
      </w:r>
      <w:r w:rsidR="00233DDF">
        <w:rPr>
          <w:rFonts w:ascii="Times New Roman" w:hAnsi="Times New Roman"/>
          <w:bCs/>
          <w:sz w:val="28"/>
          <w:szCs w:val="28"/>
          <w:lang w:val="ru-RU"/>
        </w:rPr>
        <w:t>2</w:t>
      </w:r>
      <w:r w:rsidR="00C26666">
        <w:rPr>
          <w:rFonts w:ascii="Times New Roman" w:hAnsi="Times New Roman"/>
          <w:bCs/>
          <w:sz w:val="28"/>
          <w:szCs w:val="28"/>
          <w:lang w:val="ru-RU"/>
        </w:rPr>
        <w:t>2 февраля</w:t>
      </w:r>
      <w:r w:rsidR="00282BA7">
        <w:rPr>
          <w:rFonts w:ascii="Times New Roman" w:hAnsi="Times New Roman"/>
          <w:bCs/>
          <w:sz w:val="28"/>
          <w:szCs w:val="28"/>
          <w:lang w:val="ru-RU"/>
        </w:rPr>
        <w:t xml:space="preserve"> 202</w:t>
      </w:r>
      <w:r w:rsidR="00C26666">
        <w:rPr>
          <w:rFonts w:ascii="Times New Roman" w:hAnsi="Times New Roman"/>
          <w:bCs/>
          <w:sz w:val="28"/>
          <w:szCs w:val="28"/>
          <w:lang w:val="ru-RU"/>
        </w:rPr>
        <w:t>3</w:t>
      </w:r>
      <w:r w:rsidR="00282BA7">
        <w:rPr>
          <w:rFonts w:ascii="Times New Roman" w:hAnsi="Times New Roman"/>
          <w:bCs/>
          <w:sz w:val="28"/>
          <w:szCs w:val="28"/>
          <w:lang w:val="ru-RU"/>
        </w:rPr>
        <w:t xml:space="preserve"> года № </w:t>
      </w:r>
      <w:r w:rsidR="00C26666">
        <w:rPr>
          <w:rFonts w:ascii="Times New Roman" w:hAnsi="Times New Roman"/>
          <w:bCs/>
          <w:sz w:val="28"/>
          <w:szCs w:val="28"/>
          <w:lang w:val="ru-RU"/>
        </w:rPr>
        <w:t>307</w:t>
      </w:r>
      <w:r w:rsidR="00282BA7">
        <w:rPr>
          <w:rFonts w:ascii="Times New Roman" w:hAnsi="Times New Roman"/>
          <w:bCs/>
          <w:sz w:val="28"/>
          <w:szCs w:val="28"/>
          <w:lang w:val="ru-RU"/>
        </w:rPr>
        <w:t>;</w:t>
      </w:r>
    </w:p>
    <w:p w:rsidR="00282BA7" w:rsidRDefault="00602C69" w:rsidP="00C26666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постановления Главы городского округа "Город Архангельск" </w:t>
      </w:r>
      <w:r w:rsidR="00802E7F">
        <w:rPr>
          <w:rFonts w:ascii="Times New Roman" w:hAnsi="Times New Roman"/>
          <w:bCs/>
          <w:sz w:val="28"/>
          <w:szCs w:val="28"/>
          <w:lang w:val="ru-RU"/>
        </w:rPr>
        <w:br/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от 21 апреля 2023 года № 650 "О внесении изменений в постановление </w:t>
      </w:r>
      <w:r w:rsidRPr="00602C69">
        <w:rPr>
          <w:rFonts w:ascii="Times New Roman" w:hAnsi="Times New Roman"/>
          <w:bCs/>
          <w:sz w:val="28"/>
          <w:szCs w:val="28"/>
          <w:lang w:val="ru-RU"/>
        </w:rPr>
        <w:t>Главы городского округа "Город Архангельск" от 22 февраля 2023 года № 307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и приложения к нему";</w:t>
      </w:r>
      <w:r w:rsidR="005C3D62">
        <w:rPr>
          <w:rFonts w:ascii="Times New Roman" w:hAnsi="Times New Roman"/>
          <w:bCs/>
          <w:sz w:val="28"/>
          <w:szCs w:val="28"/>
          <w:lang w:val="ru-RU"/>
        </w:rPr>
        <w:t xml:space="preserve">            </w:t>
      </w:r>
    </w:p>
    <w:p w:rsidR="00E56335" w:rsidRPr="009A7171" w:rsidRDefault="0088319E" w:rsidP="00233DDF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п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ротокол</w:t>
      </w:r>
      <w:r w:rsidR="00477C58">
        <w:rPr>
          <w:rFonts w:ascii="Times New Roman" w:hAnsi="Times New Roman"/>
          <w:sz w:val="28"/>
          <w:szCs w:val="28"/>
          <w:lang w:val="ru-RU"/>
        </w:rPr>
        <w:t>а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о результатах </w:t>
      </w:r>
      <w:r w:rsidR="0081772D">
        <w:rPr>
          <w:rFonts w:ascii="Times New Roman" w:hAnsi="Times New Roman"/>
          <w:sz w:val="28"/>
          <w:szCs w:val="28"/>
          <w:lang w:val="ru-RU"/>
        </w:rPr>
        <w:t>торгов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на право заключ</w:t>
      </w:r>
      <w:r w:rsidR="00477C58">
        <w:rPr>
          <w:rFonts w:ascii="Times New Roman" w:hAnsi="Times New Roman"/>
          <w:sz w:val="28"/>
          <w:szCs w:val="28"/>
          <w:lang w:val="ru-RU"/>
        </w:rPr>
        <w:t>ить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договор</w:t>
      </w:r>
      <w:r w:rsidR="00477C5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02E7F">
        <w:rPr>
          <w:rFonts w:ascii="Times New Roman" w:hAnsi="Times New Roman"/>
          <w:sz w:val="28"/>
          <w:szCs w:val="28"/>
          <w:lang w:val="ru-RU"/>
        </w:rPr>
        <w:br/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о комплексном развитии территории жилой застройки 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 xml:space="preserve">городского округа "Город Архангельск" </w:t>
      </w:r>
      <w:r w:rsidR="00F712F5" w:rsidRPr="00F712F5">
        <w:rPr>
          <w:rFonts w:ascii="Times New Roman" w:hAnsi="Times New Roman"/>
          <w:sz w:val="28"/>
          <w:szCs w:val="28"/>
          <w:lang w:val="ru-RU"/>
        </w:rPr>
        <w:t>в отношении двух несмежных территорий</w:t>
      </w:r>
      <w:r w:rsidR="0094719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02E7F">
        <w:rPr>
          <w:rFonts w:ascii="Times New Roman" w:hAnsi="Times New Roman"/>
          <w:sz w:val="28"/>
          <w:szCs w:val="28"/>
          <w:lang w:val="ru-RU"/>
        </w:rPr>
        <w:br/>
      </w:r>
      <w:r w:rsidR="00B070BC" w:rsidRPr="00065DD9">
        <w:rPr>
          <w:rFonts w:ascii="Times New Roman" w:hAnsi="Times New Roman"/>
          <w:bCs/>
          <w:sz w:val="28"/>
          <w:szCs w:val="28"/>
          <w:lang w:val="ru-RU"/>
        </w:rPr>
        <w:t>от "___"___________20___года № ________</w:t>
      </w:r>
      <w:r w:rsidR="00B070BC" w:rsidRPr="00065DD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56335" w:rsidRPr="00065DD9">
        <w:rPr>
          <w:rFonts w:ascii="Times New Roman" w:hAnsi="Times New Roman"/>
          <w:sz w:val="28"/>
          <w:szCs w:val="28"/>
          <w:lang w:val="ru-RU"/>
        </w:rPr>
        <w:t>(далее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- Договор) заключили настоящий </w:t>
      </w:r>
      <w:r w:rsidR="00E56335" w:rsidRPr="00AD0115">
        <w:rPr>
          <w:rFonts w:ascii="Times New Roman" w:hAnsi="Times New Roman"/>
          <w:sz w:val="28"/>
          <w:szCs w:val="28"/>
          <w:lang w:val="ru-RU"/>
        </w:rPr>
        <w:t>Договор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о нижеследующем</w:t>
      </w:r>
      <w:r w:rsidR="00E56335" w:rsidRPr="009A7171">
        <w:rPr>
          <w:rFonts w:ascii="Times New Roman" w:hAnsi="Times New Roman"/>
          <w:sz w:val="24"/>
          <w:szCs w:val="24"/>
          <w:lang w:val="ru-RU"/>
        </w:rPr>
        <w:t>:</w:t>
      </w:r>
    </w:p>
    <w:p w:rsidR="00DE3AEB" w:rsidRPr="009A7171" w:rsidRDefault="00DE3AEB" w:rsidP="00E56335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41412" w:rsidRDefault="00741412" w:rsidP="00EA21B6">
      <w:pPr>
        <w:numPr>
          <w:ilvl w:val="0"/>
          <w:numId w:val="45"/>
        </w:numPr>
        <w:tabs>
          <w:tab w:val="clear" w:pos="720"/>
          <w:tab w:val="num" w:pos="284"/>
        </w:tabs>
        <w:spacing w:before="100" w:beforeAutospacing="1" w:after="238"/>
        <w:ind w:left="426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741412">
        <w:rPr>
          <w:rFonts w:ascii="Times New Roman" w:hAnsi="Times New Roman"/>
          <w:b/>
          <w:bCs/>
          <w:sz w:val="28"/>
          <w:szCs w:val="28"/>
          <w:lang w:val="ru-RU"/>
        </w:rPr>
        <w:t>Предмет договора</w:t>
      </w:r>
    </w:p>
    <w:p w:rsidR="00802E7F" w:rsidRDefault="00802E7F" w:rsidP="00802E7F">
      <w:pPr>
        <w:spacing w:before="100" w:beforeAutospacing="1" w:after="238"/>
        <w:ind w:left="360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F712F5" w:rsidRPr="00F712F5" w:rsidRDefault="00E56335" w:rsidP="00F712F5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1.1.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По настоящему Договору "Застройщик" </w:t>
      </w:r>
      <w:r w:rsidR="00B83F9C" w:rsidRPr="00B83F9C">
        <w:rPr>
          <w:rFonts w:ascii="Times New Roman" w:hAnsi="Times New Roman"/>
          <w:sz w:val="28"/>
          <w:szCs w:val="28"/>
          <w:lang w:val="ru-RU"/>
        </w:rPr>
        <w:t xml:space="preserve">в целях реализации решения </w:t>
      </w:r>
      <w:r w:rsidR="00993FC3">
        <w:rPr>
          <w:rFonts w:ascii="Times New Roman" w:hAnsi="Times New Roman"/>
          <w:sz w:val="28"/>
          <w:szCs w:val="28"/>
          <w:lang w:val="ru-RU"/>
        </w:rPr>
        <w:t xml:space="preserve">               </w:t>
      </w:r>
      <w:r w:rsidR="00B83F9C" w:rsidRPr="00B83F9C">
        <w:rPr>
          <w:rFonts w:ascii="Times New Roman" w:hAnsi="Times New Roman"/>
          <w:sz w:val="28"/>
          <w:szCs w:val="28"/>
          <w:lang w:val="ru-RU"/>
        </w:rPr>
        <w:t>о комплексном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83F9C">
        <w:rPr>
          <w:rFonts w:ascii="Times New Roman" w:hAnsi="Times New Roman"/>
          <w:sz w:val="28"/>
          <w:szCs w:val="28"/>
          <w:lang w:val="ru-RU"/>
        </w:rPr>
        <w:t xml:space="preserve">развитии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территории жилой застройки городского округа </w:t>
      </w:r>
      <w:r w:rsidR="004F24F8">
        <w:rPr>
          <w:rFonts w:ascii="Times New Roman" w:hAnsi="Times New Roman"/>
          <w:sz w:val="28"/>
          <w:szCs w:val="28"/>
          <w:lang w:val="ru-RU"/>
        </w:rPr>
        <w:t xml:space="preserve">                   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"Город Архангельск" </w:t>
      </w:r>
      <w:r w:rsidR="00F712F5" w:rsidRPr="00F712F5">
        <w:rPr>
          <w:rFonts w:ascii="Times New Roman" w:hAnsi="Times New Roman"/>
          <w:sz w:val="28"/>
          <w:szCs w:val="28"/>
          <w:lang w:val="ru-RU"/>
        </w:rPr>
        <w:t>в отно</w:t>
      </w:r>
      <w:r w:rsidR="00F712F5">
        <w:rPr>
          <w:rFonts w:ascii="Times New Roman" w:hAnsi="Times New Roman"/>
          <w:sz w:val="28"/>
          <w:szCs w:val="28"/>
          <w:lang w:val="ru-RU"/>
        </w:rPr>
        <w:t>шении двух несмежных территорий</w:t>
      </w:r>
      <w:r w:rsidR="00F712F5" w:rsidRPr="00F712F5">
        <w:rPr>
          <w:rFonts w:ascii="Times New Roman" w:hAnsi="Times New Roman"/>
          <w:sz w:val="28"/>
          <w:szCs w:val="28"/>
          <w:lang w:val="ru-RU"/>
        </w:rPr>
        <w:t>:</w:t>
      </w:r>
    </w:p>
    <w:p w:rsidR="00F712F5" w:rsidRPr="00F712F5" w:rsidRDefault="00F712F5" w:rsidP="00F712F5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F712F5">
        <w:rPr>
          <w:rFonts w:ascii="Times New Roman" w:hAnsi="Times New Roman"/>
          <w:sz w:val="28"/>
          <w:szCs w:val="28"/>
          <w:lang w:val="ru-RU"/>
        </w:rPr>
        <w:t>в границах элемента планировочной структуры: ул. Розы Люксембург, просп. Советских космонавтов, ул. Выучейского, просп. Обводн</w:t>
      </w:r>
      <w:r w:rsidR="0065080C">
        <w:rPr>
          <w:rFonts w:ascii="Times New Roman" w:hAnsi="Times New Roman"/>
          <w:sz w:val="28"/>
          <w:szCs w:val="28"/>
          <w:lang w:val="ru-RU"/>
        </w:rPr>
        <w:t>ы</w:t>
      </w:r>
      <w:r w:rsidR="00802E7F">
        <w:rPr>
          <w:rFonts w:ascii="Times New Roman" w:hAnsi="Times New Roman"/>
          <w:sz w:val="28"/>
          <w:szCs w:val="28"/>
          <w:lang w:val="ru-RU"/>
        </w:rPr>
        <w:t>й канал</w:t>
      </w:r>
      <w:r w:rsidRPr="00F712F5">
        <w:rPr>
          <w:rFonts w:ascii="Times New Roman" w:hAnsi="Times New Roman"/>
          <w:sz w:val="28"/>
          <w:szCs w:val="28"/>
          <w:lang w:val="ru-RU"/>
        </w:rPr>
        <w:t xml:space="preserve"> (местоположение и границы указаны в </w:t>
      </w:r>
      <w:r w:rsidR="00802E7F">
        <w:rPr>
          <w:rFonts w:ascii="Times New Roman" w:hAnsi="Times New Roman"/>
          <w:sz w:val="28"/>
          <w:szCs w:val="28"/>
          <w:lang w:val="ru-RU"/>
        </w:rPr>
        <w:t>п</w:t>
      </w:r>
      <w:r w:rsidRPr="00F712F5">
        <w:rPr>
          <w:rFonts w:ascii="Times New Roman" w:hAnsi="Times New Roman"/>
          <w:sz w:val="28"/>
          <w:szCs w:val="28"/>
          <w:lang w:val="ru-RU"/>
        </w:rPr>
        <w:t>риложении</w:t>
      </w:r>
      <w:r w:rsidR="00802E7F">
        <w:rPr>
          <w:rFonts w:ascii="Times New Roman" w:hAnsi="Times New Roman"/>
          <w:sz w:val="28"/>
          <w:szCs w:val="28"/>
          <w:lang w:val="ru-RU"/>
        </w:rPr>
        <w:t xml:space="preserve"> № 1 </w:t>
      </w:r>
      <w:r w:rsidRPr="00F712F5">
        <w:rPr>
          <w:rFonts w:ascii="Times New Roman" w:hAnsi="Times New Roman"/>
          <w:sz w:val="28"/>
          <w:szCs w:val="28"/>
          <w:lang w:val="ru-RU"/>
        </w:rPr>
        <w:t>к настоящему Договору),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712F5">
        <w:rPr>
          <w:rFonts w:ascii="Times New Roman" w:hAnsi="Times New Roman"/>
          <w:sz w:val="28"/>
          <w:szCs w:val="28"/>
          <w:lang w:val="ru-RU"/>
        </w:rPr>
        <w:t xml:space="preserve">площадью 4,4195 га, (далее – </w:t>
      </w:r>
      <w:r w:rsidR="004F24F8">
        <w:rPr>
          <w:rFonts w:ascii="Times New Roman" w:hAnsi="Times New Roman"/>
          <w:sz w:val="28"/>
          <w:szCs w:val="28"/>
          <w:lang w:val="ru-RU"/>
        </w:rPr>
        <w:t>Т</w:t>
      </w:r>
      <w:r w:rsidRPr="00F712F5">
        <w:rPr>
          <w:rFonts w:ascii="Times New Roman" w:hAnsi="Times New Roman"/>
          <w:sz w:val="28"/>
          <w:szCs w:val="28"/>
          <w:lang w:val="ru-RU"/>
        </w:rPr>
        <w:t xml:space="preserve">ерритория </w:t>
      </w:r>
      <w:r w:rsidR="004F24F8">
        <w:rPr>
          <w:rFonts w:ascii="Times New Roman" w:hAnsi="Times New Roman"/>
          <w:sz w:val="28"/>
          <w:szCs w:val="28"/>
          <w:lang w:val="ru-RU"/>
        </w:rPr>
        <w:t xml:space="preserve">1 </w:t>
      </w:r>
      <w:r w:rsidRPr="00F712F5">
        <w:rPr>
          <w:rFonts w:ascii="Times New Roman" w:hAnsi="Times New Roman"/>
          <w:sz w:val="28"/>
          <w:szCs w:val="28"/>
          <w:lang w:val="ru-RU"/>
        </w:rPr>
        <w:t>жилой застройки);</w:t>
      </w:r>
      <w:proofErr w:type="gramEnd"/>
    </w:p>
    <w:p w:rsidR="002C398E" w:rsidRPr="002C398E" w:rsidRDefault="00F712F5" w:rsidP="00233DDF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F712F5">
        <w:rPr>
          <w:rFonts w:ascii="Times New Roman" w:hAnsi="Times New Roman"/>
          <w:sz w:val="28"/>
          <w:szCs w:val="28"/>
          <w:lang w:val="ru-RU"/>
        </w:rPr>
        <w:t>в гран</w:t>
      </w:r>
      <w:r w:rsidR="00802E7F">
        <w:rPr>
          <w:rFonts w:ascii="Times New Roman" w:hAnsi="Times New Roman"/>
          <w:sz w:val="28"/>
          <w:szCs w:val="28"/>
          <w:lang w:val="ru-RU"/>
        </w:rPr>
        <w:t xml:space="preserve">ицах </w:t>
      </w:r>
      <w:r w:rsidRPr="00F712F5">
        <w:rPr>
          <w:rFonts w:ascii="Times New Roman" w:hAnsi="Times New Roman"/>
          <w:sz w:val="28"/>
          <w:szCs w:val="28"/>
          <w:lang w:val="ru-RU"/>
        </w:rPr>
        <w:t>части элемента планировочной структуры: ул. Розы Люксембург, просп. Обводн</w:t>
      </w:r>
      <w:r w:rsidR="0065080C">
        <w:rPr>
          <w:rFonts w:ascii="Times New Roman" w:hAnsi="Times New Roman"/>
          <w:sz w:val="28"/>
          <w:szCs w:val="28"/>
          <w:lang w:val="ru-RU"/>
        </w:rPr>
        <w:t>ы</w:t>
      </w:r>
      <w:r w:rsidRPr="00F712F5">
        <w:rPr>
          <w:rFonts w:ascii="Times New Roman" w:hAnsi="Times New Roman"/>
          <w:sz w:val="28"/>
          <w:szCs w:val="28"/>
          <w:lang w:val="ru-RU"/>
        </w:rPr>
        <w:t>й канал, ул. Севе</w:t>
      </w:r>
      <w:r w:rsidR="00802E7F">
        <w:rPr>
          <w:rFonts w:ascii="Times New Roman" w:hAnsi="Times New Roman"/>
          <w:sz w:val="28"/>
          <w:szCs w:val="28"/>
          <w:lang w:val="ru-RU"/>
        </w:rPr>
        <w:t xml:space="preserve">родвинская, </w:t>
      </w:r>
      <w:r w:rsidR="00802E7F">
        <w:rPr>
          <w:rFonts w:ascii="Times New Roman" w:hAnsi="Times New Roman"/>
          <w:sz w:val="28"/>
          <w:szCs w:val="28"/>
          <w:lang w:val="ru-RU"/>
        </w:rPr>
        <w:br/>
        <w:t>просп. Новгородский</w:t>
      </w:r>
      <w:r w:rsidRPr="00F712F5">
        <w:rPr>
          <w:rFonts w:ascii="Times New Roman" w:hAnsi="Times New Roman"/>
          <w:sz w:val="28"/>
          <w:szCs w:val="28"/>
          <w:lang w:val="ru-RU"/>
        </w:rPr>
        <w:t xml:space="preserve"> (местоположение и границы указаны в </w:t>
      </w:r>
      <w:r w:rsidR="00802E7F">
        <w:rPr>
          <w:rFonts w:ascii="Times New Roman" w:hAnsi="Times New Roman"/>
          <w:sz w:val="28"/>
          <w:szCs w:val="28"/>
          <w:lang w:val="ru-RU"/>
        </w:rPr>
        <w:t>п</w:t>
      </w:r>
      <w:r w:rsidRPr="00F712F5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802E7F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Pr="00F712F5">
        <w:rPr>
          <w:rFonts w:ascii="Times New Roman" w:hAnsi="Times New Roman"/>
          <w:sz w:val="28"/>
          <w:szCs w:val="28"/>
          <w:lang w:val="ru-RU"/>
        </w:rPr>
        <w:t xml:space="preserve">1 </w:t>
      </w:r>
      <w:r w:rsidR="00802E7F">
        <w:rPr>
          <w:rFonts w:ascii="Times New Roman" w:hAnsi="Times New Roman"/>
          <w:sz w:val="28"/>
          <w:szCs w:val="28"/>
          <w:lang w:val="ru-RU"/>
        </w:rPr>
        <w:br/>
      </w:r>
      <w:r w:rsidRPr="00F712F5">
        <w:rPr>
          <w:rFonts w:ascii="Times New Roman" w:hAnsi="Times New Roman"/>
          <w:sz w:val="28"/>
          <w:szCs w:val="28"/>
          <w:lang w:val="ru-RU"/>
        </w:rPr>
        <w:t>к настоящему Договору),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712F5">
        <w:rPr>
          <w:rFonts w:ascii="Times New Roman" w:hAnsi="Times New Roman"/>
          <w:sz w:val="28"/>
          <w:szCs w:val="28"/>
          <w:lang w:val="ru-RU"/>
        </w:rPr>
        <w:t xml:space="preserve">площадью 1,9780 га, (далее – </w:t>
      </w:r>
      <w:r w:rsidR="004F24F8">
        <w:rPr>
          <w:rFonts w:ascii="Times New Roman" w:hAnsi="Times New Roman"/>
          <w:sz w:val="28"/>
          <w:szCs w:val="28"/>
          <w:lang w:val="ru-RU"/>
        </w:rPr>
        <w:t>Т</w:t>
      </w:r>
      <w:r w:rsidRPr="00F712F5">
        <w:rPr>
          <w:rFonts w:ascii="Times New Roman" w:hAnsi="Times New Roman"/>
          <w:sz w:val="28"/>
          <w:szCs w:val="28"/>
          <w:lang w:val="ru-RU"/>
        </w:rPr>
        <w:t xml:space="preserve">ерритория </w:t>
      </w:r>
      <w:r w:rsidR="004F24F8">
        <w:rPr>
          <w:rFonts w:ascii="Times New Roman" w:hAnsi="Times New Roman"/>
          <w:sz w:val="28"/>
          <w:szCs w:val="28"/>
          <w:lang w:val="ru-RU"/>
        </w:rPr>
        <w:t xml:space="preserve">2 </w:t>
      </w:r>
      <w:r w:rsidRPr="00F712F5">
        <w:rPr>
          <w:rFonts w:ascii="Times New Roman" w:hAnsi="Times New Roman"/>
          <w:sz w:val="28"/>
          <w:szCs w:val="28"/>
          <w:lang w:val="ru-RU"/>
        </w:rPr>
        <w:t>жилой застройки)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8F4A72" w:rsidRPr="008F4A72">
        <w:rPr>
          <w:rFonts w:ascii="Times New Roman" w:hAnsi="Times New Roman"/>
          <w:bCs/>
          <w:sz w:val="28"/>
          <w:szCs w:val="28"/>
          <w:lang w:val="ru-RU"/>
        </w:rPr>
        <w:t>принятого постановлением Главы городского округа "Город Архангельск" от 2</w:t>
      </w:r>
      <w:r>
        <w:rPr>
          <w:rFonts w:ascii="Times New Roman" w:hAnsi="Times New Roman"/>
          <w:bCs/>
          <w:sz w:val="28"/>
          <w:szCs w:val="28"/>
          <w:lang w:val="ru-RU"/>
        </w:rPr>
        <w:t>2 февраля</w:t>
      </w:r>
      <w:r w:rsidR="008F4A72" w:rsidRPr="008F4A72">
        <w:rPr>
          <w:rFonts w:ascii="Times New Roman" w:hAnsi="Times New Roman"/>
          <w:bCs/>
          <w:sz w:val="28"/>
          <w:szCs w:val="28"/>
          <w:lang w:val="ru-RU"/>
        </w:rPr>
        <w:t xml:space="preserve"> 202</w:t>
      </w:r>
      <w:r>
        <w:rPr>
          <w:rFonts w:ascii="Times New Roman" w:hAnsi="Times New Roman"/>
          <w:bCs/>
          <w:sz w:val="28"/>
          <w:szCs w:val="28"/>
          <w:lang w:val="ru-RU"/>
        </w:rPr>
        <w:t>3</w:t>
      </w:r>
      <w:r w:rsidR="008F4A72" w:rsidRPr="008F4A72">
        <w:rPr>
          <w:rFonts w:ascii="Times New Roman" w:hAnsi="Times New Roman"/>
          <w:bCs/>
          <w:sz w:val="28"/>
          <w:szCs w:val="28"/>
          <w:lang w:val="ru-RU"/>
        </w:rPr>
        <w:t xml:space="preserve"> года № </w:t>
      </w:r>
      <w:r>
        <w:rPr>
          <w:rFonts w:ascii="Times New Roman" w:hAnsi="Times New Roman"/>
          <w:bCs/>
          <w:sz w:val="28"/>
          <w:szCs w:val="28"/>
          <w:lang w:val="ru-RU"/>
        </w:rPr>
        <w:t>307,</w:t>
      </w:r>
      <w:r w:rsidR="008F4A72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602C69" w:rsidRPr="00602C69">
        <w:rPr>
          <w:rFonts w:ascii="Times New Roman" w:hAnsi="Times New Roman"/>
          <w:bCs/>
          <w:sz w:val="28"/>
          <w:szCs w:val="28"/>
          <w:lang w:val="ru-RU"/>
        </w:rPr>
        <w:t>постановлени</w:t>
      </w:r>
      <w:r w:rsidR="00602C69">
        <w:rPr>
          <w:rFonts w:ascii="Times New Roman" w:hAnsi="Times New Roman"/>
          <w:bCs/>
          <w:sz w:val="28"/>
          <w:szCs w:val="28"/>
          <w:lang w:val="ru-RU"/>
        </w:rPr>
        <w:t>ем</w:t>
      </w:r>
      <w:r w:rsidR="00602C69" w:rsidRPr="00602C69">
        <w:rPr>
          <w:rFonts w:ascii="Times New Roman" w:hAnsi="Times New Roman"/>
          <w:bCs/>
          <w:sz w:val="28"/>
          <w:szCs w:val="28"/>
          <w:lang w:val="ru-RU"/>
        </w:rPr>
        <w:t xml:space="preserve"> Главы городского округа "Город Архангельск" от 21 апреля 2023 года № 650 </w:t>
      </w:r>
      <w:r w:rsidR="00802E7F">
        <w:rPr>
          <w:rFonts w:ascii="Times New Roman" w:hAnsi="Times New Roman"/>
          <w:bCs/>
          <w:sz w:val="28"/>
          <w:szCs w:val="28"/>
          <w:lang w:val="ru-RU"/>
        </w:rPr>
        <w:br/>
      </w:r>
      <w:r w:rsidR="00602C69" w:rsidRPr="00602C69">
        <w:rPr>
          <w:rFonts w:ascii="Times New Roman" w:hAnsi="Times New Roman"/>
          <w:bCs/>
          <w:sz w:val="28"/>
          <w:szCs w:val="28"/>
          <w:lang w:val="ru-RU"/>
        </w:rPr>
        <w:t>"О</w:t>
      </w:r>
      <w:proofErr w:type="gramEnd"/>
      <w:r w:rsidR="00602C69" w:rsidRPr="00602C69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gramStart"/>
      <w:r w:rsidR="00602C69" w:rsidRPr="00602C69">
        <w:rPr>
          <w:rFonts w:ascii="Times New Roman" w:hAnsi="Times New Roman"/>
          <w:bCs/>
          <w:sz w:val="28"/>
          <w:szCs w:val="28"/>
          <w:lang w:val="ru-RU"/>
        </w:rPr>
        <w:t>внесении</w:t>
      </w:r>
      <w:proofErr w:type="gramEnd"/>
      <w:r w:rsidR="00602C69" w:rsidRPr="00602C69">
        <w:rPr>
          <w:rFonts w:ascii="Times New Roman" w:hAnsi="Times New Roman"/>
          <w:bCs/>
          <w:sz w:val="28"/>
          <w:szCs w:val="28"/>
          <w:lang w:val="ru-RU"/>
        </w:rPr>
        <w:t xml:space="preserve"> изменений в постановление Главы городского округа "Город Архангельск" от 22 февраля 2023 года № 307 и приложения к нему"</w:t>
      </w:r>
      <w:r w:rsidR="008F4A72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обязуется </w:t>
      </w:r>
      <w:r w:rsidR="00802E7F">
        <w:rPr>
          <w:rFonts w:ascii="Times New Roman" w:hAnsi="Times New Roman"/>
          <w:sz w:val="28"/>
          <w:szCs w:val="28"/>
          <w:lang w:val="ru-RU"/>
        </w:rPr>
        <w:br/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в установленные настоящим Договором сроки своими силами и за свой счет и (или) с привлечением других лиц и (или) средств других лиц в соответствии </w:t>
      </w:r>
      <w:r w:rsidR="00602C69">
        <w:rPr>
          <w:rFonts w:ascii="Times New Roman" w:hAnsi="Times New Roman"/>
          <w:sz w:val="28"/>
          <w:szCs w:val="28"/>
          <w:lang w:val="ru-RU"/>
        </w:rPr>
        <w:t xml:space="preserve">          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>с действующим законодательством Российской Федерации выполнить предусмотренные настоящим Договором обязательства,</w:t>
      </w:r>
      <w:r w:rsidR="00602C6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>а "Администрация" обязуется создать</w:t>
      </w:r>
      <w:r w:rsidR="002E23FB">
        <w:rPr>
          <w:rFonts w:ascii="Times New Roman" w:hAnsi="Times New Roman"/>
          <w:sz w:val="28"/>
          <w:szCs w:val="28"/>
          <w:lang w:val="ru-RU"/>
        </w:rPr>
        <w:t>,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 предусмотренные настоящим Договором</w:t>
      </w:r>
      <w:r w:rsidR="002E23FB">
        <w:rPr>
          <w:rFonts w:ascii="Times New Roman" w:hAnsi="Times New Roman"/>
          <w:sz w:val="28"/>
          <w:szCs w:val="28"/>
          <w:lang w:val="ru-RU"/>
        </w:rPr>
        <w:t>,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 условия </w:t>
      </w:r>
      <w:r w:rsidR="00802E7F">
        <w:rPr>
          <w:rFonts w:ascii="Times New Roman" w:hAnsi="Times New Roman"/>
          <w:sz w:val="28"/>
          <w:szCs w:val="28"/>
          <w:lang w:val="ru-RU"/>
        </w:rPr>
        <w:br/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для выполнения "Застройщиком" своих обязательств. </w:t>
      </w:r>
    </w:p>
    <w:p w:rsidR="00065DD9" w:rsidRDefault="00E56335" w:rsidP="008200F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Настоящий Договор заключается </w:t>
      </w:r>
      <w:r w:rsidR="004F24F8" w:rsidRPr="004F24F8">
        <w:rPr>
          <w:rFonts w:ascii="Times New Roman" w:hAnsi="Times New Roman"/>
          <w:sz w:val="28"/>
          <w:szCs w:val="28"/>
          <w:lang w:val="ru-RU"/>
        </w:rPr>
        <w:t>в отношении двух несмежных территорий, в границах которых предусматривается осуществление деятельности по комплексному развитию территории</w:t>
      </w:r>
      <w:r w:rsidR="00065DD9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Pr="009A7171" w:rsidRDefault="00D02397" w:rsidP="008200F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не вправе передавать свои права и обязанности, предусмотренные настоящим Договором, иному лицу.</w:t>
      </w:r>
    </w:p>
    <w:p w:rsidR="00FA254B" w:rsidRDefault="00E56335" w:rsidP="00761C79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65DD9">
        <w:rPr>
          <w:rFonts w:ascii="Times New Roman" w:hAnsi="Times New Roman"/>
          <w:sz w:val="28"/>
          <w:szCs w:val="28"/>
          <w:lang w:val="ru-RU"/>
        </w:rPr>
        <w:t xml:space="preserve">1.2. </w:t>
      </w:r>
      <w:r w:rsidR="00761C79" w:rsidRPr="00065DD9">
        <w:rPr>
          <w:rFonts w:ascii="Times New Roman" w:hAnsi="Times New Roman"/>
          <w:sz w:val="28"/>
          <w:szCs w:val="28"/>
          <w:lang w:val="ru-RU"/>
        </w:rPr>
        <w:t xml:space="preserve">Перечень объектов капитального строительства, не являющихся объектами культурного наследия (памятники истории и культуры) народов Российской Федерации, расположенных на </w:t>
      </w:r>
      <w:r w:rsidR="0074755C">
        <w:rPr>
          <w:rFonts w:ascii="Times New Roman" w:hAnsi="Times New Roman"/>
          <w:sz w:val="28"/>
          <w:szCs w:val="28"/>
          <w:lang w:val="ru-RU"/>
        </w:rPr>
        <w:t>т</w:t>
      </w:r>
      <w:r w:rsidR="00761C79" w:rsidRPr="00065DD9">
        <w:rPr>
          <w:rFonts w:ascii="Times New Roman" w:hAnsi="Times New Roman"/>
          <w:sz w:val="28"/>
          <w:szCs w:val="28"/>
          <w:lang w:val="ru-RU"/>
        </w:rPr>
        <w:t>ерритори</w:t>
      </w:r>
      <w:r w:rsidR="00802E7F">
        <w:rPr>
          <w:rFonts w:ascii="Times New Roman" w:hAnsi="Times New Roman"/>
          <w:sz w:val="28"/>
          <w:szCs w:val="28"/>
          <w:lang w:val="ru-RU"/>
        </w:rPr>
        <w:t xml:space="preserve">и </w:t>
      </w:r>
      <w:r w:rsidR="00761C79" w:rsidRPr="00065DD9">
        <w:rPr>
          <w:rFonts w:ascii="Times New Roman" w:hAnsi="Times New Roman"/>
          <w:sz w:val="28"/>
          <w:szCs w:val="28"/>
          <w:lang w:val="ru-RU"/>
        </w:rPr>
        <w:t>жилой застройки</w:t>
      </w:r>
      <w:r w:rsidR="00802E7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4755C" w:rsidRPr="0074755C">
        <w:rPr>
          <w:rFonts w:ascii="Times New Roman" w:hAnsi="Times New Roman"/>
          <w:sz w:val="28"/>
          <w:szCs w:val="28"/>
          <w:lang w:val="ru-RU"/>
        </w:rPr>
        <w:t>двух несмежных территорий</w:t>
      </w:r>
      <w:r w:rsidR="0074755C">
        <w:rPr>
          <w:rFonts w:ascii="Times New Roman" w:hAnsi="Times New Roman"/>
          <w:sz w:val="28"/>
          <w:szCs w:val="28"/>
          <w:lang w:val="ru-RU"/>
        </w:rPr>
        <w:t>,</w:t>
      </w:r>
      <w:r w:rsidR="00761C79" w:rsidRPr="00065DD9">
        <w:rPr>
          <w:rFonts w:ascii="Times New Roman" w:hAnsi="Times New Roman"/>
          <w:sz w:val="28"/>
          <w:szCs w:val="28"/>
          <w:lang w:val="ru-RU"/>
        </w:rPr>
        <w:t xml:space="preserve"> подлежащих сносу, реконструкции в рамках </w:t>
      </w:r>
      <w:r w:rsidR="00761C79" w:rsidRPr="00065DD9">
        <w:rPr>
          <w:rFonts w:ascii="Times New Roman" w:hAnsi="Times New Roman"/>
          <w:sz w:val="28"/>
          <w:szCs w:val="28"/>
          <w:lang w:val="ru-RU"/>
        </w:rPr>
        <w:lastRenderedPageBreak/>
        <w:t>реализации Договора, и их отдельные характеристики, приведены</w:t>
      </w:r>
      <w:r w:rsidR="00FA254B" w:rsidRPr="00065DD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02E7F">
        <w:rPr>
          <w:rFonts w:ascii="Times New Roman" w:hAnsi="Times New Roman"/>
          <w:sz w:val="28"/>
          <w:szCs w:val="28"/>
          <w:lang w:val="ru-RU"/>
        </w:rPr>
        <w:br/>
      </w:r>
      <w:r w:rsidR="00FA254B" w:rsidRPr="00065DD9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802E7F">
        <w:rPr>
          <w:rFonts w:ascii="Times New Roman" w:hAnsi="Times New Roman"/>
          <w:sz w:val="28"/>
          <w:szCs w:val="28"/>
          <w:lang w:val="ru-RU"/>
        </w:rPr>
        <w:t>п</w:t>
      </w:r>
      <w:r w:rsidR="00FA254B" w:rsidRPr="00065DD9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802E7F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FA254B" w:rsidRPr="00065DD9">
        <w:rPr>
          <w:rFonts w:ascii="Times New Roman" w:hAnsi="Times New Roman"/>
          <w:sz w:val="28"/>
          <w:szCs w:val="28"/>
          <w:lang w:val="ru-RU"/>
        </w:rPr>
        <w:t>2 к настоящему Договору.</w:t>
      </w:r>
    </w:p>
    <w:p w:rsidR="00B526E6" w:rsidRDefault="00B526E6" w:rsidP="00761C79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1.3. </w:t>
      </w:r>
      <w:r w:rsidRPr="00B526E6">
        <w:rPr>
          <w:rFonts w:ascii="Times New Roman" w:hAnsi="Times New Roman"/>
          <w:sz w:val="28"/>
          <w:szCs w:val="28"/>
          <w:lang w:val="ru-RU"/>
        </w:rPr>
        <w:t xml:space="preserve">Соотношение общей площади жилых и нежилых помещений </w:t>
      </w:r>
      <w:r w:rsidR="000F1679">
        <w:rPr>
          <w:rFonts w:ascii="Times New Roman" w:hAnsi="Times New Roman"/>
          <w:sz w:val="28"/>
          <w:szCs w:val="28"/>
          <w:lang w:val="ru-RU"/>
        </w:rPr>
        <w:t xml:space="preserve">                           </w:t>
      </w:r>
      <w:r w:rsidRPr="00B526E6">
        <w:rPr>
          <w:rFonts w:ascii="Times New Roman" w:hAnsi="Times New Roman"/>
          <w:sz w:val="28"/>
          <w:szCs w:val="28"/>
          <w:lang w:val="ru-RU"/>
        </w:rPr>
        <w:t xml:space="preserve">в многоквартирных домах, подлежащих строительству в соответствии </w:t>
      </w:r>
      <w:r w:rsidR="000F1679">
        <w:rPr>
          <w:rFonts w:ascii="Times New Roman" w:hAnsi="Times New Roman"/>
          <w:sz w:val="28"/>
          <w:szCs w:val="28"/>
          <w:lang w:val="ru-RU"/>
        </w:rPr>
        <w:t xml:space="preserve">                       </w:t>
      </w:r>
      <w:r w:rsidRPr="00B526E6">
        <w:rPr>
          <w:rFonts w:ascii="Times New Roman" w:hAnsi="Times New Roman"/>
          <w:sz w:val="28"/>
          <w:szCs w:val="28"/>
          <w:lang w:val="ru-RU"/>
        </w:rPr>
        <w:t xml:space="preserve">с договором, а также условие о размещении на первых этажах указанных домов нежилых помещений </w:t>
      </w:r>
      <w:r w:rsidR="000F1679" w:rsidRPr="000F1679">
        <w:rPr>
          <w:rFonts w:ascii="Times New Roman" w:hAnsi="Times New Roman"/>
          <w:sz w:val="28"/>
          <w:szCs w:val="28"/>
          <w:lang w:val="ru-RU"/>
        </w:rPr>
        <w:t xml:space="preserve">определить </w:t>
      </w:r>
      <w:r w:rsidR="00CF098B">
        <w:rPr>
          <w:rFonts w:ascii="Times New Roman" w:hAnsi="Times New Roman"/>
          <w:sz w:val="28"/>
          <w:szCs w:val="28"/>
          <w:lang w:val="ru-RU"/>
        </w:rPr>
        <w:t xml:space="preserve">документацией по планировке территории </w:t>
      </w:r>
      <w:proofErr w:type="gramStart"/>
      <w:r w:rsidR="0088319E">
        <w:rPr>
          <w:rFonts w:ascii="Times New Roman" w:hAnsi="Times New Roman"/>
          <w:sz w:val="28"/>
          <w:szCs w:val="28"/>
          <w:lang w:val="ru-RU"/>
        </w:rPr>
        <w:t>-</w:t>
      </w:r>
      <w:r w:rsidR="0088319E" w:rsidRPr="0088319E">
        <w:rPr>
          <w:rFonts w:ascii="Times New Roman" w:hAnsi="Times New Roman"/>
          <w:sz w:val="28"/>
          <w:szCs w:val="28"/>
          <w:lang w:val="ru-RU"/>
        </w:rPr>
        <w:t>в</w:t>
      </w:r>
      <w:proofErr w:type="gramEnd"/>
      <w:r w:rsidR="0088319E" w:rsidRPr="0088319E">
        <w:rPr>
          <w:rFonts w:ascii="Times New Roman" w:hAnsi="Times New Roman"/>
          <w:sz w:val="28"/>
          <w:szCs w:val="28"/>
          <w:lang w:val="ru-RU"/>
        </w:rPr>
        <w:t xml:space="preserve">несение изменений в проект планировки </w:t>
      </w:r>
      <w:r w:rsidR="00CA6289" w:rsidRPr="00CA6289">
        <w:rPr>
          <w:rFonts w:ascii="Times New Roman" w:hAnsi="Times New Roman"/>
          <w:sz w:val="28"/>
          <w:szCs w:val="28"/>
          <w:lang w:val="ru-RU"/>
        </w:rPr>
        <w:t>центральной части муниципального образования "Город Архангельск", утвержденный распоряжением мэра города Архангельска от 20 декабря 20</w:t>
      </w:r>
      <w:r w:rsidR="00CA6289">
        <w:rPr>
          <w:rFonts w:ascii="Times New Roman" w:hAnsi="Times New Roman"/>
          <w:sz w:val="28"/>
          <w:szCs w:val="28"/>
          <w:lang w:val="ru-RU"/>
        </w:rPr>
        <w:t>13 года № 4193р (с изменениями)</w:t>
      </w:r>
      <w:r w:rsidR="0088319E" w:rsidRPr="0088319E">
        <w:rPr>
          <w:rFonts w:ascii="Times New Roman" w:hAnsi="Times New Roman"/>
          <w:sz w:val="28"/>
          <w:szCs w:val="28"/>
          <w:lang w:val="ru-RU"/>
        </w:rPr>
        <w:t>, с проектом межевания (далее по тексту – документация по планировке территории)</w:t>
      </w:r>
      <w:r w:rsid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A6289">
        <w:rPr>
          <w:rFonts w:ascii="Times New Roman" w:hAnsi="Times New Roman"/>
          <w:sz w:val="28"/>
          <w:szCs w:val="28"/>
          <w:lang w:val="ru-RU"/>
        </w:rPr>
        <w:t xml:space="preserve">                               </w:t>
      </w:r>
      <w:r w:rsidR="000F1679" w:rsidRPr="000F1679">
        <w:rPr>
          <w:rFonts w:ascii="Times New Roman" w:hAnsi="Times New Roman"/>
          <w:sz w:val="28"/>
          <w:szCs w:val="28"/>
          <w:lang w:val="ru-RU"/>
        </w:rPr>
        <w:t>в соответствии с нормативами градостроительного проектирования</w:t>
      </w:r>
      <w:r w:rsidRPr="00B526E6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58149D" w:rsidRDefault="00703207" w:rsidP="0058149D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1.4.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 xml:space="preserve">Этапы реализации </w:t>
      </w:r>
      <w:r w:rsidRPr="00703207">
        <w:rPr>
          <w:rFonts w:ascii="Times New Roman" w:hAnsi="Times New Roman"/>
          <w:sz w:val="28"/>
          <w:szCs w:val="28"/>
          <w:lang w:val="ru-RU"/>
        </w:rPr>
        <w:t xml:space="preserve">решения о комплексном развитии </w:t>
      </w:r>
      <w:r w:rsidR="00CA6289" w:rsidRPr="00CA6289">
        <w:rPr>
          <w:rFonts w:ascii="Times New Roman" w:hAnsi="Times New Roman"/>
          <w:sz w:val="28"/>
          <w:szCs w:val="28"/>
          <w:lang w:val="ru-RU"/>
        </w:rPr>
        <w:t>Территории 1 жилой застройки и Территории 2 жилой застройки</w:t>
      </w:r>
      <w:r w:rsidRPr="00703207">
        <w:rPr>
          <w:rFonts w:ascii="Times New Roman" w:hAnsi="Times New Roman"/>
          <w:sz w:val="28"/>
          <w:szCs w:val="28"/>
          <w:lang w:val="ru-RU"/>
        </w:rPr>
        <w:t xml:space="preserve"> с указанием очередности сноса многоквартирных домов,</w:t>
      </w:r>
      <w:r w:rsidR="0058149D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а также </w:t>
      </w:r>
      <w:r w:rsidRPr="00703207">
        <w:rPr>
          <w:rFonts w:ascii="Times New Roman" w:hAnsi="Times New Roman"/>
          <w:sz w:val="28"/>
          <w:szCs w:val="28"/>
          <w:lang w:val="ru-RU"/>
        </w:rPr>
        <w:t xml:space="preserve">выполнение мероприятий, связанных </w:t>
      </w:r>
      <w:r w:rsidR="00CA6289">
        <w:rPr>
          <w:rFonts w:ascii="Times New Roman" w:hAnsi="Times New Roman"/>
          <w:sz w:val="28"/>
          <w:szCs w:val="28"/>
          <w:lang w:val="ru-RU"/>
        </w:rPr>
        <w:t xml:space="preserve">                                  </w:t>
      </w:r>
      <w:r w:rsidRPr="00703207">
        <w:rPr>
          <w:rFonts w:ascii="Times New Roman" w:hAnsi="Times New Roman"/>
          <w:sz w:val="28"/>
          <w:szCs w:val="28"/>
          <w:lang w:val="ru-RU"/>
        </w:rPr>
        <w:t xml:space="preserve">с архитектурно-строительным проектированием, со строительством, </w:t>
      </w:r>
      <w:r w:rsidR="00802E7F">
        <w:rPr>
          <w:rFonts w:ascii="Times New Roman" w:hAnsi="Times New Roman"/>
          <w:sz w:val="28"/>
          <w:szCs w:val="28"/>
          <w:lang w:val="ru-RU"/>
        </w:rPr>
        <w:br/>
      </w:r>
      <w:r w:rsidR="0058149D" w:rsidRPr="0058149D">
        <w:rPr>
          <w:rFonts w:ascii="Times New Roman" w:hAnsi="Times New Roman"/>
          <w:sz w:val="28"/>
          <w:szCs w:val="28"/>
          <w:lang w:val="ru-RU"/>
        </w:rPr>
        <w:t>в том числе по предоставлению необходимых для этих целей земельных участков, видов работ по благоустройству территории</w:t>
      </w:r>
      <w:r w:rsidR="0058149D">
        <w:rPr>
          <w:rFonts w:ascii="Times New Roman" w:hAnsi="Times New Roman"/>
          <w:sz w:val="28"/>
          <w:szCs w:val="28"/>
          <w:lang w:val="ru-RU"/>
        </w:rPr>
        <w:t xml:space="preserve"> со сроками их выполнения,</w:t>
      </w:r>
      <w:r w:rsidR="0058149D" w:rsidRPr="0058149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8149D">
        <w:rPr>
          <w:rFonts w:ascii="Times New Roman" w:hAnsi="Times New Roman"/>
          <w:sz w:val="28"/>
          <w:szCs w:val="28"/>
          <w:lang w:val="ru-RU"/>
        </w:rPr>
        <w:t xml:space="preserve">определяются "Застройщиком" по согласованию </w:t>
      </w:r>
      <w:r w:rsidR="00802E7F">
        <w:rPr>
          <w:rFonts w:ascii="Times New Roman" w:hAnsi="Times New Roman"/>
          <w:sz w:val="28"/>
          <w:szCs w:val="28"/>
          <w:lang w:val="ru-RU"/>
        </w:rPr>
        <w:br/>
      </w:r>
      <w:r w:rsidR="0058149D">
        <w:rPr>
          <w:rFonts w:ascii="Times New Roman" w:hAnsi="Times New Roman"/>
          <w:sz w:val="28"/>
          <w:szCs w:val="28"/>
          <w:lang w:val="ru-RU"/>
        </w:rPr>
        <w:t>с "</w:t>
      </w:r>
      <w:r w:rsidR="00802E7F">
        <w:rPr>
          <w:rFonts w:ascii="Times New Roman" w:hAnsi="Times New Roman"/>
          <w:sz w:val="28"/>
          <w:szCs w:val="28"/>
          <w:lang w:val="ru-RU"/>
        </w:rPr>
        <w:t xml:space="preserve">Администрацией" в соответствии </w:t>
      </w:r>
      <w:r w:rsidR="0058149D">
        <w:rPr>
          <w:rFonts w:ascii="Times New Roman" w:hAnsi="Times New Roman"/>
          <w:sz w:val="28"/>
          <w:szCs w:val="28"/>
          <w:lang w:val="ru-RU"/>
        </w:rPr>
        <w:t>с</w:t>
      </w:r>
      <w:proofErr w:type="gramEnd"/>
      <w:r w:rsidR="0058149D">
        <w:rPr>
          <w:rFonts w:ascii="Times New Roman" w:hAnsi="Times New Roman"/>
          <w:sz w:val="28"/>
          <w:szCs w:val="28"/>
          <w:lang w:val="ru-RU"/>
        </w:rPr>
        <w:t xml:space="preserve"> утвержденн</w:t>
      </w:r>
      <w:r w:rsidR="00CF098B">
        <w:rPr>
          <w:rFonts w:ascii="Times New Roman" w:hAnsi="Times New Roman"/>
          <w:sz w:val="28"/>
          <w:szCs w:val="28"/>
          <w:lang w:val="ru-RU"/>
        </w:rPr>
        <w:t xml:space="preserve">ой документацией </w:t>
      </w:r>
      <w:r w:rsidR="00802E7F">
        <w:rPr>
          <w:rFonts w:ascii="Times New Roman" w:hAnsi="Times New Roman"/>
          <w:sz w:val="28"/>
          <w:szCs w:val="28"/>
          <w:lang w:val="ru-RU"/>
        </w:rPr>
        <w:br/>
      </w:r>
      <w:r w:rsidR="00CF098B">
        <w:rPr>
          <w:rFonts w:ascii="Times New Roman" w:hAnsi="Times New Roman"/>
          <w:sz w:val="28"/>
          <w:szCs w:val="28"/>
          <w:lang w:val="ru-RU"/>
        </w:rPr>
        <w:t>по планировке территории</w:t>
      </w:r>
      <w:r w:rsidR="0058149D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Pr="009A7171" w:rsidRDefault="00157D4D" w:rsidP="008200F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</w:t>
      </w:r>
      <w:r w:rsidR="001B3B27">
        <w:rPr>
          <w:rFonts w:ascii="Times New Roman" w:hAnsi="Times New Roman"/>
          <w:sz w:val="28"/>
          <w:szCs w:val="28"/>
          <w:lang w:val="ru-RU"/>
        </w:rPr>
        <w:t>5</w:t>
      </w:r>
      <w:r w:rsidR="00971A26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Понятия, используемые в настоящем Договоре, применяются в тех же значениях, что и в нормативных правовых актах Российской Федерации, </w:t>
      </w:r>
      <w:r w:rsidR="00EE697D" w:rsidRPr="009A7171">
        <w:rPr>
          <w:rFonts w:ascii="Times New Roman" w:hAnsi="Times New Roman"/>
          <w:sz w:val="28"/>
          <w:szCs w:val="28"/>
          <w:lang w:val="ru-RU"/>
        </w:rPr>
        <w:t xml:space="preserve">Архангельской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области и муниципальных правовых актах </w:t>
      </w:r>
      <w:r w:rsidR="001C1E25" w:rsidRPr="009A7171">
        <w:rPr>
          <w:rFonts w:ascii="Times New Roman" w:hAnsi="Times New Roman"/>
          <w:sz w:val="28"/>
          <w:szCs w:val="28"/>
          <w:lang w:val="ru-RU"/>
        </w:rPr>
        <w:t>городского округа "Город Архангельск"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Pr="00065DD9" w:rsidRDefault="005E21F2" w:rsidP="0088319E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812F1" w:rsidRPr="00065DD9">
        <w:rPr>
          <w:rFonts w:ascii="Times New Roman" w:hAnsi="Times New Roman"/>
          <w:sz w:val="28"/>
          <w:szCs w:val="28"/>
          <w:lang w:val="ru-RU"/>
        </w:rPr>
        <w:t>1.6</w:t>
      </w:r>
      <w:r w:rsidR="002812F1" w:rsidRPr="0088319E">
        <w:rPr>
          <w:rFonts w:ascii="Times New Roman" w:hAnsi="Times New Roman"/>
          <w:sz w:val="28"/>
          <w:szCs w:val="28"/>
          <w:lang w:val="ru-RU"/>
        </w:rPr>
        <w:t>.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D02397" w:rsidRPr="0088319E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>Застройщик</w:t>
      </w:r>
      <w:r w:rsidR="00D02397" w:rsidRPr="0088319E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 xml:space="preserve"> имеет право исполнять обязательства</w:t>
      </w:r>
      <w:r w:rsidR="00065DD9" w:rsidRPr="0088319E">
        <w:rPr>
          <w:rFonts w:ascii="Times New Roman" w:hAnsi="Times New Roman"/>
          <w:sz w:val="28"/>
          <w:szCs w:val="28"/>
          <w:lang w:val="ru-RU"/>
        </w:rPr>
        <w:t xml:space="preserve">, указанные </w:t>
      </w:r>
      <w:r w:rsidR="00802E7F">
        <w:rPr>
          <w:rFonts w:ascii="Times New Roman" w:hAnsi="Times New Roman"/>
          <w:sz w:val="28"/>
          <w:szCs w:val="28"/>
          <w:lang w:val="ru-RU"/>
        </w:rPr>
        <w:br/>
      </w:r>
      <w:r w:rsidR="00065DD9" w:rsidRPr="0088319E">
        <w:rPr>
          <w:rFonts w:ascii="Times New Roman" w:hAnsi="Times New Roman"/>
          <w:sz w:val="28"/>
          <w:szCs w:val="28"/>
          <w:lang w:val="ru-RU"/>
        </w:rPr>
        <w:t>в пунктах с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812F1" w:rsidRPr="0088319E">
        <w:rPr>
          <w:rFonts w:ascii="Times New Roman" w:hAnsi="Times New Roman"/>
          <w:sz w:val="28"/>
          <w:szCs w:val="28"/>
          <w:lang w:val="ru-RU"/>
        </w:rPr>
        <w:t>6</w:t>
      </w:r>
      <w:r w:rsidR="00065DD9" w:rsidRPr="0088319E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="002812F1" w:rsidRPr="0088319E">
        <w:rPr>
          <w:rFonts w:ascii="Times New Roman" w:hAnsi="Times New Roman"/>
          <w:sz w:val="28"/>
          <w:szCs w:val="28"/>
          <w:lang w:val="ru-RU"/>
        </w:rPr>
        <w:t xml:space="preserve">8 </w:t>
      </w:r>
      <w:r w:rsidR="00802E7F">
        <w:rPr>
          <w:rFonts w:ascii="Times New Roman" w:hAnsi="Times New Roman"/>
          <w:sz w:val="28"/>
          <w:szCs w:val="28"/>
          <w:lang w:val="ru-RU"/>
        </w:rPr>
        <w:t>п</w:t>
      </w:r>
      <w:r w:rsidR="002812F1" w:rsidRPr="0088319E">
        <w:rPr>
          <w:rFonts w:ascii="Times New Roman" w:hAnsi="Times New Roman"/>
          <w:sz w:val="28"/>
          <w:szCs w:val="28"/>
          <w:lang w:val="ru-RU"/>
        </w:rPr>
        <w:t xml:space="preserve">риложения </w:t>
      </w:r>
      <w:r w:rsidR="00802E7F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2812F1" w:rsidRPr="0088319E">
        <w:rPr>
          <w:rFonts w:ascii="Times New Roman" w:hAnsi="Times New Roman"/>
          <w:sz w:val="28"/>
          <w:szCs w:val="28"/>
          <w:lang w:val="ru-RU"/>
        </w:rPr>
        <w:t>3 "Обязательства "Застройщика"</w:t>
      </w:r>
      <w:r w:rsidR="0088319E">
        <w:rPr>
          <w:rFonts w:ascii="Times New Roman" w:hAnsi="Times New Roman"/>
          <w:sz w:val="28"/>
          <w:szCs w:val="28"/>
          <w:lang w:val="ru-RU"/>
        </w:rPr>
        <w:t>,</w:t>
      </w:r>
      <w:r w:rsidR="002812F1" w:rsidRP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8319E" w:rsidRPr="0088319E">
        <w:rPr>
          <w:rFonts w:ascii="Times New Roman" w:hAnsi="Times New Roman"/>
          <w:sz w:val="28"/>
          <w:szCs w:val="28"/>
          <w:lang w:val="ru-RU"/>
        </w:rPr>
        <w:t>Сроки выполнения обязательств в соответствии с утвержденной документацией по планировке территории и этапами реализации решения о комплексном развитии территории жилой застройки</w:t>
      </w:r>
      <w:r w:rsidR="005F1052">
        <w:rPr>
          <w:rFonts w:ascii="Times New Roman" w:hAnsi="Times New Roman"/>
          <w:sz w:val="28"/>
          <w:szCs w:val="28"/>
          <w:lang w:val="ru-RU"/>
        </w:rPr>
        <w:t>"</w:t>
      </w:r>
      <w:r w:rsidR="002812F1" w:rsidRP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F1052" w:rsidRPr="005F1052">
        <w:rPr>
          <w:rFonts w:ascii="Times New Roman" w:hAnsi="Times New Roman"/>
          <w:sz w:val="28"/>
          <w:szCs w:val="28"/>
          <w:lang w:val="ru-RU"/>
        </w:rPr>
        <w:t>к настоящему Договору</w:t>
      </w:r>
      <w:r w:rsidR="005F1052">
        <w:rPr>
          <w:rFonts w:ascii="Times New Roman" w:hAnsi="Times New Roman"/>
          <w:sz w:val="28"/>
          <w:szCs w:val="28"/>
          <w:lang w:val="ru-RU"/>
        </w:rPr>
        <w:t>,</w:t>
      </w:r>
      <w:r w:rsidR="005F1052" w:rsidRPr="005F105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F1052">
        <w:rPr>
          <w:rFonts w:ascii="Times New Roman" w:hAnsi="Times New Roman"/>
          <w:sz w:val="28"/>
          <w:szCs w:val="28"/>
          <w:lang w:val="ru-RU"/>
        </w:rPr>
        <w:t xml:space="preserve">и </w:t>
      </w:r>
      <w:r w:rsidR="002812F1" w:rsidRPr="0088319E">
        <w:rPr>
          <w:rFonts w:ascii="Times New Roman" w:hAnsi="Times New Roman"/>
          <w:sz w:val="28"/>
          <w:szCs w:val="28"/>
          <w:lang w:val="ru-RU"/>
        </w:rPr>
        <w:t>предусмотренные</w:t>
      </w:r>
      <w:r w:rsidR="008A0665" w:rsidRP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57931" w:rsidRPr="00A57931">
        <w:rPr>
          <w:rFonts w:ascii="Times New Roman" w:hAnsi="Times New Roman"/>
          <w:sz w:val="28"/>
          <w:szCs w:val="28"/>
          <w:lang w:val="ru-RU"/>
        </w:rPr>
        <w:t>подпунктами</w:t>
      </w:r>
      <w:r w:rsidR="005F1052">
        <w:rPr>
          <w:rFonts w:ascii="Times New Roman" w:hAnsi="Times New Roman"/>
          <w:sz w:val="28"/>
          <w:szCs w:val="28"/>
          <w:lang w:val="ru-RU"/>
        </w:rPr>
        <w:t xml:space="preserve"> 3.1.9, 3.1.10, 3.1.11</w:t>
      </w:r>
      <w:r w:rsidR="002812F1" w:rsidRPr="0088319E">
        <w:rPr>
          <w:rFonts w:ascii="Times New Roman" w:hAnsi="Times New Roman"/>
          <w:sz w:val="28"/>
          <w:szCs w:val="28"/>
          <w:lang w:val="ru-RU"/>
        </w:rPr>
        <w:t xml:space="preserve"> Договор</w:t>
      </w:r>
      <w:r w:rsidR="005F1052">
        <w:rPr>
          <w:rFonts w:ascii="Times New Roman" w:hAnsi="Times New Roman"/>
          <w:sz w:val="28"/>
          <w:szCs w:val="28"/>
          <w:lang w:val="ru-RU"/>
        </w:rPr>
        <w:t>а</w:t>
      </w:r>
      <w:r w:rsidR="002812F1" w:rsidRPr="0088319E">
        <w:rPr>
          <w:rFonts w:ascii="Times New Roman" w:hAnsi="Times New Roman"/>
          <w:sz w:val="28"/>
          <w:szCs w:val="28"/>
          <w:lang w:val="ru-RU"/>
        </w:rPr>
        <w:t xml:space="preserve"> о комплексном развитии  </w:t>
      </w:r>
      <w:r w:rsidR="008A0665" w:rsidRPr="0088319E">
        <w:rPr>
          <w:rFonts w:ascii="Times New Roman" w:hAnsi="Times New Roman"/>
          <w:sz w:val="28"/>
          <w:szCs w:val="28"/>
          <w:lang w:val="ru-RU"/>
        </w:rPr>
        <w:t xml:space="preserve">территории жилой застройки" 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>в рамках нескольких этапов реализации решения о</w:t>
      </w:r>
      <w:proofErr w:type="gramEnd"/>
      <w:r w:rsidR="00E56335" w:rsidRPr="0088319E">
        <w:rPr>
          <w:rFonts w:ascii="Times New Roman" w:hAnsi="Times New Roman"/>
          <w:sz w:val="28"/>
          <w:szCs w:val="28"/>
          <w:lang w:val="ru-RU"/>
        </w:rPr>
        <w:t xml:space="preserve"> комплексном </w:t>
      </w:r>
      <w:proofErr w:type="gramStart"/>
      <w:r w:rsidR="00E56335" w:rsidRPr="0088319E">
        <w:rPr>
          <w:rFonts w:ascii="Times New Roman" w:hAnsi="Times New Roman"/>
          <w:sz w:val="28"/>
          <w:szCs w:val="28"/>
          <w:lang w:val="ru-RU"/>
        </w:rPr>
        <w:t>развитии</w:t>
      </w:r>
      <w:proofErr w:type="gramEnd"/>
      <w:r w:rsidR="00E56335" w:rsidRPr="0088319E">
        <w:rPr>
          <w:rFonts w:ascii="Times New Roman" w:hAnsi="Times New Roman"/>
          <w:sz w:val="28"/>
          <w:szCs w:val="28"/>
          <w:lang w:val="ru-RU"/>
        </w:rPr>
        <w:t xml:space="preserve"> территории жилой застройки одновременно.</w:t>
      </w:r>
      <w:r w:rsidR="00E56335" w:rsidRPr="00065DD9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56335" w:rsidRPr="002812F1" w:rsidRDefault="00E56335" w:rsidP="00E56335">
      <w:pPr>
        <w:spacing w:before="100" w:beforeAutospacing="1" w:after="238"/>
        <w:ind w:firstLine="709"/>
        <w:contextualSpacing/>
        <w:jc w:val="both"/>
        <w:rPr>
          <w:rFonts w:ascii="Times New Roman" w:hAnsi="Times New Roman"/>
          <w:color w:val="FF0000"/>
          <w:sz w:val="28"/>
          <w:szCs w:val="28"/>
          <w:lang w:val="ru-RU"/>
        </w:rPr>
      </w:pPr>
    </w:p>
    <w:p w:rsidR="00741412" w:rsidRPr="00EF737C" w:rsidRDefault="00741412" w:rsidP="00741412">
      <w:pPr>
        <w:numPr>
          <w:ilvl w:val="0"/>
          <w:numId w:val="46"/>
        </w:numPr>
        <w:tabs>
          <w:tab w:val="clear" w:pos="720"/>
          <w:tab w:val="num" w:pos="567"/>
        </w:tabs>
        <w:ind w:left="142" w:firstLine="0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>Ц</w:t>
      </w:r>
      <w:r w:rsidRPr="00EF737C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>ена права на заключение</w:t>
      </w:r>
      <w:r w:rsidRPr="00EF737C">
        <w:rPr>
          <w:rFonts w:ascii="Times New Roman" w:hAnsi="Times New Roman"/>
          <w:b/>
          <w:bCs/>
          <w:sz w:val="28"/>
          <w:szCs w:val="28"/>
          <w:lang w:val="ru-RU"/>
        </w:rPr>
        <w:t xml:space="preserve"> договора и порядок оплаты </w:t>
      </w:r>
    </w:p>
    <w:p w:rsidR="00E56335" w:rsidRPr="009A7171" w:rsidRDefault="00E56335" w:rsidP="00E56335">
      <w:pPr>
        <w:spacing w:before="100" w:beforeAutospacing="1" w:after="238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B4084D" w:rsidRPr="00B4084D" w:rsidRDefault="00B360DB" w:rsidP="00B4084D">
      <w:pPr>
        <w:spacing w:before="100" w:beforeAutospacing="1" w:line="276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2.1 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Цена </w:t>
      </w:r>
      <w:r w:rsidR="001B3B27"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>прав</w:t>
      </w:r>
      <w:r w:rsidR="001B3B27">
        <w:rPr>
          <w:rFonts w:ascii="Times New Roman" w:hAnsi="Times New Roman"/>
          <w:sz w:val="28"/>
          <w:szCs w:val="28"/>
          <w:lang w:val="ru-RU"/>
        </w:rPr>
        <w:t>о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 заключени</w:t>
      </w:r>
      <w:r w:rsidR="001B3B27">
        <w:rPr>
          <w:rFonts w:ascii="Times New Roman" w:hAnsi="Times New Roman"/>
          <w:sz w:val="28"/>
          <w:szCs w:val="28"/>
          <w:lang w:val="ru-RU"/>
        </w:rPr>
        <w:t>я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B3B27">
        <w:rPr>
          <w:rFonts w:ascii="Times New Roman" w:hAnsi="Times New Roman"/>
          <w:sz w:val="28"/>
          <w:szCs w:val="28"/>
          <w:lang w:val="ru-RU"/>
        </w:rPr>
        <w:t>Д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>оговора, составляет</w:t>
      </w:r>
      <w:proofErr w:type="gramStart"/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 ____________(____________________________) </w:t>
      </w:r>
      <w:proofErr w:type="spellStart"/>
      <w:proofErr w:type="gramEnd"/>
      <w:r w:rsidR="00B4084D" w:rsidRPr="00B4084D">
        <w:rPr>
          <w:rFonts w:ascii="Times New Roman" w:hAnsi="Times New Roman"/>
          <w:sz w:val="28"/>
          <w:szCs w:val="28"/>
          <w:lang w:val="ru-RU"/>
        </w:rPr>
        <w:t>рублей_____копеек</w:t>
      </w:r>
      <w:proofErr w:type="spellEnd"/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 (в том числе НДС).</w:t>
      </w:r>
    </w:p>
    <w:p w:rsidR="00B360DB" w:rsidRPr="009A7171" w:rsidRDefault="00B360DB" w:rsidP="00B4084D">
      <w:pPr>
        <w:spacing w:before="100" w:beforeAutospacing="1" w:line="276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>2.2. Оплата производится в следующем порядке:</w:t>
      </w:r>
    </w:p>
    <w:p w:rsidR="00B360DB" w:rsidRPr="009A7171" w:rsidRDefault="00B360DB" w:rsidP="00B4084D">
      <w:pPr>
        <w:spacing w:before="100" w:beforeAutospacing="1" w:line="276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2.2.1. Задаток, внесенный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для обеспечения заявки </w:t>
      </w:r>
      <w:r w:rsidR="00D52452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 участие </w:t>
      </w:r>
      <w:r w:rsidR="00D52452">
        <w:rPr>
          <w:rFonts w:ascii="Times New Roman" w:hAnsi="Times New Roman"/>
          <w:sz w:val="28"/>
          <w:szCs w:val="28"/>
          <w:lang w:val="ru-RU"/>
        </w:rPr>
        <w:t xml:space="preserve">в аукционе на право заключения </w:t>
      </w:r>
      <w:r w:rsidR="008E3EA7">
        <w:rPr>
          <w:rFonts w:ascii="Times New Roman" w:hAnsi="Times New Roman"/>
          <w:sz w:val="28"/>
          <w:szCs w:val="28"/>
          <w:lang w:val="ru-RU"/>
        </w:rPr>
        <w:t>Д</w:t>
      </w:r>
      <w:r w:rsidR="00D52452">
        <w:rPr>
          <w:rFonts w:ascii="Times New Roman" w:hAnsi="Times New Roman"/>
          <w:sz w:val="28"/>
          <w:szCs w:val="28"/>
          <w:lang w:val="ru-RU"/>
        </w:rPr>
        <w:t xml:space="preserve">оговора </w:t>
      </w:r>
      <w:r w:rsidRPr="009A7171">
        <w:rPr>
          <w:rFonts w:ascii="Times New Roman" w:hAnsi="Times New Roman"/>
          <w:sz w:val="28"/>
          <w:szCs w:val="28"/>
          <w:lang w:val="ru-RU"/>
        </w:rPr>
        <w:t>в размере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 __________(</w:t>
      </w:r>
      <w:r w:rsidR="006024F4" w:rsidRPr="009A7171">
        <w:rPr>
          <w:rFonts w:ascii="Times New Roman" w:hAnsi="Times New Roman"/>
          <w:sz w:val="28"/>
          <w:szCs w:val="28"/>
          <w:lang w:val="ru-RU"/>
        </w:rPr>
        <w:t xml:space="preserve">_______________) </w:t>
      </w:r>
      <w:proofErr w:type="gramEnd"/>
      <w:r w:rsidR="006024F4" w:rsidRPr="009A7171">
        <w:rPr>
          <w:rFonts w:ascii="Times New Roman" w:hAnsi="Times New Roman"/>
          <w:sz w:val="28"/>
          <w:szCs w:val="28"/>
          <w:lang w:val="ru-RU"/>
        </w:rPr>
        <w:t>рублей ____ копеек (в том числе НДС)</w:t>
      </w:r>
      <w:r w:rsidR="008E3EA7">
        <w:rPr>
          <w:rFonts w:ascii="Times New Roman" w:hAnsi="Times New Roman"/>
          <w:sz w:val="28"/>
          <w:szCs w:val="28"/>
          <w:lang w:val="ru-RU"/>
        </w:rPr>
        <w:t>,</w:t>
      </w:r>
      <w:r w:rsidR="00D52452">
        <w:rPr>
          <w:rFonts w:ascii="Times New Roman" w:hAnsi="Times New Roman"/>
          <w:sz w:val="28"/>
          <w:szCs w:val="28"/>
          <w:lang w:val="ru-RU"/>
        </w:rPr>
        <w:t xml:space="preserve"> засчитывается </w:t>
      </w:r>
      <w:r w:rsidR="006024F4" w:rsidRPr="009A7171">
        <w:rPr>
          <w:rFonts w:ascii="Times New Roman" w:hAnsi="Times New Roman"/>
          <w:sz w:val="28"/>
          <w:szCs w:val="28"/>
          <w:lang w:val="ru-RU"/>
        </w:rPr>
        <w:t xml:space="preserve">в счет оплаты цены, указанной в </w:t>
      </w:r>
      <w:r w:rsidR="00A57931">
        <w:rPr>
          <w:rFonts w:ascii="Times New Roman" w:hAnsi="Times New Roman"/>
          <w:sz w:val="28"/>
          <w:szCs w:val="28"/>
          <w:lang w:val="ru-RU"/>
        </w:rPr>
        <w:t>пункте</w:t>
      </w:r>
      <w:r w:rsidR="006024F4" w:rsidRPr="009A7171">
        <w:rPr>
          <w:rFonts w:ascii="Times New Roman" w:hAnsi="Times New Roman"/>
          <w:sz w:val="28"/>
          <w:szCs w:val="28"/>
          <w:lang w:val="ru-RU"/>
        </w:rPr>
        <w:t xml:space="preserve"> 2.1. настоящего Договора.</w:t>
      </w:r>
    </w:p>
    <w:p w:rsidR="006024F4" w:rsidRPr="009A7171" w:rsidRDefault="006024F4" w:rsidP="00B4084D">
      <w:pPr>
        <w:spacing w:before="100" w:beforeAutospacing="1" w:line="276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2.2.2.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переч</w:t>
      </w:r>
      <w:r w:rsidR="008E3EA7">
        <w:rPr>
          <w:rFonts w:ascii="Times New Roman" w:hAnsi="Times New Roman"/>
          <w:sz w:val="28"/>
          <w:szCs w:val="28"/>
          <w:lang w:val="ru-RU"/>
        </w:rPr>
        <w:t>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сляет денежные средства, указанные в пункте 2.1. </w:t>
      </w:r>
      <w:r w:rsidR="008E3EA7">
        <w:rPr>
          <w:rFonts w:ascii="Times New Roman" w:hAnsi="Times New Roman"/>
          <w:sz w:val="28"/>
          <w:szCs w:val="28"/>
          <w:lang w:val="ru-RU"/>
        </w:rPr>
        <w:t>Д</w:t>
      </w:r>
      <w:r w:rsidRPr="009A7171">
        <w:rPr>
          <w:rFonts w:ascii="Times New Roman" w:hAnsi="Times New Roman"/>
          <w:sz w:val="28"/>
          <w:szCs w:val="28"/>
          <w:lang w:val="ru-RU"/>
        </w:rPr>
        <w:t>оговор</w:t>
      </w:r>
      <w:r w:rsidR="00EF55B0" w:rsidRPr="009A7171">
        <w:rPr>
          <w:rFonts w:ascii="Times New Roman" w:hAnsi="Times New Roman"/>
          <w:sz w:val="28"/>
          <w:szCs w:val="28"/>
          <w:lang w:val="ru-RU"/>
        </w:rPr>
        <w:t>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течение 10 (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десяти) рабочих дней с момента 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одписания </w:t>
      </w:r>
      <w:r w:rsidR="00410E5D">
        <w:rPr>
          <w:rFonts w:ascii="Times New Roman" w:hAnsi="Times New Roman"/>
          <w:sz w:val="28"/>
          <w:szCs w:val="28"/>
          <w:lang w:val="ru-RU"/>
        </w:rPr>
        <w:t xml:space="preserve">настоящего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Договора 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по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банковски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м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реквизит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ам</w:t>
      </w:r>
      <w:r w:rsidRPr="009A7171">
        <w:rPr>
          <w:rFonts w:ascii="Times New Roman" w:hAnsi="Times New Roman"/>
          <w:sz w:val="28"/>
          <w:szCs w:val="28"/>
          <w:lang w:val="ru-RU"/>
        </w:rPr>
        <w:t>, указанны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м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пункте </w:t>
      </w:r>
      <w:r w:rsidR="00EF55B0" w:rsidRPr="009A7171">
        <w:rPr>
          <w:rFonts w:ascii="Times New Roman" w:hAnsi="Times New Roman"/>
          <w:sz w:val="28"/>
          <w:szCs w:val="28"/>
          <w:lang w:val="ru-RU"/>
        </w:rPr>
        <w:t>2.2.3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Договора.</w:t>
      </w:r>
    </w:p>
    <w:p w:rsidR="006024F4" w:rsidRPr="009A7171" w:rsidRDefault="006024F4" w:rsidP="00B4084D">
      <w:pPr>
        <w:spacing w:before="100" w:beforeAutospacing="1" w:line="276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2.2.3. Реквизиты: ИНН________________; КПП___________________; ОКТМО ______________Получатель____________________________________</w:t>
      </w:r>
    </w:p>
    <w:p w:rsidR="006024F4" w:rsidRPr="009A7171" w:rsidRDefault="006024F4" w:rsidP="00B4084D">
      <w:pPr>
        <w:spacing w:before="100" w:beforeAutospacing="1" w:line="276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Единый казначейский счет (счет банка получателя): №______________</w:t>
      </w:r>
    </w:p>
    <w:p w:rsidR="006024F4" w:rsidRPr="009A7171" w:rsidRDefault="006024F4" w:rsidP="00B4084D">
      <w:pPr>
        <w:spacing w:before="100" w:beforeAutospacing="1" w:line="276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Казначейский счет (счет получателя): _____________________________</w:t>
      </w:r>
    </w:p>
    <w:p w:rsidR="006024F4" w:rsidRPr="009A7171" w:rsidRDefault="006024F4" w:rsidP="00B4084D">
      <w:pPr>
        <w:spacing w:before="100" w:beforeAutospacing="1" w:line="276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ТОФК (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б</w:t>
      </w:r>
      <w:r w:rsidRPr="009A7171">
        <w:rPr>
          <w:rFonts w:ascii="Times New Roman" w:hAnsi="Times New Roman"/>
          <w:sz w:val="28"/>
          <w:szCs w:val="28"/>
          <w:lang w:val="ru-RU"/>
        </w:rPr>
        <w:t>анк получателя):________________________________________</w:t>
      </w:r>
    </w:p>
    <w:p w:rsidR="006024F4" w:rsidRPr="009A7171" w:rsidRDefault="006024F4" w:rsidP="00B4084D">
      <w:pPr>
        <w:spacing w:before="100" w:beforeAutospacing="1" w:line="276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БИК ТОФК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 xml:space="preserve"> (банка получателя):    _________________________________</w:t>
      </w:r>
    </w:p>
    <w:p w:rsidR="002D2500" w:rsidRPr="009A7171" w:rsidRDefault="002D2500" w:rsidP="00B4084D">
      <w:pPr>
        <w:spacing w:before="100" w:beforeAutospacing="1" w:line="276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Назначение платежа:_________________________________</w:t>
      </w:r>
    </w:p>
    <w:p w:rsidR="00E56335" w:rsidRDefault="00E56335" w:rsidP="00E56335">
      <w:pPr>
        <w:spacing w:before="100" w:beforeAutospacing="1"/>
        <w:ind w:firstLine="709"/>
        <w:contextualSpacing/>
        <w:jc w:val="both"/>
        <w:rPr>
          <w:rFonts w:ascii="Times New Roman" w:hAnsi="Times New Roman"/>
          <w:i/>
          <w:lang w:val="ru-RU"/>
        </w:rPr>
      </w:pPr>
    </w:p>
    <w:p w:rsidR="00713091" w:rsidRPr="009A7171" w:rsidRDefault="00713091" w:rsidP="00E56335">
      <w:pPr>
        <w:spacing w:before="100" w:beforeAutospacing="1"/>
        <w:ind w:firstLine="709"/>
        <w:contextualSpacing/>
        <w:jc w:val="both"/>
        <w:rPr>
          <w:rFonts w:ascii="Times New Roman" w:hAnsi="Times New Roman"/>
          <w:i/>
          <w:lang w:val="ru-RU"/>
        </w:rPr>
      </w:pPr>
    </w:p>
    <w:p w:rsidR="00741412" w:rsidRPr="00741412" w:rsidRDefault="00741412" w:rsidP="00D52452">
      <w:pPr>
        <w:numPr>
          <w:ilvl w:val="0"/>
          <w:numId w:val="47"/>
        </w:numPr>
        <w:tabs>
          <w:tab w:val="clear" w:pos="720"/>
          <w:tab w:val="num" w:pos="0"/>
        </w:tabs>
        <w:spacing w:before="100" w:beforeAutospacing="1" w:after="238"/>
        <w:ind w:left="0" w:firstLine="284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Права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и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обязанности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сторон</w:t>
      </w:r>
      <w:proofErr w:type="spellEnd"/>
    </w:p>
    <w:p w:rsidR="00E56335" w:rsidRPr="009A7171" w:rsidRDefault="00E56335" w:rsidP="00E56335">
      <w:pPr>
        <w:spacing w:before="100" w:beforeAutospacing="1" w:after="238"/>
        <w:contextualSpacing/>
        <w:jc w:val="center"/>
        <w:rPr>
          <w:rFonts w:ascii="Times New Roman" w:hAnsi="Times New Roman"/>
          <w:sz w:val="28"/>
          <w:szCs w:val="28"/>
        </w:rPr>
      </w:pPr>
    </w:p>
    <w:p w:rsidR="00BE7826" w:rsidRPr="00B4084D" w:rsidRDefault="00F0640A" w:rsidP="00836A91">
      <w:pPr>
        <w:spacing w:before="100" w:beforeAutospacing="1" w:line="276" w:lineRule="auto"/>
        <w:ind w:left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4084D">
        <w:rPr>
          <w:rFonts w:ascii="Times New Roman" w:hAnsi="Times New Roman"/>
          <w:bCs/>
          <w:sz w:val="28"/>
          <w:szCs w:val="28"/>
          <w:lang w:val="ru-RU"/>
        </w:rPr>
        <w:t>3.1.</w:t>
      </w:r>
      <w:r w:rsidR="00D44063" w:rsidRPr="00B4084D">
        <w:rPr>
          <w:rFonts w:ascii="Times New Roman" w:hAnsi="Times New Roman"/>
          <w:bCs/>
          <w:sz w:val="28"/>
          <w:szCs w:val="28"/>
          <w:lang w:val="ru-RU"/>
        </w:rPr>
        <w:t>"</w:t>
      </w:r>
      <w:r w:rsidR="00E56335" w:rsidRPr="00B4084D">
        <w:rPr>
          <w:rFonts w:ascii="Times New Roman" w:hAnsi="Times New Roman"/>
          <w:bCs/>
          <w:sz w:val="28"/>
          <w:szCs w:val="28"/>
          <w:lang w:val="ru-RU"/>
        </w:rPr>
        <w:t>Застройщик</w:t>
      </w:r>
      <w:r w:rsidR="00D44063" w:rsidRPr="00B4084D">
        <w:rPr>
          <w:rFonts w:ascii="Times New Roman" w:hAnsi="Times New Roman"/>
          <w:bCs/>
          <w:sz w:val="28"/>
          <w:szCs w:val="28"/>
          <w:lang w:val="ru-RU"/>
        </w:rPr>
        <w:t>"</w:t>
      </w:r>
      <w:r w:rsidR="00E56335" w:rsidRPr="00B4084D">
        <w:rPr>
          <w:rFonts w:ascii="Times New Roman" w:hAnsi="Times New Roman"/>
          <w:bCs/>
          <w:sz w:val="28"/>
          <w:szCs w:val="28"/>
          <w:lang w:val="ru-RU"/>
        </w:rPr>
        <w:t xml:space="preserve"> обязан:</w:t>
      </w:r>
    </w:p>
    <w:p w:rsidR="00D038FE" w:rsidRDefault="00E56335" w:rsidP="00836A91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CF098B">
        <w:rPr>
          <w:rFonts w:ascii="Times New Roman" w:hAnsi="Times New Roman"/>
          <w:sz w:val="28"/>
          <w:szCs w:val="28"/>
          <w:lang w:val="ru-RU"/>
        </w:rPr>
        <w:t>3.1.1.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038FE">
        <w:rPr>
          <w:rFonts w:ascii="Times New Roman" w:hAnsi="Times New Roman"/>
          <w:sz w:val="28"/>
          <w:szCs w:val="28"/>
          <w:lang w:val="ru-RU"/>
        </w:rPr>
        <w:t>Принять решение о подготовке документации по планировке территории в соответствии с частью 1 статьи 45 Градостроительного кодекса Российской Федерации.</w:t>
      </w:r>
    </w:p>
    <w:p w:rsidR="00467B1F" w:rsidRDefault="00124AC1" w:rsidP="00836A91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124AC1">
        <w:rPr>
          <w:rFonts w:ascii="Times New Roman" w:hAnsi="Times New Roman"/>
          <w:sz w:val="28"/>
          <w:szCs w:val="28"/>
          <w:lang w:val="ru-RU"/>
        </w:rPr>
        <w:t xml:space="preserve">Разработать </w:t>
      </w:r>
      <w:r w:rsidR="00CF098B">
        <w:rPr>
          <w:rFonts w:ascii="Times New Roman" w:hAnsi="Times New Roman"/>
          <w:sz w:val="28"/>
          <w:szCs w:val="28"/>
          <w:lang w:val="ru-RU"/>
        </w:rPr>
        <w:t>документацию по планировке территории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F1052"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Pr="00124AC1">
        <w:rPr>
          <w:rFonts w:ascii="Times New Roman" w:hAnsi="Times New Roman"/>
          <w:sz w:val="28"/>
          <w:szCs w:val="28"/>
          <w:lang w:val="ru-RU"/>
        </w:rPr>
        <w:t>основании документов территориального планирования, правил землепользования и застройки (за исключением подготовки документации по планировке территории, предусматривающей размещение линейных объектов), лесохозяйственного регламента, положения об особо охраняемой природной территории в соответствии с программами комплексного развития систем коммунальной инфраструктуры, программами комплексного развития транспортной инфраструктуры, программами комплексного развития социальной инфраструктуры, нормативами градостроительного проектирования, комплексными схемами организации дорожного движения</w:t>
      </w:r>
      <w:proofErr w:type="gramEnd"/>
      <w:r w:rsidRPr="00124AC1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gramStart"/>
      <w:r w:rsidRPr="00124AC1">
        <w:rPr>
          <w:rFonts w:ascii="Times New Roman" w:hAnsi="Times New Roman"/>
          <w:sz w:val="28"/>
          <w:szCs w:val="28"/>
          <w:lang w:val="ru-RU"/>
        </w:rPr>
        <w:t xml:space="preserve">требованиями по обеспечению эффективности организации дорожного движения, указанными в части 1 статьи 11 Федерального закона </w:t>
      </w:r>
      <w:r w:rsidR="00D52452">
        <w:rPr>
          <w:rFonts w:ascii="Times New Roman" w:hAnsi="Times New Roman"/>
          <w:sz w:val="28"/>
          <w:szCs w:val="28"/>
          <w:lang w:val="ru-RU"/>
        </w:rPr>
        <w:br/>
      </w:r>
      <w:r w:rsidR="00410E5D">
        <w:rPr>
          <w:rFonts w:ascii="Times New Roman" w:hAnsi="Times New Roman"/>
          <w:sz w:val="28"/>
          <w:szCs w:val="28"/>
          <w:lang w:val="ru-RU"/>
        </w:rPr>
        <w:t>"</w:t>
      </w:r>
      <w:r w:rsidRPr="00124AC1">
        <w:rPr>
          <w:rFonts w:ascii="Times New Roman" w:hAnsi="Times New Roman"/>
          <w:sz w:val="28"/>
          <w:szCs w:val="28"/>
          <w:lang w:val="ru-RU"/>
        </w:rPr>
        <w:t>Об организации дорожного движения в Российской Федерации и о внесении изменений в отдельные законодательные акты Российской Федерации</w:t>
      </w:r>
      <w:r w:rsidR="00410E5D">
        <w:rPr>
          <w:rFonts w:ascii="Times New Roman" w:hAnsi="Times New Roman"/>
          <w:sz w:val="28"/>
          <w:szCs w:val="28"/>
          <w:lang w:val="ru-RU"/>
        </w:rPr>
        <w:t>"</w:t>
      </w:r>
      <w:r w:rsidRPr="00124AC1">
        <w:rPr>
          <w:rFonts w:ascii="Times New Roman" w:hAnsi="Times New Roman"/>
          <w:sz w:val="28"/>
          <w:szCs w:val="28"/>
          <w:lang w:val="ru-RU"/>
        </w:rPr>
        <w:t xml:space="preserve">, требованиями технических регламентов, сводов правил с учетом материалов и </w:t>
      </w:r>
      <w:r w:rsidRPr="00124AC1">
        <w:rPr>
          <w:rFonts w:ascii="Times New Roman" w:hAnsi="Times New Roman"/>
          <w:sz w:val="28"/>
          <w:szCs w:val="28"/>
          <w:lang w:val="ru-RU"/>
        </w:rPr>
        <w:lastRenderedPageBreak/>
        <w:t>результатов инженерных изысканий, границ территорий объектов культурного наследия, включенных в единый государственный реестр объектов культурного наследия (памятников истории и</w:t>
      </w:r>
      <w:proofErr w:type="gramEnd"/>
      <w:r w:rsidRPr="00124AC1">
        <w:rPr>
          <w:rFonts w:ascii="Times New Roman" w:hAnsi="Times New Roman"/>
          <w:sz w:val="28"/>
          <w:szCs w:val="28"/>
          <w:lang w:val="ru-RU"/>
        </w:rPr>
        <w:t xml:space="preserve"> культуры) народов Российской Федерации, границ территорий выявленных объектов культурного наследия, границ зон </w:t>
      </w:r>
      <w:r w:rsidR="00D52452">
        <w:rPr>
          <w:rFonts w:ascii="Times New Roman" w:hAnsi="Times New Roman"/>
          <w:sz w:val="28"/>
          <w:szCs w:val="28"/>
          <w:lang w:val="ru-RU"/>
        </w:rPr>
        <w:br/>
      </w:r>
      <w:r w:rsidRPr="00124AC1">
        <w:rPr>
          <w:rFonts w:ascii="Times New Roman" w:hAnsi="Times New Roman"/>
          <w:sz w:val="28"/>
          <w:szCs w:val="28"/>
          <w:lang w:val="ru-RU"/>
        </w:rPr>
        <w:t>с особыми условиями использования территорий.</w:t>
      </w:r>
    </w:p>
    <w:p w:rsidR="008B3CED" w:rsidRPr="008B3CED" w:rsidRDefault="008B3CED" w:rsidP="008B3CED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B3CED">
        <w:rPr>
          <w:rFonts w:ascii="Times New Roman" w:hAnsi="Times New Roman"/>
          <w:sz w:val="28"/>
          <w:szCs w:val="28"/>
          <w:lang w:val="ru-RU"/>
        </w:rPr>
        <w:t>Документацией по планировке территории в границах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B3CED">
        <w:rPr>
          <w:rFonts w:ascii="Times New Roman" w:hAnsi="Times New Roman"/>
          <w:sz w:val="28"/>
          <w:szCs w:val="28"/>
          <w:lang w:val="ru-RU"/>
        </w:rPr>
        <w:t>Территории 1 жилой застройки и Территории 2 жилой застройки</w:t>
      </w:r>
      <w:r>
        <w:rPr>
          <w:rFonts w:ascii="Times New Roman" w:hAnsi="Times New Roman"/>
          <w:sz w:val="28"/>
          <w:szCs w:val="28"/>
          <w:lang w:val="ru-RU"/>
        </w:rPr>
        <w:t xml:space="preserve"> предусмотреть</w:t>
      </w:r>
      <w:r w:rsidRPr="008B3CED">
        <w:rPr>
          <w:lang w:val="ru-RU"/>
        </w:rPr>
        <w:t xml:space="preserve"> </w:t>
      </w:r>
      <w:r w:rsidRPr="008B3CED">
        <w:rPr>
          <w:rFonts w:ascii="Times New Roman" w:hAnsi="Times New Roman"/>
          <w:sz w:val="28"/>
          <w:szCs w:val="28"/>
          <w:lang w:val="ru-RU"/>
        </w:rPr>
        <w:t xml:space="preserve">строительство объектов жилого назначения, с учетом обеспеченности территории улично-дорожной сетью, местами хранения автотранспорта, объектами социальной, инженерной, коммерческой инфраструктуры, элементами благоустройства. </w:t>
      </w:r>
      <w:r w:rsidR="001871C1">
        <w:rPr>
          <w:rFonts w:ascii="Times New Roman" w:hAnsi="Times New Roman"/>
          <w:sz w:val="28"/>
          <w:szCs w:val="28"/>
          <w:lang w:val="ru-RU"/>
        </w:rPr>
        <w:t xml:space="preserve">Общий объем строительства </w:t>
      </w:r>
      <w:r w:rsidR="007F29F1">
        <w:rPr>
          <w:rFonts w:ascii="Times New Roman" w:hAnsi="Times New Roman"/>
          <w:sz w:val="28"/>
          <w:szCs w:val="28"/>
          <w:lang w:val="ru-RU"/>
        </w:rPr>
        <w:t xml:space="preserve">– </w:t>
      </w:r>
      <w:r w:rsidR="001871C1">
        <w:rPr>
          <w:rFonts w:ascii="Times New Roman" w:hAnsi="Times New Roman"/>
          <w:sz w:val="28"/>
          <w:szCs w:val="28"/>
          <w:lang w:val="ru-RU"/>
        </w:rPr>
        <w:t xml:space="preserve">не более </w:t>
      </w:r>
      <w:r w:rsidR="00D52452">
        <w:rPr>
          <w:rFonts w:ascii="Times New Roman" w:hAnsi="Times New Roman"/>
          <w:sz w:val="28"/>
          <w:szCs w:val="28"/>
          <w:lang w:val="ru-RU"/>
        </w:rPr>
        <w:br/>
      </w:r>
      <w:r w:rsidR="001871C1">
        <w:rPr>
          <w:rFonts w:ascii="Times New Roman" w:hAnsi="Times New Roman"/>
          <w:sz w:val="28"/>
          <w:szCs w:val="28"/>
          <w:lang w:val="ru-RU"/>
        </w:rPr>
        <w:t xml:space="preserve">87,23 </w:t>
      </w:r>
      <w:r w:rsidR="009C6809">
        <w:rPr>
          <w:rFonts w:ascii="Times New Roman" w:hAnsi="Times New Roman"/>
          <w:sz w:val="28"/>
          <w:szCs w:val="28"/>
          <w:lang w:val="ru-RU"/>
        </w:rPr>
        <w:t xml:space="preserve">тыс. </w:t>
      </w:r>
      <w:r w:rsidR="001871C1">
        <w:rPr>
          <w:rFonts w:ascii="Times New Roman" w:hAnsi="Times New Roman"/>
          <w:sz w:val="28"/>
          <w:szCs w:val="28"/>
          <w:lang w:val="ru-RU"/>
        </w:rPr>
        <w:t>кв.</w:t>
      </w:r>
      <w:r w:rsidR="00D5245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871C1">
        <w:rPr>
          <w:rFonts w:ascii="Times New Roman" w:hAnsi="Times New Roman"/>
          <w:sz w:val="28"/>
          <w:szCs w:val="28"/>
          <w:lang w:val="ru-RU"/>
        </w:rPr>
        <w:t xml:space="preserve">м, где </w:t>
      </w:r>
      <w:r w:rsidR="00C66F67">
        <w:rPr>
          <w:rFonts w:ascii="Times New Roman" w:hAnsi="Times New Roman"/>
          <w:sz w:val="28"/>
          <w:szCs w:val="28"/>
          <w:lang w:val="ru-RU"/>
        </w:rPr>
        <w:t xml:space="preserve">не более </w:t>
      </w:r>
      <w:r w:rsidR="001871C1" w:rsidRPr="001871C1">
        <w:rPr>
          <w:rFonts w:ascii="Times New Roman" w:hAnsi="Times New Roman"/>
          <w:sz w:val="28"/>
          <w:szCs w:val="28"/>
          <w:lang w:val="ru-RU"/>
        </w:rPr>
        <w:t xml:space="preserve">69,84 </w:t>
      </w:r>
      <w:r w:rsidR="009C6809">
        <w:rPr>
          <w:rFonts w:ascii="Times New Roman" w:hAnsi="Times New Roman"/>
          <w:sz w:val="28"/>
          <w:szCs w:val="28"/>
          <w:lang w:val="ru-RU"/>
        </w:rPr>
        <w:t xml:space="preserve">тыс. </w:t>
      </w:r>
      <w:r w:rsidR="001871C1" w:rsidRPr="001871C1">
        <w:rPr>
          <w:rFonts w:ascii="Times New Roman" w:hAnsi="Times New Roman"/>
          <w:sz w:val="28"/>
          <w:szCs w:val="28"/>
          <w:lang w:val="ru-RU"/>
        </w:rPr>
        <w:t>кв.</w:t>
      </w:r>
      <w:r w:rsidR="007F29F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871C1" w:rsidRPr="001871C1">
        <w:rPr>
          <w:rFonts w:ascii="Times New Roman" w:hAnsi="Times New Roman"/>
          <w:sz w:val="28"/>
          <w:szCs w:val="28"/>
          <w:lang w:val="ru-RU"/>
        </w:rPr>
        <w:t xml:space="preserve">м </w:t>
      </w:r>
      <w:r w:rsidR="007F29F1">
        <w:rPr>
          <w:rFonts w:ascii="Times New Roman" w:hAnsi="Times New Roman"/>
          <w:sz w:val="28"/>
          <w:szCs w:val="28"/>
          <w:lang w:val="ru-RU"/>
        </w:rPr>
        <w:t>–</w:t>
      </w:r>
      <w:r w:rsidR="001871C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871C1" w:rsidRPr="001871C1">
        <w:rPr>
          <w:rFonts w:ascii="Times New Roman" w:hAnsi="Times New Roman"/>
          <w:sz w:val="28"/>
          <w:szCs w:val="28"/>
          <w:lang w:val="ru-RU"/>
        </w:rPr>
        <w:t>общ</w:t>
      </w:r>
      <w:r w:rsidR="001871C1">
        <w:rPr>
          <w:rFonts w:ascii="Times New Roman" w:hAnsi="Times New Roman"/>
          <w:sz w:val="28"/>
          <w:szCs w:val="28"/>
          <w:lang w:val="ru-RU"/>
        </w:rPr>
        <w:t>ая</w:t>
      </w:r>
      <w:r w:rsidR="001871C1" w:rsidRPr="001871C1">
        <w:rPr>
          <w:rFonts w:ascii="Times New Roman" w:hAnsi="Times New Roman"/>
          <w:sz w:val="28"/>
          <w:szCs w:val="28"/>
          <w:lang w:val="ru-RU"/>
        </w:rPr>
        <w:t xml:space="preserve"> площад</w:t>
      </w:r>
      <w:r w:rsidR="001871C1">
        <w:rPr>
          <w:rFonts w:ascii="Times New Roman" w:hAnsi="Times New Roman"/>
          <w:sz w:val="28"/>
          <w:szCs w:val="28"/>
          <w:lang w:val="ru-RU"/>
        </w:rPr>
        <w:t>ь</w:t>
      </w:r>
      <w:r w:rsidR="001871C1" w:rsidRPr="001871C1">
        <w:rPr>
          <w:rFonts w:ascii="Times New Roman" w:hAnsi="Times New Roman"/>
          <w:sz w:val="28"/>
          <w:szCs w:val="28"/>
          <w:lang w:val="ru-RU"/>
        </w:rPr>
        <w:t xml:space="preserve"> жилых помещений</w:t>
      </w:r>
      <w:r w:rsidR="001871C1">
        <w:rPr>
          <w:rFonts w:ascii="Times New Roman" w:hAnsi="Times New Roman"/>
          <w:sz w:val="28"/>
          <w:szCs w:val="28"/>
          <w:lang w:val="ru-RU"/>
        </w:rPr>
        <w:t xml:space="preserve">; </w:t>
      </w:r>
      <w:r w:rsidR="00C66F67">
        <w:rPr>
          <w:rFonts w:ascii="Times New Roman" w:hAnsi="Times New Roman"/>
          <w:sz w:val="28"/>
          <w:szCs w:val="28"/>
          <w:lang w:val="ru-RU"/>
        </w:rPr>
        <w:t xml:space="preserve">не более </w:t>
      </w:r>
      <w:r w:rsidR="001871C1">
        <w:rPr>
          <w:rFonts w:ascii="Times New Roman" w:hAnsi="Times New Roman"/>
          <w:sz w:val="28"/>
          <w:szCs w:val="28"/>
          <w:lang w:val="ru-RU"/>
        </w:rPr>
        <w:t xml:space="preserve">17,39 </w:t>
      </w:r>
      <w:r w:rsidR="009C6809">
        <w:rPr>
          <w:rFonts w:ascii="Times New Roman" w:hAnsi="Times New Roman"/>
          <w:sz w:val="28"/>
          <w:szCs w:val="28"/>
          <w:lang w:val="ru-RU"/>
        </w:rPr>
        <w:t xml:space="preserve">тыс. </w:t>
      </w:r>
      <w:proofErr w:type="spellStart"/>
      <w:r w:rsidR="001871C1">
        <w:rPr>
          <w:rFonts w:ascii="Times New Roman" w:hAnsi="Times New Roman"/>
          <w:sz w:val="28"/>
          <w:szCs w:val="28"/>
          <w:lang w:val="ru-RU"/>
        </w:rPr>
        <w:t>кв</w:t>
      </w:r>
      <w:proofErr w:type="gramStart"/>
      <w:r w:rsidR="001871C1">
        <w:rPr>
          <w:rFonts w:ascii="Times New Roman" w:hAnsi="Times New Roman"/>
          <w:sz w:val="28"/>
          <w:szCs w:val="28"/>
          <w:lang w:val="ru-RU"/>
        </w:rPr>
        <w:t>.м</w:t>
      </w:r>
      <w:proofErr w:type="spellEnd"/>
      <w:proofErr w:type="gramEnd"/>
      <w:r w:rsidR="001871C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F29F1">
        <w:rPr>
          <w:rFonts w:ascii="Times New Roman" w:hAnsi="Times New Roman"/>
          <w:sz w:val="28"/>
          <w:szCs w:val="28"/>
          <w:lang w:val="ru-RU"/>
        </w:rPr>
        <w:t>–</w:t>
      </w:r>
      <w:r w:rsidR="001871C1" w:rsidRPr="001871C1">
        <w:rPr>
          <w:lang w:val="ru-RU"/>
        </w:rPr>
        <w:t xml:space="preserve"> </w:t>
      </w:r>
      <w:r w:rsidR="001871C1" w:rsidRPr="001871C1">
        <w:rPr>
          <w:rFonts w:ascii="Times New Roman" w:hAnsi="Times New Roman"/>
          <w:sz w:val="28"/>
          <w:szCs w:val="28"/>
          <w:lang w:val="ru-RU"/>
        </w:rPr>
        <w:t xml:space="preserve">общая площадь </w:t>
      </w:r>
      <w:r w:rsidR="001871C1">
        <w:rPr>
          <w:rFonts w:ascii="Times New Roman" w:hAnsi="Times New Roman"/>
          <w:sz w:val="28"/>
          <w:szCs w:val="28"/>
          <w:lang w:val="ru-RU"/>
        </w:rPr>
        <w:t>не</w:t>
      </w:r>
      <w:r w:rsidR="001871C1" w:rsidRPr="001871C1">
        <w:rPr>
          <w:rFonts w:ascii="Times New Roman" w:hAnsi="Times New Roman"/>
          <w:sz w:val="28"/>
          <w:szCs w:val="28"/>
          <w:lang w:val="ru-RU"/>
        </w:rPr>
        <w:t>жилых помещений</w:t>
      </w:r>
      <w:r w:rsidR="001871C1">
        <w:rPr>
          <w:rFonts w:ascii="Times New Roman" w:hAnsi="Times New Roman"/>
          <w:sz w:val="28"/>
          <w:szCs w:val="28"/>
          <w:lang w:val="ru-RU"/>
        </w:rPr>
        <w:t>.</w:t>
      </w:r>
    </w:p>
    <w:p w:rsidR="008B3CED" w:rsidRPr="008B3CED" w:rsidRDefault="008B3CED" w:rsidP="008B3CED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B3CED">
        <w:rPr>
          <w:rFonts w:ascii="Times New Roman" w:hAnsi="Times New Roman"/>
          <w:sz w:val="28"/>
          <w:szCs w:val="28"/>
          <w:lang w:val="ru-RU"/>
        </w:rPr>
        <w:t>Помимо размещаемых объектов капитального строительства предусмотреть:</w:t>
      </w:r>
    </w:p>
    <w:p w:rsidR="008B3CED" w:rsidRPr="008B3CED" w:rsidRDefault="008B3CED" w:rsidP="008B3CED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B3CED">
        <w:rPr>
          <w:rFonts w:ascii="Times New Roman" w:hAnsi="Times New Roman"/>
          <w:sz w:val="28"/>
          <w:szCs w:val="28"/>
          <w:lang w:val="ru-RU"/>
        </w:rPr>
        <w:t>устройство площадок для игр детей дошкольного и младшего школьного возраста;</w:t>
      </w:r>
    </w:p>
    <w:p w:rsidR="008B3CED" w:rsidRPr="008B3CED" w:rsidRDefault="008B3CED" w:rsidP="008B3CED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B3CED">
        <w:rPr>
          <w:rFonts w:ascii="Times New Roman" w:hAnsi="Times New Roman"/>
          <w:sz w:val="28"/>
          <w:szCs w:val="28"/>
          <w:lang w:val="ru-RU"/>
        </w:rPr>
        <w:t>устройство спортивных площадок;</w:t>
      </w:r>
    </w:p>
    <w:p w:rsidR="008B3CED" w:rsidRPr="008B3CED" w:rsidRDefault="008B3CED" w:rsidP="008B3CED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B3CED">
        <w:rPr>
          <w:rFonts w:ascii="Times New Roman" w:hAnsi="Times New Roman"/>
          <w:sz w:val="28"/>
          <w:szCs w:val="28"/>
          <w:lang w:val="ru-RU"/>
        </w:rPr>
        <w:t>устройство площадок для отдыха взрослого населения;</w:t>
      </w:r>
    </w:p>
    <w:p w:rsidR="008B3CED" w:rsidRDefault="008B3CED" w:rsidP="008B3CED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B3CED">
        <w:rPr>
          <w:rFonts w:ascii="Times New Roman" w:hAnsi="Times New Roman"/>
          <w:sz w:val="28"/>
          <w:szCs w:val="28"/>
          <w:lang w:val="ru-RU"/>
        </w:rPr>
        <w:t>элементы улично-дорожной сети, включая элементы озеленения и благоустройства, тротуаров и парковок.</w:t>
      </w:r>
    </w:p>
    <w:p w:rsidR="00BD76F9" w:rsidRDefault="00BD76F9" w:rsidP="008B3CED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D76F9">
        <w:rPr>
          <w:rFonts w:ascii="Times New Roman" w:hAnsi="Times New Roman"/>
          <w:sz w:val="28"/>
          <w:szCs w:val="28"/>
          <w:lang w:val="ru-RU"/>
        </w:rPr>
        <w:t>Реализация строительства объектов жилого назначения, с учетом обеспеченности территории улично-дорожной сетью, местами хранения автотранспорта, объектами социальной, инженерной, коммерческой инфраструктуры, элементами благоустройства осуществляется за счет средств лица, заключившего договор.</w:t>
      </w:r>
    </w:p>
    <w:p w:rsidR="006B30CA" w:rsidRDefault="006B30CA" w:rsidP="006B30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Документацией по планировке территории в границах </w:t>
      </w:r>
      <w:r w:rsidR="008B3CED" w:rsidRPr="008B3CED">
        <w:rPr>
          <w:rFonts w:ascii="Times New Roman" w:hAnsi="Times New Roman"/>
          <w:sz w:val="28"/>
          <w:szCs w:val="28"/>
          <w:lang w:val="ru-RU"/>
        </w:rPr>
        <w:t>Территории 1 жилой застройки</w:t>
      </w:r>
      <w:r>
        <w:rPr>
          <w:rFonts w:ascii="Times New Roman" w:hAnsi="Times New Roman"/>
          <w:sz w:val="28"/>
          <w:szCs w:val="28"/>
          <w:lang w:val="ru-RU"/>
        </w:rPr>
        <w:t>:</w:t>
      </w:r>
    </w:p>
    <w:p w:rsidR="006B30CA" w:rsidRPr="007F29F1" w:rsidRDefault="008B3CED" w:rsidP="006B30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pacing w:val="-8"/>
          <w:sz w:val="28"/>
          <w:szCs w:val="28"/>
          <w:lang w:val="ru-RU"/>
        </w:rPr>
      </w:pPr>
      <w:r w:rsidRPr="008B3CED">
        <w:rPr>
          <w:rFonts w:ascii="Times New Roman" w:hAnsi="Times New Roman"/>
          <w:sz w:val="28"/>
          <w:szCs w:val="28"/>
          <w:lang w:val="ru-RU"/>
        </w:rPr>
        <w:t xml:space="preserve">установить границу зоны планируемого размещения объекта </w:t>
      </w:r>
      <w:r w:rsidRPr="007F29F1">
        <w:rPr>
          <w:rFonts w:ascii="Times New Roman" w:hAnsi="Times New Roman"/>
          <w:spacing w:val="-8"/>
          <w:sz w:val="28"/>
          <w:szCs w:val="28"/>
          <w:lang w:val="ru-RU"/>
        </w:rPr>
        <w:t>капитального строительства – образовательной организации (школа на 1 000 мест);</w:t>
      </w:r>
    </w:p>
    <w:p w:rsidR="004C68C4" w:rsidRDefault="006B30CA" w:rsidP="004C68C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определить местоположение границ образуемого земельного участка </w:t>
      </w:r>
      <w:r w:rsidR="007F29F1">
        <w:rPr>
          <w:rFonts w:ascii="Times New Roman" w:hAnsi="Times New Roman"/>
          <w:sz w:val="28"/>
          <w:szCs w:val="28"/>
          <w:lang w:val="ru-RU"/>
        </w:rPr>
        <w:br/>
      </w:r>
      <w:r w:rsidR="004C68C4">
        <w:rPr>
          <w:rFonts w:ascii="Times New Roman" w:hAnsi="Times New Roman"/>
          <w:sz w:val="28"/>
          <w:szCs w:val="28"/>
          <w:lang w:val="ru-RU"/>
        </w:rPr>
        <w:t>с видом разрешенного использования "</w:t>
      </w:r>
      <w:r w:rsidR="004C68C4" w:rsidRPr="004C68C4">
        <w:rPr>
          <w:rFonts w:ascii="Times New Roman" w:hAnsi="Times New Roman"/>
          <w:sz w:val="28"/>
          <w:szCs w:val="28"/>
          <w:lang w:val="ru-RU"/>
        </w:rPr>
        <w:t>Образование и просвещение (3.5)</w:t>
      </w:r>
      <w:r w:rsidR="004C68C4">
        <w:rPr>
          <w:rFonts w:ascii="Times New Roman" w:hAnsi="Times New Roman"/>
          <w:sz w:val="28"/>
          <w:szCs w:val="28"/>
          <w:lang w:val="ru-RU"/>
        </w:rPr>
        <w:t>".</w:t>
      </w:r>
    </w:p>
    <w:p w:rsidR="008B3CED" w:rsidRPr="008B3CED" w:rsidRDefault="008B3CED" w:rsidP="008B3CED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B3CED">
        <w:rPr>
          <w:rFonts w:ascii="Times New Roman" w:hAnsi="Times New Roman"/>
          <w:sz w:val="28"/>
          <w:szCs w:val="28"/>
          <w:lang w:val="ru-RU"/>
        </w:rPr>
        <w:t xml:space="preserve">Реализация строительства образовательной организации (школа </w:t>
      </w:r>
      <w:r w:rsidRPr="008B3CED">
        <w:rPr>
          <w:rFonts w:ascii="Times New Roman" w:hAnsi="Times New Roman"/>
          <w:sz w:val="28"/>
          <w:szCs w:val="28"/>
          <w:lang w:val="ru-RU"/>
        </w:rPr>
        <w:br/>
        <w:t>на 1 000 мест) осуществляется из бюджетных средств федерального бюджета.</w:t>
      </w:r>
    </w:p>
    <w:p w:rsidR="003956DB" w:rsidRDefault="003956DB" w:rsidP="00836A91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/>
          <w:sz w:val="28"/>
          <w:szCs w:val="28"/>
          <w:lang w:val="ru-RU"/>
        </w:rPr>
        <w:t xml:space="preserve">При необходимости принять </w:t>
      </w:r>
      <w:r w:rsidR="007F29F1">
        <w:rPr>
          <w:rFonts w:ascii="Times New Roman" w:hAnsi="Times New Roman"/>
          <w:sz w:val="28"/>
          <w:szCs w:val="28"/>
          <w:lang w:val="ru-RU"/>
        </w:rPr>
        <w:t xml:space="preserve">действия по внесению изменений </w:t>
      </w:r>
      <w:r w:rsidR="007F29F1">
        <w:rPr>
          <w:rFonts w:ascii="Times New Roman" w:hAnsi="Times New Roman"/>
          <w:sz w:val="28"/>
          <w:szCs w:val="28"/>
          <w:lang w:val="ru-RU"/>
        </w:rPr>
        <w:br/>
      </w:r>
      <w:r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7F29F1">
        <w:rPr>
          <w:rFonts w:ascii="Times New Roman" w:hAnsi="Times New Roman"/>
          <w:sz w:val="28"/>
          <w:szCs w:val="28"/>
          <w:lang w:val="ru-RU"/>
        </w:rPr>
        <w:t>г</w:t>
      </w:r>
      <w:r>
        <w:rPr>
          <w:rFonts w:ascii="Times New Roman" w:hAnsi="Times New Roman"/>
          <w:sz w:val="28"/>
          <w:szCs w:val="28"/>
          <w:lang w:val="ru-RU"/>
        </w:rPr>
        <w:t xml:space="preserve">енеральный план </w:t>
      </w:r>
      <w:r w:rsidRPr="003956DB">
        <w:rPr>
          <w:rFonts w:ascii="Times New Roman" w:hAnsi="Times New Roman"/>
          <w:sz w:val="28"/>
          <w:szCs w:val="28"/>
          <w:lang w:val="ru-RU"/>
        </w:rPr>
        <w:t>муниципального образования "Город Архангельск", утвержденн</w:t>
      </w:r>
      <w:r>
        <w:rPr>
          <w:rFonts w:ascii="Times New Roman" w:hAnsi="Times New Roman"/>
          <w:sz w:val="28"/>
          <w:szCs w:val="28"/>
          <w:lang w:val="ru-RU"/>
        </w:rPr>
        <w:t>ый</w:t>
      </w:r>
      <w:r w:rsidRPr="003956DB">
        <w:rPr>
          <w:rFonts w:ascii="Times New Roman" w:hAnsi="Times New Roman"/>
          <w:sz w:val="28"/>
          <w:szCs w:val="28"/>
          <w:lang w:val="ru-RU"/>
        </w:rPr>
        <w:t xml:space="preserve"> постановлением министерства строительства и архитектуры Архангельской области от 2 апреля 2020 года № 37-п (с изменениями), </w:t>
      </w:r>
      <w:r>
        <w:rPr>
          <w:rFonts w:ascii="Times New Roman" w:hAnsi="Times New Roman"/>
          <w:sz w:val="28"/>
          <w:szCs w:val="28"/>
          <w:lang w:val="ru-RU"/>
        </w:rPr>
        <w:t>а также в П</w:t>
      </w:r>
      <w:r w:rsidRPr="003956DB">
        <w:rPr>
          <w:rFonts w:ascii="Times New Roman" w:hAnsi="Times New Roman"/>
          <w:sz w:val="28"/>
          <w:szCs w:val="28"/>
          <w:lang w:val="ru-RU"/>
        </w:rPr>
        <w:t xml:space="preserve">равила землепользования и застройки городского округа "Город </w:t>
      </w:r>
      <w:r w:rsidRPr="003956DB">
        <w:rPr>
          <w:rFonts w:ascii="Times New Roman" w:hAnsi="Times New Roman"/>
          <w:sz w:val="28"/>
          <w:szCs w:val="28"/>
          <w:lang w:val="ru-RU"/>
        </w:rPr>
        <w:lastRenderedPageBreak/>
        <w:t>Архангельск", утвержденны</w:t>
      </w:r>
      <w:r>
        <w:rPr>
          <w:rFonts w:ascii="Times New Roman" w:hAnsi="Times New Roman"/>
          <w:sz w:val="28"/>
          <w:szCs w:val="28"/>
          <w:lang w:val="ru-RU"/>
        </w:rPr>
        <w:t>е</w:t>
      </w:r>
      <w:r w:rsidRPr="003956DB">
        <w:rPr>
          <w:rFonts w:ascii="Times New Roman" w:hAnsi="Times New Roman"/>
          <w:sz w:val="28"/>
          <w:szCs w:val="28"/>
          <w:lang w:val="ru-RU"/>
        </w:rPr>
        <w:t xml:space="preserve"> постановлением министерства строительства и архитектуры Архангельской области от 29 сентября 2020 года № 68-п (с изменениями)</w:t>
      </w:r>
      <w:r>
        <w:rPr>
          <w:rFonts w:ascii="Times New Roman" w:hAnsi="Times New Roman"/>
          <w:sz w:val="28"/>
          <w:szCs w:val="28"/>
          <w:lang w:val="ru-RU"/>
        </w:rPr>
        <w:t>.</w:t>
      </w:r>
      <w:proofErr w:type="gramEnd"/>
    </w:p>
    <w:p w:rsidR="003F32BC" w:rsidRDefault="003F32BC" w:rsidP="00836A91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3.1.2. Представить на утверждение документацию по планировке территории в "Администрацию" в течение 6 месяцев с момента заключения настоящего Договора.</w:t>
      </w:r>
    </w:p>
    <w:p w:rsidR="00913ACB" w:rsidRDefault="00913ACB" w:rsidP="00836A91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Срок доработки документации </w:t>
      </w:r>
      <w:r w:rsidRPr="00913ACB">
        <w:rPr>
          <w:rFonts w:ascii="Times New Roman" w:hAnsi="Times New Roman"/>
          <w:sz w:val="28"/>
          <w:szCs w:val="28"/>
          <w:lang w:val="ru-RU"/>
        </w:rPr>
        <w:t>по планировке территории</w:t>
      </w:r>
      <w:r>
        <w:rPr>
          <w:rFonts w:ascii="Times New Roman" w:hAnsi="Times New Roman"/>
          <w:sz w:val="28"/>
          <w:szCs w:val="28"/>
          <w:lang w:val="ru-RU"/>
        </w:rPr>
        <w:t xml:space="preserve"> "Застройщиком" не может превышать </w:t>
      </w:r>
      <w:r w:rsidR="00E0413B">
        <w:rPr>
          <w:rFonts w:ascii="Times New Roman" w:hAnsi="Times New Roman"/>
          <w:sz w:val="28"/>
          <w:szCs w:val="28"/>
          <w:lang w:val="ru-RU"/>
        </w:rPr>
        <w:t>1 (</w:t>
      </w:r>
      <w:r w:rsidR="002953FC">
        <w:rPr>
          <w:rFonts w:ascii="Times New Roman" w:hAnsi="Times New Roman"/>
          <w:sz w:val="28"/>
          <w:szCs w:val="28"/>
          <w:lang w:val="ru-RU"/>
        </w:rPr>
        <w:t>один</w:t>
      </w:r>
      <w:r w:rsidR="00E0413B">
        <w:rPr>
          <w:rFonts w:ascii="Times New Roman" w:hAnsi="Times New Roman"/>
          <w:sz w:val="28"/>
          <w:szCs w:val="28"/>
          <w:lang w:val="ru-RU"/>
        </w:rPr>
        <w:t>)</w:t>
      </w:r>
      <w:r w:rsidR="00780D04">
        <w:rPr>
          <w:rFonts w:ascii="Times New Roman" w:hAnsi="Times New Roman"/>
          <w:sz w:val="28"/>
          <w:szCs w:val="28"/>
          <w:lang w:val="ru-RU"/>
        </w:rPr>
        <w:t xml:space="preserve"> месяц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953FC" w:rsidRPr="002953FC">
        <w:rPr>
          <w:rFonts w:ascii="Times New Roman" w:hAnsi="Times New Roman"/>
          <w:sz w:val="28"/>
          <w:szCs w:val="28"/>
          <w:lang w:val="ru-RU"/>
        </w:rPr>
        <w:t xml:space="preserve">с момента направления </w:t>
      </w:r>
      <w:r w:rsidR="007F29F1">
        <w:rPr>
          <w:rFonts w:ascii="Times New Roman" w:hAnsi="Times New Roman"/>
          <w:sz w:val="28"/>
          <w:szCs w:val="28"/>
          <w:lang w:val="ru-RU"/>
        </w:rPr>
        <w:br/>
      </w:r>
      <w:r w:rsidR="002953FC" w:rsidRPr="002953FC">
        <w:rPr>
          <w:rFonts w:ascii="Times New Roman" w:hAnsi="Times New Roman"/>
          <w:sz w:val="28"/>
          <w:szCs w:val="28"/>
          <w:lang w:val="ru-RU"/>
        </w:rPr>
        <w:t>в адрес "Застройщика"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953FC">
        <w:rPr>
          <w:rFonts w:ascii="Times New Roman" w:hAnsi="Times New Roman"/>
          <w:sz w:val="28"/>
          <w:szCs w:val="28"/>
          <w:lang w:val="ru-RU"/>
        </w:rPr>
        <w:t xml:space="preserve">уведомления </w:t>
      </w:r>
      <w:r w:rsidR="00B4533F">
        <w:rPr>
          <w:rFonts w:ascii="Times New Roman" w:hAnsi="Times New Roman"/>
          <w:sz w:val="28"/>
          <w:szCs w:val="28"/>
          <w:lang w:val="ru-RU"/>
        </w:rPr>
        <w:t>о возврате документации по планировке территории на доработку с указанием выявленных замечаний</w:t>
      </w:r>
      <w:r w:rsidR="002953F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953FC" w:rsidRPr="002953FC">
        <w:rPr>
          <w:rFonts w:ascii="Times New Roman" w:hAnsi="Times New Roman"/>
          <w:sz w:val="28"/>
          <w:szCs w:val="28"/>
          <w:lang w:val="ru-RU"/>
        </w:rPr>
        <w:t>"Администрацией"</w:t>
      </w:r>
      <w:r w:rsidR="00B4533F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Pr="00D61EDB" w:rsidRDefault="00E56335" w:rsidP="00913ACB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913ACB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>. В течение 25</w:t>
      </w:r>
      <w:r w:rsidR="00E16DAF" w:rsidRPr="009A7171">
        <w:rPr>
          <w:rFonts w:ascii="Times New Roman" w:hAnsi="Times New Roman"/>
          <w:color w:val="8DB3E2" w:themeColor="text2" w:themeTint="66"/>
          <w:sz w:val="28"/>
          <w:szCs w:val="28"/>
          <w:lang w:val="ru-RU"/>
        </w:rPr>
        <w:t xml:space="preserve"> </w:t>
      </w:r>
      <w:r w:rsidR="00E16DAF" w:rsidRPr="009A7171">
        <w:rPr>
          <w:rFonts w:ascii="Times New Roman" w:hAnsi="Times New Roman"/>
          <w:sz w:val="28"/>
          <w:szCs w:val="28"/>
          <w:lang w:val="ru-RU"/>
        </w:rPr>
        <w:t>(двадцати пяти)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рабочих 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дней со дня опубликования </w:t>
      </w:r>
      <w:r w:rsidR="009719EC" w:rsidRPr="00D61EDB">
        <w:rPr>
          <w:rFonts w:ascii="Times New Roman" w:hAnsi="Times New Roman"/>
          <w:sz w:val="28"/>
          <w:szCs w:val="28"/>
          <w:lang w:val="ru-RU"/>
        </w:rPr>
        <w:t xml:space="preserve">распоряжения Главы </w:t>
      </w:r>
      <w:r w:rsidR="005F7B63" w:rsidRPr="00D61EDB">
        <w:rPr>
          <w:rFonts w:ascii="Times New Roman" w:hAnsi="Times New Roman"/>
          <w:sz w:val="28"/>
          <w:szCs w:val="28"/>
          <w:lang w:val="ru-RU"/>
        </w:rPr>
        <w:t>городского округа "Город Архангельск"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719EC" w:rsidRPr="00D61EDB">
        <w:rPr>
          <w:rFonts w:ascii="Times New Roman" w:hAnsi="Times New Roman"/>
          <w:sz w:val="28"/>
          <w:szCs w:val="28"/>
          <w:lang w:val="ru-RU"/>
        </w:rPr>
        <w:t xml:space="preserve">об утверждении документации по планировке территории, 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определить </w:t>
      </w:r>
      <w:r w:rsidR="008645AB" w:rsidRPr="00D61EDB">
        <w:rPr>
          <w:rFonts w:ascii="Times New Roman" w:hAnsi="Times New Roman"/>
          <w:sz w:val="28"/>
          <w:szCs w:val="28"/>
          <w:lang w:val="ru-RU"/>
        </w:rPr>
        <w:t xml:space="preserve">и направить </w:t>
      </w:r>
      <w:r w:rsidR="007F29F1">
        <w:rPr>
          <w:rFonts w:ascii="Times New Roman" w:hAnsi="Times New Roman"/>
          <w:sz w:val="28"/>
          <w:szCs w:val="28"/>
          <w:lang w:val="ru-RU"/>
        </w:rPr>
        <w:br/>
      </w:r>
      <w:r w:rsidR="008645AB" w:rsidRPr="00D61EDB">
        <w:rPr>
          <w:rFonts w:ascii="Times New Roman" w:hAnsi="Times New Roman"/>
          <w:sz w:val="28"/>
          <w:szCs w:val="28"/>
          <w:lang w:val="ru-RU"/>
        </w:rPr>
        <w:t xml:space="preserve">на согласование в </w:t>
      </w:r>
      <w:r w:rsidR="00622D3F" w:rsidRPr="00D61EDB">
        <w:rPr>
          <w:rFonts w:ascii="Times New Roman" w:hAnsi="Times New Roman"/>
          <w:sz w:val="28"/>
          <w:szCs w:val="28"/>
          <w:lang w:val="ru-RU"/>
        </w:rPr>
        <w:t>"</w:t>
      </w:r>
      <w:r w:rsidRPr="00D61EDB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622D3F" w:rsidRPr="00D61EDB">
        <w:rPr>
          <w:rFonts w:ascii="Times New Roman" w:hAnsi="Times New Roman"/>
          <w:sz w:val="28"/>
          <w:szCs w:val="28"/>
          <w:lang w:val="ru-RU"/>
        </w:rPr>
        <w:t>"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645AB" w:rsidRPr="00D61EDB">
        <w:rPr>
          <w:rFonts w:ascii="Times New Roman" w:hAnsi="Times New Roman"/>
          <w:sz w:val="28"/>
          <w:szCs w:val="28"/>
          <w:lang w:val="ru-RU"/>
        </w:rPr>
        <w:t xml:space="preserve">графики выполнения обязательств </w:t>
      </w:r>
      <w:r w:rsidR="007F29F1">
        <w:rPr>
          <w:rFonts w:ascii="Times New Roman" w:hAnsi="Times New Roman"/>
          <w:sz w:val="28"/>
          <w:szCs w:val="28"/>
          <w:lang w:val="ru-RU"/>
        </w:rPr>
        <w:br/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по формам, указанным в </w:t>
      </w:r>
      <w:r w:rsidR="007F29F1">
        <w:rPr>
          <w:rFonts w:ascii="Times New Roman" w:hAnsi="Times New Roman"/>
          <w:sz w:val="28"/>
          <w:szCs w:val="28"/>
          <w:lang w:val="ru-RU"/>
        </w:rPr>
        <w:t>п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7F29F1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DE3AEB" w:rsidRPr="00D61EDB">
        <w:rPr>
          <w:rFonts w:ascii="Times New Roman" w:hAnsi="Times New Roman"/>
          <w:sz w:val="28"/>
          <w:szCs w:val="28"/>
          <w:lang w:val="ru-RU"/>
        </w:rPr>
        <w:t>3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к настоящему Договору</w:t>
      </w:r>
      <w:r w:rsidR="008645AB" w:rsidRPr="00D61EDB">
        <w:rPr>
          <w:rFonts w:ascii="Times New Roman" w:hAnsi="Times New Roman"/>
          <w:sz w:val="28"/>
          <w:szCs w:val="28"/>
          <w:lang w:val="ru-RU"/>
        </w:rPr>
        <w:t>, а именно</w:t>
      </w:r>
      <w:r w:rsidRPr="00D61EDB">
        <w:rPr>
          <w:rFonts w:ascii="Times New Roman" w:hAnsi="Times New Roman"/>
          <w:sz w:val="28"/>
          <w:szCs w:val="28"/>
          <w:lang w:val="ru-RU"/>
        </w:rPr>
        <w:t>:</w:t>
      </w:r>
    </w:p>
    <w:p w:rsidR="00E56335" w:rsidRPr="009A7171" w:rsidRDefault="00E56335" w:rsidP="00836A91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D61EDB">
        <w:rPr>
          <w:rFonts w:ascii="Times New Roman" w:hAnsi="Times New Roman"/>
          <w:sz w:val="28"/>
          <w:szCs w:val="28"/>
          <w:lang w:val="ru-RU"/>
        </w:rPr>
        <w:t xml:space="preserve">сроки выполнения обязательств в соответствии с утвержденной документацией по планировке территории </w:t>
      </w:r>
      <w:r w:rsidR="00CE28B3" w:rsidRPr="00D61EDB">
        <w:rPr>
          <w:rFonts w:ascii="Times New Roman" w:hAnsi="Times New Roman"/>
          <w:sz w:val="28"/>
          <w:szCs w:val="28"/>
          <w:lang w:val="ru-RU"/>
        </w:rPr>
        <w:t xml:space="preserve">и 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этапами реализации решения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Pr="00D61EDB">
        <w:rPr>
          <w:rFonts w:ascii="Times New Roman" w:hAnsi="Times New Roman"/>
          <w:sz w:val="28"/>
          <w:szCs w:val="28"/>
          <w:lang w:val="ru-RU"/>
        </w:rPr>
        <w:t>о комплексном развитии территории жилой застройки;</w:t>
      </w:r>
    </w:p>
    <w:p w:rsidR="00E56335" w:rsidRPr="009A7171" w:rsidRDefault="00E56335" w:rsidP="00836A91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перечень объектов капитального строительства, линейных объектов, подлежащих строительству, реконструкции в соответствии с утвержденной документацией по планировке территории</w:t>
      </w:r>
      <w:r w:rsidR="00CE28B3" w:rsidRPr="009A7171">
        <w:rPr>
          <w:rFonts w:ascii="Times New Roman" w:hAnsi="Times New Roman"/>
          <w:sz w:val="28"/>
          <w:szCs w:val="28"/>
          <w:lang w:val="ru-RU"/>
        </w:rPr>
        <w:t xml:space="preserve"> и  этапами реализации решения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="00CE28B3" w:rsidRPr="009A7171">
        <w:rPr>
          <w:rFonts w:ascii="Times New Roman" w:hAnsi="Times New Roman"/>
          <w:sz w:val="28"/>
          <w:szCs w:val="28"/>
          <w:lang w:val="ru-RU"/>
        </w:rPr>
        <w:t xml:space="preserve">о комплексном развитии территории жилой </w:t>
      </w:r>
      <w:r w:rsidR="00CE28B3" w:rsidRPr="00D61EDB">
        <w:rPr>
          <w:rFonts w:ascii="Times New Roman" w:hAnsi="Times New Roman"/>
          <w:sz w:val="28"/>
          <w:szCs w:val="28"/>
          <w:lang w:val="ru-RU"/>
        </w:rPr>
        <w:t>застройки;</w:t>
      </w:r>
    </w:p>
    <w:p w:rsidR="00E56335" w:rsidRPr="009A7171" w:rsidRDefault="00E56335" w:rsidP="00836A91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соотношение общей площади жилых и нежилых помещений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многоквартирных домах, подлежащих строительству или реконструкции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соответствии с настоящим Договором, а также условие о размещении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на первых этажах указанных домов нежилых помещений;</w:t>
      </w:r>
    </w:p>
    <w:p w:rsidR="00E56335" w:rsidRPr="009A7171" w:rsidRDefault="00E56335" w:rsidP="00836A91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перечень выполняемых </w:t>
      </w:r>
      <w:r w:rsidR="00D02397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02397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видов работ по благоустройству территории жилой застройки, срок их выполнения.</w:t>
      </w:r>
    </w:p>
    <w:p w:rsidR="00652F10" w:rsidRPr="009A7171" w:rsidRDefault="00652F10" w:rsidP="00836A91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E26E81">
        <w:rPr>
          <w:rFonts w:ascii="Times New Roman" w:hAnsi="Times New Roman"/>
          <w:sz w:val="28"/>
          <w:szCs w:val="28"/>
          <w:lang w:val="ru-RU"/>
        </w:rPr>
        <w:t>4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5F1052">
        <w:rPr>
          <w:rFonts w:ascii="Times New Roman" w:hAnsi="Times New Roman"/>
          <w:sz w:val="28"/>
          <w:szCs w:val="28"/>
          <w:lang w:val="ru-RU"/>
        </w:rPr>
        <w:t>Мероприятия</w:t>
      </w:r>
      <w:r w:rsidR="00D61EDB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предусмот</w:t>
      </w:r>
      <w:r w:rsidR="004058B2">
        <w:rPr>
          <w:rFonts w:ascii="Times New Roman" w:hAnsi="Times New Roman"/>
          <w:sz w:val="28"/>
          <w:szCs w:val="28"/>
          <w:lang w:val="ru-RU"/>
        </w:rPr>
        <w:t>рен</w:t>
      </w:r>
      <w:r w:rsidRPr="009A7171">
        <w:rPr>
          <w:rFonts w:ascii="Times New Roman" w:hAnsi="Times New Roman"/>
          <w:sz w:val="28"/>
          <w:szCs w:val="28"/>
          <w:lang w:val="ru-RU"/>
        </w:rPr>
        <w:t>н</w:t>
      </w:r>
      <w:r w:rsidR="005F1052">
        <w:rPr>
          <w:rFonts w:ascii="Times New Roman" w:hAnsi="Times New Roman"/>
          <w:sz w:val="28"/>
          <w:szCs w:val="28"/>
          <w:lang w:val="ru-RU"/>
        </w:rPr>
        <w:t>ые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="005F1052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Pr="009A7171">
        <w:rPr>
          <w:rFonts w:ascii="Times New Roman" w:hAnsi="Times New Roman"/>
          <w:sz w:val="28"/>
          <w:szCs w:val="28"/>
          <w:lang w:val="ru-RU"/>
        </w:rPr>
        <w:t>3.1.1, 3.1.2</w:t>
      </w:r>
      <w:r w:rsidR="00E26E81">
        <w:rPr>
          <w:rFonts w:ascii="Times New Roman" w:hAnsi="Times New Roman"/>
          <w:sz w:val="28"/>
          <w:szCs w:val="28"/>
          <w:lang w:val="ru-RU"/>
        </w:rPr>
        <w:t>, 3.1.3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выполнить в срок не более </w:t>
      </w:r>
      <w:r w:rsidR="00CC5A3C">
        <w:rPr>
          <w:rFonts w:ascii="Times New Roman" w:hAnsi="Times New Roman"/>
          <w:sz w:val="28"/>
          <w:szCs w:val="28"/>
          <w:lang w:val="ru-RU"/>
        </w:rPr>
        <w:t>одного года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61EDB">
        <w:rPr>
          <w:rFonts w:ascii="Times New Roman" w:hAnsi="Times New Roman"/>
          <w:sz w:val="28"/>
          <w:szCs w:val="28"/>
          <w:lang w:val="ru-RU"/>
        </w:rPr>
        <w:t>с момента закл</w:t>
      </w:r>
      <w:r w:rsidR="00836A91" w:rsidRPr="00D61EDB">
        <w:rPr>
          <w:rFonts w:ascii="Times New Roman" w:hAnsi="Times New Roman"/>
          <w:sz w:val="28"/>
          <w:szCs w:val="28"/>
          <w:lang w:val="ru-RU"/>
        </w:rPr>
        <w:t>ючения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настоящего </w:t>
      </w:r>
      <w:r w:rsidR="00836A91" w:rsidRPr="00D61EDB">
        <w:rPr>
          <w:rFonts w:ascii="Times New Roman" w:hAnsi="Times New Roman"/>
          <w:sz w:val="28"/>
          <w:szCs w:val="28"/>
          <w:lang w:val="ru-RU"/>
        </w:rPr>
        <w:t>Д</w:t>
      </w:r>
      <w:r w:rsidRPr="00D61EDB">
        <w:rPr>
          <w:rFonts w:ascii="Times New Roman" w:hAnsi="Times New Roman"/>
          <w:sz w:val="28"/>
          <w:szCs w:val="28"/>
          <w:lang w:val="ru-RU"/>
        </w:rPr>
        <w:t>оговора</w:t>
      </w:r>
      <w:r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857807" w:rsidRDefault="00E56335" w:rsidP="00836A91">
      <w:pPr>
        <w:shd w:val="clear" w:color="auto" w:fill="FFFFFF"/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E26E81">
        <w:rPr>
          <w:rFonts w:ascii="Times New Roman" w:hAnsi="Times New Roman"/>
          <w:sz w:val="28"/>
          <w:szCs w:val="28"/>
          <w:lang w:val="ru-RU"/>
        </w:rPr>
        <w:t>5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Приобрести (создать) и передать в собственность </w:t>
      </w:r>
      <w:r w:rsidR="005F1052">
        <w:rPr>
          <w:rFonts w:ascii="Times New Roman" w:hAnsi="Times New Roman"/>
          <w:sz w:val="28"/>
          <w:szCs w:val="28"/>
          <w:lang w:val="ru-RU"/>
        </w:rPr>
        <w:t>"Администрации"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благоустроенные жилые помещения, отвечающие установленным действующим законодательством Российской Федерации требованиям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,</w:t>
      </w:r>
      <w:r w:rsidR="00356BAC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B3061">
        <w:rPr>
          <w:rFonts w:ascii="Times New Roman" w:hAnsi="Times New Roman"/>
          <w:sz w:val="28"/>
          <w:szCs w:val="28"/>
          <w:lang w:val="ru-RU"/>
        </w:rPr>
        <w:t>б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 xml:space="preserve">азовым требованиям </w:t>
      </w:r>
      <w:r w:rsidR="00FE787C" w:rsidRPr="00D61EDB">
        <w:rPr>
          <w:rFonts w:ascii="Times New Roman" w:hAnsi="Times New Roman"/>
          <w:sz w:val="28"/>
          <w:szCs w:val="28"/>
          <w:lang w:val="ru-RU"/>
        </w:rPr>
        <w:t xml:space="preserve">к </w:t>
      </w:r>
      <w:r w:rsidR="005B3061" w:rsidRPr="00D61EDB">
        <w:rPr>
          <w:rFonts w:ascii="Times New Roman" w:hAnsi="Times New Roman"/>
          <w:sz w:val="28"/>
          <w:szCs w:val="28"/>
          <w:lang w:val="ru-RU"/>
        </w:rPr>
        <w:t xml:space="preserve">внутренней </w:t>
      </w:r>
      <w:r w:rsidR="00FE787C" w:rsidRPr="00D61EDB">
        <w:rPr>
          <w:rFonts w:ascii="Times New Roman" w:hAnsi="Times New Roman"/>
          <w:sz w:val="28"/>
          <w:szCs w:val="28"/>
          <w:lang w:val="ru-RU"/>
        </w:rPr>
        <w:t>отделк</w:t>
      </w:r>
      <w:r w:rsidR="005B3061" w:rsidRPr="00D61EDB">
        <w:rPr>
          <w:rFonts w:ascii="Times New Roman" w:hAnsi="Times New Roman"/>
          <w:sz w:val="28"/>
          <w:szCs w:val="28"/>
          <w:lang w:val="ru-RU"/>
        </w:rPr>
        <w:t>е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 xml:space="preserve"> жилых помещений, предоставляемых взамен жилых помещений в многоквартирных домах, помещений общего пользования в многоквартирных до</w:t>
      </w:r>
      <w:r w:rsidR="00AD6E95">
        <w:rPr>
          <w:rFonts w:ascii="Times New Roman" w:hAnsi="Times New Roman"/>
          <w:sz w:val="28"/>
          <w:szCs w:val="28"/>
          <w:lang w:val="ru-RU"/>
        </w:rPr>
        <w:t xml:space="preserve">мах, в которых предоставляются 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 xml:space="preserve">такие жилые помещения, утвержденным постановлением 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lastRenderedPageBreak/>
        <w:t>Правительства Архангельской области от 30</w:t>
      </w:r>
      <w:r w:rsidR="00A43CB1" w:rsidRPr="009A7171">
        <w:rPr>
          <w:rFonts w:ascii="Times New Roman" w:hAnsi="Times New Roman"/>
          <w:color w:val="8DB3E2" w:themeColor="text2" w:themeTint="66"/>
          <w:sz w:val="28"/>
          <w:szCs w:val="28"/>
          <w:lang w:val="ru-RU"/>
        </w:rPr>
        <w:t xml:space="preserve"> </w:t>
      </w:r>
      <w:r w:rsidR="00A43CB1" w:rsidRPr="009A7171">
        <w:rPr>
          <w:rFonts w:ascii="Times New Roman" w:hAnsi="Times New Roman"/>
          <w:sz w:val="28"/>
          <w:szCs w:val="28"/>
          <w:lang w:val="ru-RU"/>
        </w:rPr>
        <w:t xml:space="preserve">июня 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2021</w:t>
      </w:r>
      <w:r w:rsidR="00A43CB1" w:rsidRPr="009A7171">
        <w:rPr>
          <w:rFonts w:ascii="Times New Roman" w:hAnsi="Times New Roman"/>
          <w:sz w:val="28"/>
          <w:szCs w:val="28"/>
          <w:lang w:val="ru-RU"/>
        </w:rPr>
        <w:t xml:space="preserve"> года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43CB1" w:rsidRPr="009A7171">
        <w:rPr>
          <w:rFonts w:ascii="Times New Roman" w:hAnsi="Times New Roman"/>
          <w:sz w:val="28"/>
          <w:szCs w:val="28"/>
          <w:lang w:val="ru-RU"/>
        </w:rPr>
        <w:t>№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 xml:space="preserve"> 326-пп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"О комплексном развитии терри</w:t>
      </w:r>
      <w:r w:rsidR="00AD6E95">
        <w:rPr>
          <w:rFonts w:ascii="Times New Roman" w:hAnsi="Times New Roman"/>
          <w:sz w:val="28"/>
          <w:szCs w:val="28"/>
          <w:lang w:val="ru-RU"/>
        </w:rPr>
        <w:t>торий в Архангельской</w:t>
      </w:r>
      <w:proofErr w:type="gramEnd"/>
      <w:r w:rsidR="00AD6E9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AD6E95">
        <w:rPr>
          <w:rFonts w:ascii="Times New Roman" w:hAnsi="Times New Roman"/>
          <w:sz w:val="28"/>
          <w:szCs w:val="28"/>
          <w:lang w:val="ru-RU"/>
        </w:rPr>
        <w:t xml:space="preserve">области"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и находящиеся в границах </w:t>
      </w:r>
      <w:r w:rsidR="00AD6E95">
        <w:rPr>
          <w:rFonts w:ascii="Times New Roman" w:hAnsi="Times New Roman"/>
          <w:sz w:val="28"/>
          <w:szCs w:val="28"/>
          <w:lang w:val="ru-RU"/>
        </w:rPr>
        <w:t xml:space="preserve">населенного пункта </w:t>
      </w:r>
      <w:r w:rsidR="0060027F" w:rsidRPr="009A7171">
        <w:rPr>
          <w:rFonts w:ascii="Times New Roman" w:hAnsi="Times New Roman"/>
          <w:sz w:val="28"/>
          <w:szCs w:val="28"/>
          <w:lang w:val="ru-RU"/>
        </w:rPr>
        <w:t xml:space="preserve">город </w:t>
      </w:r>
      <w:r w:rsidR="009D2710" w:rsidRPr="009A7171">
        <w:rPr>
          <w:rFonts w:ascii="Times New Roman" w:hAnsi="Times New Roman"/>
          <w:sz w:val="28"/>
          <w:szCs w:val="28"/>
          <w:lang w:val="ru-RU"/>
        </w:rPr>
        <w:t>Архангельск</w:t>
      </w:r>
      <w:r w:rsidR="0060027F" w:rsidRPr="009A7171">
        <w:rPr>
          <w:rFonts w:ascii="Times New Roman" w:hAnsi="Times New Roman"/>
          <w:sz w:val="28"/>
          <w:szCs w:val="28"/>
          <w:lang w:val="ru-RU"/>
        </w:rPr>
        <w:t xml:space="preserve"> Архангельской области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в соответствии с номенклатурой, составленной </w:t>
      </w:r>
      <w:r w:rsidR="00DE3AEB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Администрацией</w:t>
      </w:r>
      <w:r w:rsidR="00DE3AEB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во исполнение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пункта 3.3.</w:t>
      </w:r>
      <w:r w:rsidR="00963950">
        <w:rPr>
          <w:rFonts w:ascii="Times New Roman" w:hAnsi="Times New Roman"/>
          <w:sz w:val="28"/>
          <w:szCs w:val="28"/>
          <w:lang w:val="ru-RU"/>
        </w:rPr>
        <w:t>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для предоставления гражданам, выселяемым из жилых помещений, предоставленных по договорам социального найма</w:t>
      </w:r>
      <w:r w:rsidR="00B6613F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B4DDD">
        <w:rPr>
          <w:rFonts w:ascii="Times New Roman" w:hAnsi="Times New Roman"/>
          <w:sz w:val="28"/>
          <w:szCs w:val="28"/>
          <w:lang w:val="ru-RU"/>
        </w:rPr>
        <w:t xml:space="preserve">(договорам найма специализированного жилого помещения, договорам найма жилого помещения коммерческого использования) </w:t>
      </w:r>
      <w:r w:rsidRPr="009A7171">
        <w:rPr>
          <w:rFonts w:ascii="Times New Roman" w:hAnsi="Times New Roman"/>
          <w:sz w:val="28"/>
          <w:szCs w:val="28"/>
          <w:lang w:val="ru-RU"/>
        </w:rPr>
        <w:t>расположенных в границах территории жилой застройки</w:t>
      </w:r>
      <w:r w:rsidR="00B6613F" w:rsidRPr="009A7171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6613F" w:rsidRPr="009A7171">
        <w:rPr>
          <w:rFonts w:ascii="Times New Roman" w:hAnsi="Times New Roman"/>
          <w:sz w:val="28"/>
          <w:szCs w:val="28"/>
          <w:lang w:val="ru-RU"/>
        </w:rPr>
        <w:t xml:space="preserve"> подлежащих </w:t>
      </w:r>
      <w:r w:rsidR="00A659BD" w:rsidRPr="009A7171">
        <w:rPr>
          <w:rFonts w:ascii="Times New Roman" w:hAnsi="Times New Roman"/>
          <w:sz w:val="28"/>
          <w:szCs w:val="28"/>
          <w:lang w:val="ru-RU"/>
        </w:rPr>
        <w:t>комплексному развитию</w:t>
      </w:r>
      <w:r w:rsidR="002E4CBA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>за исключением жилых помещений в</w:t>
      </w:r>
      <w:proofErr w:type="gramEnd"/>
      <w:r w:rsidR="002E4CBA" w:rsidRPr="002E4CBA">
        <w:rPr>
          <w:rFonts w:ascii="Times New Roman" w:hAnsi="Times New Roman"/>
          <w:sz w:val="28"/>
          <w:szCs w:val="28"/>
          <w:lang w:val="ru-RU"/>
        </w:rPr>
        <w:t xml:space="preserve"> многоквартирных </w:t>
      </w:r>
      <w:proofErr w:type="gramStart"/>
      <w:r w:rsidR="002E4CBA" w:rsidRPr="002E4CBA">
        <w:rPr>
          <w:rFonts w:ascii="Times New Roman" w:hAnsi="Times New Roman"/>
          <w:sz w:val="28"/>
          <w:szCs w:val="28"/>
          <w:lang w:val="ru-RU"/>
        </w:rPr>
        <w:t>домах</w:t>
      </w:r>
      <w:proofErr w:type="gramEnd"/>
      <w:r w:rsidR="002E4CBA" w:rsidRPr="002E4CBA">
        <w:rPr>
          <w:rFonts w:ascii="Times New Roman" w:hAnsi="Times New Roman"/>
          <w:sz w:val="28"/>
          <w:szCs w:val="28"/>
          <w:lang w:val="ru-RU"/>
        </w:rPr>
        <w:t xml:space="preserve">, подлежащих расселению в рамках адресной программы Архангельской области "Переселение граждан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>из аварийного жилищного фонда на 2019 –2025 годы".</w:t>
      </w:r>
    </w:p>
    <w:p w:rsidR="00C56C9D" w:rsidRDefault="00C56C9D" w:rsidP="00836A91">
      <w:pPr>
        <w:shd w:val="clear" w:color="auto" w:fill="FFFFFF"/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</w:t>
      </w:r>
      <w:r w:rsidRPr="00C56C9D">
        <w:rPr>
          <w:rFonts w:ascii="Times New Roman" w:hAnsi="Times New Roman"/>
          <w:sz w:val="28"/>
          <w:szCs w:val="28"/>
          <w:lang w:val="ru-RU"/>
        </w:rPr>
        <w:t xml:space="preserve">беспечить заключение договоров, предусматривающих переход прав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Pr="00C56C9D">
        <w:rPr>
          <w:rFonts w:ascii="Times New Roman" w:hAnsi="Times New Roman"/>
          <w:sz w:val="28"/>
          <w:szCs w:val="28"/>
          <w:lang w:val="ru-RU"/>
        </w:rPr>
        <w:t xml:space="preserve">на жилые помещения, расположенные в многоквартирных домах, включенных в решение о комплексном развитии территории жилой застройки,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Pr="00C56C9D">
        <w:rPr>
          <w:rFonts w:ascii="Times New Roman" w:hAnsi="Times New Roman"/>
          <w:sz w:val="28"/>
          <w:szCs w:val="28"/>
          <w:lang w:val="ru-RU"/>
        </w:rPr>
        <w:t>в соответствии со статьей 32.1 Жилищного кодекса Российской Федерации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CD564E" w:rsidRPr="009A7171" w:rsidRDefault="004A03B3" w:rsidP="00836A91">
      <w:pPr>
        <w:shd w:val="clear" w:color="auto" w:fill="FFFFFF"/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Также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в случае наличия вступивших в законную силу решений судов о предоставл</w:t>
      </w:r>
      <w:r w:rsidRPr="009A7171">
        <w:rPr>
          <w:rFonts w:ascii="Times New Roman" w:hAnsi="Times New Roman"/>
          <w:sz w:val="28"/>
          <w:szCs w:val="28"/>
          <w:lang w:val="ru-RU"/>
        </w:rPr>
        <w:t>е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нии гражданам жилых помещений по договорам социального найма, расселяемых в соответствии с настоящим пунктом,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За</w:t>
      </w:r>
      <w:r w:rsidR="007B4DDD">
        <w:rPr>
          <w:rFonts w:ascii="Times New Roman" w:hAnsi="Times New Roman"/>
          <w:sz w:val="28"/>
          <w:szCs w:val="28"/>
          <w:lang w:val="ru-RU"/>
        </w:rPr>
        <w:t>с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тройщик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берет на себя обязательство в части передачи в собственность </w:t>
      </w:r>
      <w:r w:rsidR="00963950">
        <w:rPr>
          <w:rFonts w:ascii="Times New Roman" w:hAnsi="Times New Roman"/>
          <w:sz w:val="28"/>
          <w:szCs w:val="28"/>
          <w:lang w:val="ru-RU"/>
        </w:rPr>
        <w:t>"Администрации"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жилых помещ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е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ний, отвечающи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х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требованиям, указанным в решении суда,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в трехмесячный срок с момента направления в адрес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7B4DDD">
        <w:rPr>
          <w:rFonts w:ascii="Times New Roman" w:hAnsi="Times New Roman"/>
          <w:sz w:val="28"/>
          <w:szCs w:val="28"/>
          <w:lang w:val="ru-RU"/>
        </w:rPr>
        <w:t>а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копии решения суда. </w:t>
      </w:r>
      <w:proofErr w:type="gramEnd"/>
    </w:p>
    <w:p w:rsidR="00CD564E" w:rsidRPr="009A7171" w:rsidRDefault="00E56335" w:rsidP="00836A91">
      <w:pPr>
        <w:shd w:val="clear" w:color="auto" w:fill="FFFFFF"/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953FC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Уплатить возмещение за изымаемые на основании решения 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, принятого в соответствии с жилищным законодательством Российской Федерации, жилые помещения</w:t>
      </w:r>
      <w:r w:rsidR="00963950">
        <w:rPr>
          <w:rFonts w:ascii="Times New Roman" w:hAnsi="Times New Roman"/>
          <w:sz w:val="28"/>
          <w:szCs w:val="28"/>
          <w:lang w:val="ru-RU"/>
        </w:rPr>
        <w:t xml:space="preserve">, указанные в </w:t>
      </w:r>
      <w:r w:rsidR="00AD6E95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риложени</w:t>
      </w:r>
      <w:r w:rsidR="00356BAC"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и</w:t>
      </w:r>
      <w:r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="00AD6E95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№ </w:t>
      </w:r>
      <w:r w:rsidR="00356BAC"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="00AD6E95">
        <w:rPr>
          <w:rFonts w:ascii="Times New Roman" w:hAnsi="Times New Roman"/>
          <w:sz w:val="28"/>
          <w:szCs w:val="28"/>
          <w:shd w:val="clear" w:color="auto" w:fill="FFFFFF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к настоящему Договору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и находящиеся в частной собственности,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многоквартирных домах, расположенных в границах территории жилой застройки и земельные участки, на которых расположены такие многоквартирные дома, либо по соглашению с собственником жилого помещения предоставить ему взамен изымаемого жилого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помещения </w:t>
      </w:r>
      <w:hyperlink r:id="rId9" w:history="1">
        <w:r w:rsidRPr="009A7171">
          <w:rPr>
            <w:rFonts w:ascii="Times New Roman" w:hAnsi="Times New Roman"/>
            <w:sz w:val="28"/>
            <w:szCs w:val="28"/>
            <w:lang w:val="ru-RU"/>
          </w:rPr>
          <w:t>другое</w:t>
        </w:r>
      </w:hyperlink>
      <w:r w:rsidRPr="009A7171">
        <w:rPr>
          <w:rFonts w:ascii="Times New Roman" w:hAnsi="Times New Roman"/>
          <w:sz w:val="28"/>
          <w:szCs w:val="28"/>
          <w:lang w:val="ru-RU"/>
        </w:rPr>
        <w:t xml:space="preserve"> жилое помещение с зачетом его стоимости при определении размера возмещения за изымаемое жилое помещение, в соответствии с установленными </w:t>
      </w:r>
      <w:r w:rsidR="00AD6E95">
        <w:rPr>
          <w:rFonts w:ascii="Times New Roman" w:hAnsi="Times New Roman"/>
          <w:sz w:val="28"/>
          <w:szCs w:val="28"/>
          <w:lang w:val="ru-RU"/>
        </w:rPr>
        <w:t>п</w:t>
      </w:r>
      <w:r w:rsidR="00F04469"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AD6E95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F04469" w:rsidRPr="009A7171">
        <w:rPr>
          <w:rFonts w:ascii="Times New Roman" w:hAnsi="Times New Roman"/>
          <w:sz w:val="28"/>
          <w:szCs w:val="28"/>
          <w:lang w:val="ru-RU"/>
        </w:rPr>
        <w:t>3 к настоящему Договору сроками выполнения обязательств.</w:t>
      </w:r>
    </w:p>
    <w:p w:rsidR="00CD564E" w:rsidRPr="009A7171" w:rsidRDefault="00CD564E" w:rsidP="00836A91">
      <w:pPr>
        <w:shd w:val="clear" w:color="auto" w:fill="FFFFFF"/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При этом в случае наличия вступивших в законную силу решений судов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о выплате возмещения и (или) предоставления жилого помещения взамен изымаемого гражданам, расселяемы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м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соответствии с настоящим пунктом,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</w:t>
      </w:r>
      <w:r w:rsidR="007B4DDD">
        <w:rPr>
          <w:rFonts w:ascii="Times New Roman" w:hAnsi="Times New Roman"/>
          <w:sz w:val="28"/>
          <w:szCs w:val="28"/>
          <w:lang w:val="ru-RU"/>
        </w:rPr>
        <w:t>с</w:t>
      </w:r>
      <w:r w:rsidRPr="009A7171">
        <w:rPr>
          <w:rFonts w:ascii="Times New Roman" w:hAnsi="Times New Roman"/>
          <w:sz w:val="28"/>
          <w:szCs w:val="28"/>
          <w:lang w:val="ru-RU"/>
        </w:rPr>
        <w:t>тройщик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берет на себя обязательство в части 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 xml:space="preserve">выплаты возмещения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="00C5729D"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за </w:t>
      </w:r>
      <w:r w:rsidR="00963950">
        <w:rPr>
          <w:rFonts w:ascii="Times New Roman" w:hAnsi="Times New Roman"/>
          <w:sz w:val="28"/>
          <w:szCs w:val="28"/>
          <w:lang w:val="ru-RU"/>
        </w:rPr>
        <w:t>"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963950">
        <w:rPr>
          <w:rFonts w:ascii="Times New Roman" w:hAnsi="Times New Roman"/>
          <w:sz w:val="28"/>
          <w:szCs w:val="28"/>
          <w:lang w:val="ru-RU"/>
        </w:rPr>
        <w:t>"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 xml:space="preserve"> в размере, указанном в решении суда, в течение месяца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 xml:space="preserve">с момента направления в адрес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AD6E95">
        <w:rPr>
          <w:rFonts w:ascii="Times New Roman" w:hAnsi="Times New Roman"/>
          <w:sz w:val="28"/>
          <w:szCs w:val="28"/>
          <w:lang w:val="ru-RU"/>
        </w:rPr>
        <w:t xml:space="preserve"> копии решения суда,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передачи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собственность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63950">
        <w:rPr>
          <w:rFonts w:ascii="Times New Roman" w:hAnsi="Times New Roman"/>
          <w:sz w:val="28"/>
          <w:szCs w:val="28"/>
          <w:lang w:val="ru-RU"/>
        </w:rPr>
        <w:t>"Администрации"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жилых помещений, отвечающи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х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требования</w:t>
      </w:r>
      <w:r w:rsidR="00AD6E95">
        <w:rPr>
          <w:rFonts w:ascii="Times New Roman" w:hAnsi="Times New Roman"/>
          <w:sz w:val="28"/>
          <w:szCs w:val="28"/>
          <w:lang w:val="ru-RU"/>
        </w:rPr>
        <w:t xml:space="preserve">м, указанным в решении суда, в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трехмесячный срок с момента направления в адрес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копии решения суда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Pr="009A7171" w:rsidRDefault="00E56335" w:rsidP="004F696E">
      <w:pPr>
        <w:shd w:val="clear" w:color="auto" w:fill="FFFFFF"/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953FC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Осуществить за свой счет</w:t>
      </w:r>
      <w:r w:rsidR="00963950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соответствии с установленными </w:t>
      </w:r>
      <w:r w:rsidR="00AD6E95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AD6E95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 сроками выполнения обязательств</w:t>
      </w:r>
      <w:r w:rsidR="00963950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снос многоквартирных домов, </w:t>
      </w:r>
      <w:r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в том числе признанных в установленном Правительством Российской Федерации порядке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аварийными и подлежащими сносу, а также иных объектов капитального строительства, объектов инженерно-технического обеспечения, указанных в </w:t>
      </w:r>
      <w:r w:rsidR="00AD6E95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AD6E95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к настоящему Договору, в соответствии с действующим законодательством</w:t>
      </w:r>
      <w:r w:rsidR="00012573" w:rsidRPr="009A7171">
        <w:rPr>
          <w:rFonts w:ascii="Times New Roman" w:hAnsi="Times New Roman"/>
          <w:sz w:val="28"/>
          <w:szCs w:val="28"/>
          <w:lang w:val="ru-RU"/>
        </w:rPr>
        <w:t>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End"/>
    </w:p>
    <w:p w:rsidR="00E56335" w:rsidRPr="009A7171" w:rsidRDefault="00E56335" w:rsidP="004F696E">
      <w:pPr>
        <w:shd w:val="clear" w:color="auto" w:fill="FFFFFF"/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Не позднее, чем за семь рабочих дней до начала выполнения работ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по сносу объекта капитального строительства направить в 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уведомление о планируемом сносе объекта капитального строительства.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Не позднее, чем за семь рабочих дней после завершения сноса объекта капитального строительства направить в 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уведомление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о завершении сноса объекта капитального строительства в соответствии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с действующим градостроительным законодательством.</w:t>
      </w:r>
    </w:p>
    <w:p w:rsidR="00E56335" w:rsidRPr="009A7171" w:rsidRDefault="00E56335" w:rsidP="004F696E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При осуществлении сноса многоквартирных домов необходимо предпринимать меры по недопущению прекращения услуг электро-, тепл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о-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, газо-, водоснабжения и водоотведения населению </w:t>
      </w:r>
      <w:r w:rsidR="00012573" w:rsidRPr="009A7171">
        <w:rPr>
          <w:rFonts w:ascii="Times New Roman" w:hAnsi="Times New Roman"/>
          <w:sz w:val="28"/>
          <w:szCs w:val="28"/>
          <w:lang w:val="ru-RU"/>
        </w:rPr>
        <w:t>городского округа "Город Архангельск"</w:t>
      </w:r>
      <w:r w:rsidRPr="009A7171">
        <w:rPr>
          <w:rFonts w:ascii="Times New Roman" w:hAnsi="Times New Roman"/>
          <w:sz w:val="28"/>
          <w:szCs w:val="28"/>
          <w:lang w:val="ru-RU"/>
        </w:rPr>
        <w:t>, связанных с проведением таких работ.</w:t>
      </w:r>
    </w:p>
    <w:p w:rsidR="00E56335" w:rsidRPr="009A7171" w:rsidRDefault="00E56335" w:rsidP="004F696E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237A7">
        <w:rPr>
          <w:rFonts w:ascii="Times New Roman" w:hAnsi="Times New Roman"/>
          <w:sz w:val="28"/>
          <w:szCs w:val="28"/>
          <w:lang w:val="ru-RU"/>
        </w:rPr>
        <w:t>8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Осуществить за свой счет образование земельных участков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из земельных участков, находящихся в границах </w:t>
      </w:r>
      <w:r w:rsidR="002E4CBA">
        <w:rPr>
          <w:rFonts w:ascii="Times New Roman" w:hAnsi="Times New Roman"/>
          <w:sz w:val="28"/>
          <w:szCs w:val="28"/>
          <w:lang w:val="ru-RU"/>
        </w:rPr>
        <w:t>Т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ерритории </w:t>
      </w:r>
      <w:r w:rsidR="002E4CBA">
        <w:rPr>
          <w:rFonts w:ascii="Times New Roman" w:hAnsi="Times New Roman"/>
          <w:sz w:val="28"/>
          <w:szCs w:val="28"/>
          <w:lang w:val="ru-RU"/>
        </w:rPr>
        <w:t xml:space="preserve">1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жилой застройки </w:t>
      </w:r>
      <w:r w:rsidR="002E4CBA">
        <w:rPr>
          <w:rFonts w:ascii="Times New Roman" w:hAnsi="Times New Roman"/>
          <w:sz w:val="28"/>
          <w:szCs w:val="28"/>
          <w:lang w:val="ru-RU"/>
        </w:rPr>
        <w:t xml:space="preserve">и </w:t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 xml:space="preserve">Территории </w:t>
      </w:r>
      <w:r w:rsidR="002E4CBA">
        <w:rPr>
          <w:rFonts w:ascii="Times New Roman" w:hAnsi="Times New Roman"/>
          <w:sz w:val="28"/>
          <w:szCs w:val="28"/>
          <w:lang w:val="ru-RU"/>
        </w:rPr>
        <w:t>2</w:t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 xml:space="preserve"> жилой застройки </w:t>
      </w:r>
      <w:r w:rsidRPr="00562849">
        <w:rPr>
          <w:rFonts w:ascii="Times New Roman" w:hAnsi="Times New Roman"/>
          <w:sz w:val="28"/>
          <w:szCs w:val="28"/>
          <w:lang w:val="ru-RU"/>
        </w:rPr>
        <w:t>в соответствии с утвержденн</w:t>
      </w:r>
      <w:r w:rsidR="004F696E" w:rsidRPr="00562849">
        <w:rPr>
          <w:rFonts w:ascii="Times New Roman" w:hAnsi="Times New Roman"/>
          <w:sz w:val="28"/>
          <w:szCs w:val="28"/>
          <w:lang w:val="ru-RU"/>
        </w:rPr>
        <w:t>ой</w:t>
      </w:r>
      <w:r w:rsidRPr="0056284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F696E" w:rsidRPr="00562849">
        <w:rPr>
          <w:rFonts w:ascii="Times New Roman" w:hAnsi="Times New Roman"/>
          <w:sz w:val="28"/>
          <w:szCs w:val="28"/>
          <w:lang w:val="ru-RU"/>
        </w:rPr>
        <w:t>документацией по планировке территории</w:t>
      </w:r>
      <w:r w:rsidRPr="00562849">
        <w:rPr>
          <w:rFonts w:ascii="Times New Roman" w:hAnsi="Times New Roman"/>
          <w:sz w:val="28"/>
          <w:szCs w:val="28"/>
          <w:lang w:val="ru-RU"/>
        </w:rPr>
        <w:t>, 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также проведение государственного кадастрового учета таких земельных участков в соответствии с установленными </w:t>
      </w:r>
      <w:r w:rsidR="00AD6E95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AD6E95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 сроками выполнения обязательств.</w:t>
      </w:r>
      <w:proofErr w:type="gramEnd"/>
    </w:p>
    <w:p w:rsidR="00E56335" w:rsidRPr="009A7171" w:rsidRDefault="00E56335" w:rsidP="004F696E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237A7">
        <w:rPr>
          <w:rFonts w:ascii="Times New Roman" w:hAnsi="Times New Roman"/>
          <w:sz w:val="28"/>
          <w:szCs w:val="28"/>
          <w:lang w:val="ru-RU"/>
        </w:rPr>
        <w:t>9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Осуществить в границах </w:t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>Территории 1 жилой застройки и Территории 2 жилой застройки</w:t>
      </w:r>
      <w:r w:rsidR="00D31917">
        <w:rPr>
          <w:rFonts w:ascii="Times New Roman" w:hAnsi="Times New Roman"/>
          <w:sz w:val="28"/>
          <w:szCs w:val="28"/>
          <w:lang w:val="ru-RU"/>
        </w:rPr>
        <w:t>, исходя из общей площади указанных территорий,</w:t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>согласно требованиям законодательства о градостроительной деятельности строительство в соответствии с утвержденной докумен</w:t>
      </w:r>
      <w:r w:rsidR="002237A7">
        <w:rPr>
          <w:rFonts w:ascii="Times New Roman" w:hAnsi="Times New Roman"/>
          <w:sz w:val="28"/>
          <w:szCs w:val="28"/>
          <w:lang w:val="ru-RU"/>
        </w:rPr>
        <w:t>тацией по планировке территории в рамках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реализации решения о комплексном развитии территории жилой застройки, </w:t>
      </w:r>
      <w:r w:rsidR="00D31917">
        <w:rPr>
          <w:rFonts w:ascii="Times New Roman" w:hAnsi="Times New Roman"/>
          <w:sz w:val="28"/>
          <w:szCs w:val="28"/>
          <w:lang w:val="ru-RU"/>
        </w:rPr>
        <w:t>а также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ввод объектов капитального строительства в эксплуатацию</w:t>
      </w:r>
      <w:r w:rsidR="002237A7">
        <w:rPr>
          <w:rFonts w:ascii="Times New Roman" w:hAnsi="Times New Roman"/>
          <w:sz w:val="28"/>
          <w:szCs w:val="28"/>
          <w:lang w:val="ru-RU"/>
        </w:rPr>
        <w:t xml:space="preserve"> в объеме не </w:t>
      </w:r>
      <w:r w:rsidR="002E23FB">
        <w:rPr>
          <w:rFonts w:ascii="Times New Roman" w:hAnsi="Times New Roman"/>
          <w:sz w:val="28"/>
          <w:szCs w:val="28"/>
          <w:lang w:val="ru-RU"/>
        </w:rPr>
        <w:t>более</w:t>
      </w:r>
      <w:r w:rsidR="002237A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 xml:space="preserve">69,84 </w:t>
      </w:r>
      <w:r w:rsidR="009C6809">
        <w:rPr>
          <w:rFonts w:ascii="Times New Roman" w:hAnsi="Times New Roman"/>
          <w:sz w:val="28"/>
          <w:szCs w:val="28"/>
          <w:lang w:val="ru-RU"/>
        </w:rPr>
        <w:t xml:space="preserve">тыс. </w:t>
      </w:r>
      <w:r w:rsidR="002237A7">
        <w:rPr>
          <w:rFonts w:ascii="Times New Roman" w:hAnsi="Times New Roman"/>
          <w:sz w:val="28"/>
          <w:szCs w:val="28"/>
          <w:lang w:val="ru-RU"/>
        </w:rPr>
        <w:t>кв.</w:t>
      </w:r>
      <w:r w:rsidR="00AD6E9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237A7">
        <w:rPr>
          <w:rFonts w:ascii="Times New Roman" w:hAnsi="Times New Roman"/>
          <w:sz w:val="28"/>
          <w:szCs w:val="28"/>
          <w:lang w:val="ru-RU"/>
        </w:rPr>
        <w:t>м общей</w:t>
      </w:r>
      <w:proofErr w:type="gramEnd"/>
      <w:r w:rsidR="002237A7">
        <w:rPr>
          <w:rFonts w:ascii="Times New Roman" w:hAnsi="Times New Roman"/>
          <w:sz w:val="28"/>
          <w:szCs w:val="28"/>
          <w:lang w:val="ru-RU"/>
        </w:rPr>
        <w:t xml:space="preserve"> площади жилых помещений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соответствии с</w:t>
      </w:r>
      <w:r w:rsidR="002237A7">
        <w:rPr>
          <w:rFonts w:ascii="Times New Roman" w:hAnsi="Times New Roman"/>
          <w:sz w:val="28"/>
          <w:szCs w:val="28"/>
          <w:lang w:val="ru-RU"/>
        </w:rPr>
        <w:t>о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237A7" w:rsidRPr="002237A7">
        <w:rPr>
          <w:rFonts w:ascii="Times New Roman" w:hAnsi="Times New Roman"/>
          <w:sz w:val="28"/>
          <w:szCs w:val="28"/>
          <w:lang w:val="ru-RU"/>
        </w:rPr>
        <w:t>сроками выполнения обязательств</w:t>
      </w:r>
      <w:r w:rsidR="002237A7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установленными </w:t>
      </w:r>
      <w:r w:rsidR="00AD6E95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AD6E95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Договору.</w:t>
      </w:r>
    </w:p>
    <w:p w:rsidR="00E0413B" w:rsidRDefault="00E56335" w:rsidP="001801D2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>3.1.</w:t>
      </w:r>
      <w:r w:rsidR="00E0413B">
        <w:rPr>
          <w:rFonts w:ascii="Times New Roman" w:hAnsi="Times New Roman"/>
          <w:sz w:val="28"/>
          <w:szCs w:val="28"/>
          <w:lang w:val="ru-RU"/>
        </w:rPr>
        <w:t>10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Осуществить за свой счет в соответствии с утвержденной документацией по планировке территории строительство и (или) реконструкцию объектов</w:t>
      </w:r>
      <w:r w:rsidRPr="009A7171">
        <w:rPr>
          <w:rFonts w:ascii="Times New Roman" w:hAnsi="Times New Roman"/>
          <w:color w:val="8DB3E2" w:themeColor="text2" w:themeTint="66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коммунальной, транспортной инфраструктур, необходимых для реализации решения о комплексном развитии территории жилой </w:t>
      </w:r>
      <w:r w:rsidR="000A168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застройки, обязанность по осуществлению строительства и (или) реконструкции которых не возложена на третьих лиц в соответствии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 требованиями действующего законодательства, заключенными соглашениями (договорами), в соответствии </w:t>
      </w:r>
      <w:r w:rsidR="00E0413B" w:rsidRPr="00E0413B">
        <w:rPr>
          <w:rFonts w:ascii="Times New Roman" w:hAnsi="Times New Roman"/>
          <w:sz w:val="28"/>
          <w:szCs w:val="28"/>
          <w:lang w:val="ru-RU"/>
        </w:rPr>
        <w:t xml:space="preserve">со сроками выполнения обязательств, установленными </w:t>
      </w:r>
      <w:r w:rsidR="00AD6E95">
        <w:rPr>
          <w:rFonts w:ascii="Times New Roman" w:hAnsi="Times New Roman"/>
          <w:sz w:val="28"/>
          <w:szCs w:val="28"/>
          <w:lang w:val="ru-RU"/>
        </w:rPr>
        <w:t>п</w:t>
      </w:r>
      <w:r w:rsidR="00E0413B" w:rsidRPr="00E0413B">
        <w:rPr>
          <w:rFonts w:ascii="Times New Roman" w:hAnsi="Times New Roman"/>
          <w:sz w:val="28"/>
          <w:szCs w:val="28"/>
          <w:lang w:val="ru-RU"/>
        </w:rPr>
        <w:t>риложением</w:t>
      </w:r>
      <w:proofErr w:type="gramEnd"/>
      <w:r w:rsidR="00E0413B" w:rsidRPr="00E0413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D6E95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E0413B" w:rsidRPr="00E0413B">
        <w:rPr>
          <w:rFonts w:ascii="Times New Roman" w:hAnsi="Times New Roman"/>
          <w:sz w:val="28"/>
          <w:szCs w:val="28"/>
          <w:lang w:val="ru-RU"/>
        </w:rPr>
        <w:t>3 к настоящему Договору.</w:t>
      </w:r>
    </w:p>
    <w:p w:rsidR="00E56335" w:rsidRDefault="00E56335" w:rsidP="001801D2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E0413B">
        <w:rPr>
          <w:rFonts w:ascii="Times New Roman" w:hAnsi="Times New Roman"/>
          <w:sz w:val="28"/>
          <w:szCs w:val="28"/>
          <w:lang w:val="ru-RU"/>
        </w:rPr>
        <w:t>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В течение 1</w:t>
      </w:r>
      <w:r w:rsidR="004058B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50AAB" w:rsidRPr="009A7171">
        <w:rPr>
          <w:rFonts w:ascii="Times New Roman" w:hAnsi="Times New Roman"/>
          <w:sz w:val="28"/>
          <w:szCs w:val="28"/>
          <w:lang w:val="ru-RU"/>
        </w:rPr>
        <w:t>(одного)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месяца с даты окончания строительства </w:t>
      </w:r>
      <w:r w:rsidR="008D5D9D" w:rsidRPr="009A7171">
        <w:rPr>
          <w:rFonts w:ascii="Times New Roman" w:hAnsi="Times New Roman"/>
          <w:sz w:val="28"/>
          <w:szCs w:val="28"/>
          <w:lang w:val="ru-RU"/>
        </w:rPr>
        <w:t xml:space="preserve">(ввода в эксплуатацию)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полном объеме объектов капитального строительства в соответствии с утвержденной документацией по планировке территории безвозмездно передать в собственность </w:t>
      </w:r>
      <w:r w:rsidR="00963950">
        <w:rPr>
          <w:rFonts w:ascii="Times New Roman" w:hAnsi="Times New Roman"/>
          <w:sz w:val="28"/>
          <w:szCs w:val="28"/>
          <w:lang w:val="ru-RU"/>
        </w:rPr>
        <w:t>"Администрации</w:t>
      </w:r>
      <w:r w:rsidR="0031474A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44325B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>объекты транспортной инфраструктуры, располож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>е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>нные вне земельных участков</w:t>
      </w:r>
      <w:r w:rsidR="00647AE7">
        <w:rPr>
          <w:rFonts w:ascii="Times New Roman" w:hAnsi="Times New Roman"/>
          <w:sz w:val="28"/>
          <w:szCs w:val="28"/>
          <w:lang w:val="ru-RU"/>
        </w:rPr>
        <w:t>,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 xml:space="preserve"> необходимых для эксплуат</w:t>
      </w:r>
      <w:r w:rsidR="002940E1">
        <w:rPr>
          <w:rFonts w:ascii="Times New Roman" w:hAnsi="Times New Roman"/>
          <w:sz w:val="28"/>
          <w:szCs w:val="28"/>
          <w:lang w:val="ru-RU"/>
        </w:rPr>
        <w:t>а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>ции пост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>р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>оенных объектов капитального строител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>ьства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 xml:space="preserve"> и в пределах территории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>, указанной в п</w:t>
      </w:r>
      <w:r w:rsidR="00A57931">
        <w:rPr>
          <w:rFonts w:ascii="Times New Roman" w:hAnsi="Times New Roman"/>
          <w:sz w:val="28"/>
          <w:szCs w:val="28"/>
          <w:lang w:val="ru-RU"/>
        </w:rPr>
        <w:t>ункте</w:t>
      </w:r>
      <w:r w:rsidR="00AD6E95">
        <w:rPr>
          <w:rFonts w:ascii="Times New Roman" w:hAnsi="Times New Roman"/>
          <w:sz w:val="28"/>
          <w:szCs w:val="28"/>
          <w:lang w:val="ru-RU"/>
        </w:rPr>
        <w:t xml:space="preserve"> 1.1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</w:t>
      </w:r>
      <w:r w:rsidR="007D0978" w:rsidRPr="00585409">
        <w:rPr>
          <w:rFonts w:ascii="Times New Roman" w:hAnsi="Times New Roman"/>
          <w:sz w:val="28"/>
          <w:szCs w:val="28"/>
          <w:lang w:val="ru-RU"/>
        </w:rPr>
        <w:t>Д</w:t>
      </w:r>
      <w:r w:rsidR="00664FAE" w:rsidRPr="00585409">
        <w:rPr>
          <w:rFonts w:ascii="Times New Roman" w:hAnsi="Times New Roman"/>
          <w:sz w:val="28"/>
          <w:szCs w:val="28"/>
          <w:lang w:val="ru-RU"/>
        </w:rPr>
        <w:t>оговора.</w:t>
      </w:r>
      <w:proofErr w:type="gramEnd"/>
    </w:p>
    <w:p w:rsidR="00585409" w:rsidRPr="009A7171" w:rsidRDefault="007B4DDD" w:rsidP="001801D2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585409">
        <w:rPr>
          <w:rFonts w:ascii="Times New Roman" w:hAnsi="Times New Roman"/>
          <w:sz w:val="28"/>
          <w:szCs w:val="28"/>
          <w:lang w:val="ru-RU"/>
        </w:rPr>
        <w:t>Застройщик</w:t>
      </w:r>
      <w:r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585409">
        <w:rPr>
          <w:rFonts w:ascii="Times New Roman" w:hAnsi="Times New Roman"/>
          <w:sz w:val="28"/>
          <w:szCs w:val="28"/>
          <w:lang w:val="ru-RU"/>
        </w:rPr>
        <w:t xml:space="preserve"> должен осуществить государственную регистрацию права собственности в течение 1 </w:t>
      </w:r>
      <w:r w:rsidR="00585409" w:rsidRPr="00585409">
        <w:rPr>
          <w:rFonts w:ascii="Times New Roman" w:hAnsi="Times New Roman"/>
          <w:sz w:val="28"/>
          <w:szCs w:val="28"/>
          <w:lang w:val="ru-RU"/>
        </w:rPr>
        <w:t>(одного) месяца с даты окончания строительства (ввода в эксплуатацию) в полном объеме объектов капитального строительства в соответствии с утвержденной документацией по планировке территории</w:t>
      </w:r>
      <w:r w:rsidR="0058540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="00585409">
        <w:rPr>
          <w:rFonts w:ascii="Times New Roman" w:hAnsi="Times New Roman"/>
          <w:sz w:val="28"/>
          <w:szCs w:val="28"/>
          <w:lang w:val="ru-RU"/>
        </w:rPr>
        <w:t>на линейные объекты, расположенные на земельных участках</w:t>
      </w:r>
      <w:r w:rsidR="00647AE7">
        <w:rPr>
          <w:rFonts w:ascii="Times New Roman" w:hAnsi="Times New Roman"/>
          <w:sz w:val="28"/>
          <w:szCs w:val="28"/>
          <w:lang w:val="ru-RU"/>
        </w:rPr>
        <w:t>,</w:t>
      </w:r>
      <w:r w:rsidR="00647AE7" w:rsidRPr="00647AE7">
        <w:rPr>
          <w:rFonts w:ascii="Times New Roman" w:hAnsi="Times New Roman"/>
          <w:sz w:val="28"/>
          <w:szCs w:val="28"/>
          <w:lang w:val="ru-RU"/>
        </w:rPr>
        <w:t xml:space="preserve"> необходимых для эксплуатации построенных объектов капитального строительства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="00647AE7" w:rsidRPr="00647AE7">
        <w:rPr>
          <w:rFonts w:ascii="Times New Roman" w:hAnsi="Times New Roman"/>
          <w:sz w:val="28"/>
          <w:szCs w:val="28"/>
          <w:lang w:val="ru-RU"/>
        </w:rPr>
        <w:t>и в пределах территории, указанной в п</w:t>
      </w:r>
      <w:r w:rsidR="00A57931">
        <w:rPr>
          <w:rFonts w:ascii="Times New Roman" w:hAnsi="Times New Roman"/>
          <w:sz w:val="28"/>
          <w:szCs w:val="28"/>
          <w:lang w:val="ru-RU"/>
        </w:rPr>
        <w:t>ункте</w:t>
      </w:r>
      <w:r w:rsidR="00647AE7" w:rsidRPr="00647AE7">
        <w:rPr>
          <w:rFonts w:ascii="Times New Roman" w:hAnsi="Times New Roman"/>
          <w:sz w:val="28"/>
          <w:szCs w:val="28"/>
          <w:lang w:val="ru-RU"/>
        </w:rPr>
        <w:t xml:space="preserve"> 1.1. настоящего Договора.</w:t>
      </w:r>
      <w:proofErr w:type="gramEnd"/>
    </w:p>
    <w:p w:rsidR="00E56335" w:rsidRPr="009A7171" w:rsidRDefault="00E56335" w:rsidP="001801D2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E0413B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необходимости </w:t>
      </w:r>
      <w:r w:rsidR="00AD55CC" w:rsidRPr="009A7171">
        <w:rPr>
          <w:rFonts w:ascii="Times New Roman" w:hAnsi="Times New Roman"/>
          <w:sz w:val="28"/>
          <w:szCs w:val="28"/>
          <w:lang w:val="ru-RU"/>
        </w:rPr>
        <w:t>свода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существующих зеленых насаждений, находящихся в границах территории жилой застройки 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получить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разрешени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>я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 xml:space="preserve"> на свод зеленых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насаждений и (или) разрешени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>я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 xml:space="preserve"> на пересадку деревьев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и кустарников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D55CC" w:rsidRPr="009A7171">
        <w:rPr>
          <w:rFonts w:ascii="Times New Roman" w:hAnsi="Times New Roman"/>
          <w:sz w:val="28"/>
          <w:szCs w:val="28"/>
          <w:lang w:val="ru-RU"/>
        </w:rPr>
        <w:t xml:space="preserve">в </w:t>
      </w:r>
      <w:r w:rsidRPr="009A7171">
        <w:rPr>
          <w:rFonts w:ascii="Times New Roman" w:hAnsi="Times New Roman"/>
          <w:sz w:val="28"/>
          <w:szCs w:val="28"/>
          <w:lang w:val="ru-RU"/>
        </w:rPr>
        <w:t>соответствии с требованиями</w:t>
      </w:r>
      <w:r w:rsidR="00510098" w:rsidRPr="009A7171">
        <w:rPr>
          <w:lang w:val="ru-RU"/>
        </w:rPr>
        <w:t xml:space="preserve"> 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Порядка свода зеленых насаждений, получения разрешения на пересадку деревьев и кустарников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на территории </w:t>
      </w:r>
      <w:r w:rsidR="00CF6AC7">
        <w:rPr>
          <w:rFonts w:ascii="Times New Roman" w:hAnsi="Times New Roman"/>
          <w:sz w:val="28"/>
          <w:szCs w:val="28"/>
          <w:lang w:val="ru-RU"/>
        </w:rPr>
        <w:t>муниципального образования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"Город Архангельск"</w:t>
      </w:r>
      <w:r w:rsidR="0061588C" w:rsidRPr="009A7171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утвержденного постановлением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от 29</w:t>
      </w:r>
      <w:r w:rsidR="0061588C" w:rsidRPr="009A7171">
        <w:rPr>
          <w:rFonts w:ascii="Times New Roman" w:hAnsi="Times New Roman"/>
          <w:sz w:val="28"/>
          <w:szCs w:val="28"/>
          <w:lang w:val="ru-RU"/>
        </w:rPr>
        <w:t xml:space="preserve"> мая 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>2020</w:t>
      </w:r>
      <w:r w:rsidR="0061588C" w:rsidRPr="009A7171">
        <w:rPr>
          <w:rFonts w:ascii="Times New Roman" w:hAnsi="Times New Roman"/>
          <w:sz w:val="28"/>
          <w:szCs w:val="28"/>
          <w:lang w:val="ru-RU"/>
        </w:rPr>
        <w:t xml:space="preserve"> года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1588C" w:rsidRPr="009A7171">
        <w:rPr>
          <w:rFonts w:ascii="Times New Roman" w:hAnsi="Times New Roman"/>
          <w:sz w:val="28"/>
          <w:szCs w:val="28"/>
          <w:lang w:val="ru-RU"/>
        </w:rPr>
        <w:t>№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950. </w:t>
      </w:r>
      <w:proofErr w:type="gramEnd"/>
    </w:p>
    <w:p w:rsidR="00E56335" w:rsidRPr="009A7171" w:rsidRDefault="00E56335" w:rsidP="001801D2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Не использовать освободившиеся помещения в объектах капитального строительства, перечисленных в </w:t>
      </w:r>
      <w:r w:rsidR="00157B95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157B95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31474A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Договору, в целях, не связанных с исполнением обязательств по настоящему Договору. </w:t>
      </w:r>
    </w:p>
    <w:p w:rsidR="00E56335" w:rsidRPr="009A7171" w:rsidRDefault="00E56335" w:rsidP="001801D2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1772D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81772D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4</w:t>
      </w:r>
      <w:r w:rsidRPr="0081772D">
        <w:rPr>
          <w:rFonts w:ascii="Times New Roman" w:hAnsi="Times New Roman"/>
          <w:sz w:val="28"/>
          <w:szCs w:val="28"/>
          <w:lang w:val="ru-RU"/>
        </w:rPr>
        <w:t>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Один раз в полугодие предоставлять </w:t>
      </w:r>
      <w:r w:rsidR="006B3EB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861F22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информацию о выполнении обязательств, предусмотренных настоящим Договором, об осуществлении деятельности, связанной с реализацией настоящего Договора.</w:t>
      </w:r>
    </w:p>
    <w:p w:rsidR="00E56335" w:rsidRPr="009A7171" w:rsidRDefault="00E56335" w:rsidP="0060699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>Информацию за первое полугодие предоставлять не позднее 15</w:t>
      </w:r>
      <w:r w:rsidR="00550AAB" w:rsidRPr="009A7171">
        <w:rPr>
          <w:rFonts w:ascii="Times New Roman" w:hAnsi="Times New Roman"/>
          <w:sz w:val="28"/>
          <w:szCs w:val="28"/>
          <w:lang w:val="ru-RU"/>
        </w:rPr>
        <w:t xml:space="preserve"> (пятнадцатого)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июля следующего за отчетным периодом, за второе полугодие не позднее 15</w:t>
      </w:r>
      <w:r w:rsidR="00550AAB" w:rsidRPr="009A7171">
        <w:rPr>
          <w:rFonts w:ascii="Times New Roman" w:hAnsi="Times New Roman"/>
          <w:sz w:val="28"/>
          <w:szCs w:val="28"/>
          <w:lang w:val="ru-RU"/>
        </w:rPr>
        <w:t xml:space="preserve"> (пятнадцатого)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января следующего за отчетным периодом. </w:t>
      </w:r>
    </w:p>
    <w:p w:rsidR="00E56335" w:rsidRPr="009A7171" w:rsidRDefault="00E56335" w:rsidP="0060699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5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Оплатить цену права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на заключение настоящего Договора, указанную в </w:t>
      </w:r>
      <w:r w:rsidR="008D5D9D" w:rsidRPr="009A7171">
        <w:rPr>
          <w:rFonts w:ascii="Times New Roman" w:hAnsi="Times New Roman"/>
          <w:sz w:val="28"/>
          <w:szCs w:val="28"/>
          <w:lang w:val="ru-RU"/>
        </w:rPr>
        <w:t>пункте 2.1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в порядке, установленном</w:t>
      </w:r>
      <w:r w:rsidR="008D5D9D" w:rsidRPr="009A7171">
        <w:rPr>
          <w:rFonts w:ascii="Times New Roman" w:hAnsi="Times New Roman"/>
          <w:sz w:val="28"/>
          <w:szCs w:val="28"/>
          <w:lang w:val="ru-RU"/>
        </w:rPr>
        <w:t xml:space="preserve"> настоящим Договором</w:t>
      </w:r>
      <w:r w:rsidR="00D17C9A" w:rsidRPr="009A7171">
        <w:rPr>
          <w:rFonts w:ascii="Times New Roman" w:hAnsi="Times New Roman"/>
          <w:sz w:val="28"/>
          <w:szCs w:val="28"/>
          <w:lang w:val="ru-RU"/>
        </w:rPr>
        <w:t>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56335" w:rsidRPr="009A7171" w:rsidRDefault="00E56335" w:rsidP="0060699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Срок выполнения обязательств 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указанных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пунктах </w:t>
      </w:r>
      <w:r w:rsidR="00024001">
        <w:rPr>
          <w:rFonts w:ascii="Times New Roman" w:hAnsi="Times New Roman"/>
          <w:sz w:val="28"/>
          <w:szCs w:val="28"/>
          <w:lang w:val="ru-RU"/>
        </w:rPr>
        <w:t xml:space="preserve">с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179B3">
        <w:rPr>
          <w:rFonts w:ascii="Times New Roman" w:hAnsi="Times New Roman"/>
          <w:sz w:val="28"/>
          <w:szCs w:val="28"/>
          <w:lang w:val="ru-RU"/>
        </w:rPr>
        <w:t>5</w:t>
      </w:r>
      <w:r w:rsidR="00024001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324430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подлеж</w:t>
      </w:r>
      <w:r w:rsidR="00676A5A">
        <w:rPr>
          <w:rFonts w:ascii="Times New Roman" w:hAnsi="Times New Roman"/>
          <w:sz w:val="28"/>
          <w:szCs w:val="28"/>
          <w:lang w:val="ru-RU"/>
        </w:rPr>
        <w:t>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т уточнению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по каждому этапу реализации решения о комплексном развитии территории жилой застройки,  но не может превышать</w:t>
      </w:r>
      <w:r w:rsidR="006A59BF" w:rsidRPr="009A7171">
        <w:rPr>
          <w:rFonts w:ascii="Times New Roman" w:hAnsi="Times New Roman"/>
          <w:sz w:val="28"/>
          <w:szCs w:val="28"/>
          <w:lang w:val="ru-RU"/>
        </w:rPr>
        <w:t xml:space="preserve"> сроки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 даты начала этапов реализации решения о комплексном развитии территории жилой застройки, определенных в порядке, предусмотренном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пунктом 3.1.</w:t>
      </w:r>
      <w:r w:rsidR="00676A5A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Договора. </w:t>
      </w:r>
      <w:proofErr w:type="gramEnd"/>
    </w:p>
    <w:p w:rsidR="00276FC0" w:rsidRPr="009A7171" w:rsidRDefault="00276FC0" w:rsidP="0060699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676A5A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>После завершения каждого</w:t>
      </w:r>
      <w:r w:rsidR="00EB6931" w:rsidRPr="006676A6">
        <w:rPr>
          <w:rFonts w:ascii="Times New Roman" w:hAnsi="Times New Roman"/>
          <w:sz w:val="28"/>
          <w:szCs w:val="28"/>
          <w:lang w:val="ru-RU"/>
        </w:rPr>
        <w:t xml:space="preserve"> обязательства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 xml:space="preserve"> этапа реализации решения о комплексном развитии территории жилой застройки (</w:t>
      </w:r>
      <w:r w:rsidR="00157B95">
        <w:rPr>
          <w:rFonts w:ascii="Times New Roman" w:hAnsi="Times New Roman"/>
          <w:sz w:val="28"/>
          <w:szCs w:val="28"/>
          <w:lang w:val="ru-RU"/>
        </w:rPr>
        <w:t>п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 w:rsidR="00157B95">
        <w:rPr>
          <w:rFonts w:ascii="Times New Roman" w:hAnsi="Times New Roman"/>
          <w:sz w:val="28"/>
          <w:szCs w:val="28"/>
          <w:lang w:val="ru-RU"/>
        </w:rPr>
        <w:br/>
        <w:t xml:space="preserve">№ 3),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>Застройщик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 xml:space="preserve"> в</w:t>
      </w:r>
      <w:r w:rsidRPr="006676A6">
        <w:rPr>
          <w:rFonts w:ascii="Times New Roman" w:hAnsi="Times New Roman"/>
          <w:sz w:val="28"/>
          <w:szCs w:val="28"/>
          <w:lang w:val="ru-RU"/>
        </w:rPr>
        <w:t xml:space="preserve"> течение 10 (десяти) рабочих дней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письменно уведомляет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 о факте завершения указанного </w:t>
      </w:r>
      <w:r w:rsidR="00EB6931" w:rsidRPr="006676A6">
        <w:rPr>
          <w:rFonts w:ascii="Times New Roman" w:hAnsi="Times New Roman"/>
          <w:sz w:val="28"/>
          <w:szCs w:val="28"/>
          <w:lang w:val="ru-RU"/>
        </w:rPr>
        <w:t xml:space="preserve">обязательства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этапа и </w:t>
      </w:r>
      <w:proofErr w:type="spellStart"/>
      <w:r w:rsidR="00B63248" w:rsidRPr="006676A6">
        <w:rPr>
          <w:rFonts w:ascii="Times New Roman" w:hAnsi="Times New Roman"/>
          <w:sz w:val="28"/>
          <w:szCs w:val="28"/>
          <w:lang w:val="ru-RU"/>
        </w:rPr>
        <w:t>предствляет</w:t>
      </w:r>
      <w:proofErr w:type="spellEnd"/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 отчет об исполнении </w:t>
      </w:r>
      <w:r w:rsidR="00EB6931" w:rsidRPr="006676A6">
        <w:rPr>
          <w:rFonts w:ascii="Times New Roman" w:hAnsi="Times New Roman"/>
          <w:sz w:val="28"/>
          <w:szCs w:val="28"/>
          <w:lang w:val="ru-RU"/>
        </w:rPr>
        <w:t>обязательства</w:t>
      </w:r>
      <w:r w:rsidR="00EB6931" w:rsidRPr="006676A6">
        <w:rPr>
          <w:rFonts w:ascii="Times New Roman" w:hAnsi="Times New Roman"/>
          <w:color w:val="FF0000"/>
          <w:sz w:val="28"/>
          <w:szCs w:val="28"/>
          <w:lang w:val="ru-RU"/>
        </w:rPr>
        <w:t xml:space="preserve">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>этапа</w:t>
      </w:r>
      <w:r w:rsidR="008D6E47" w:rsidRPr="006676A6">
        <w:rPr>
          <w:rFonts w:ascii="Times New Roman" w:hAnsi="Times New Roman"/>
          <w:sz w:val="28"/>
          <w:szCs w:val="28"/>
          <w:lang w:val="ru-RU"/>
        </w:rPr>
        <w:t xml:space="preserve"> по форме, указанной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="008D6E47" w:rsidRPr="006676A6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157B95">
        <w:rPr>
          <w:rFonts w:ascii="Times New Roman" w:hAnsi="Times New Roman"/>
          <w:sz w:val="28"/>
          <w:szCs w:val="28"/>
          <w:lang w:val="ru-RU"/>
        </w:rPr>
        <w:t>п</w:t>
      </w:r>
      <w:r w:rsidR="008D6E47" w:rsidRPr="006676A6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157B95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8D6E47" w:rsidRPr="006676A6">
        <w:rPr>
          <w:rFonts w:ascii="Times New Roman" w:hAnsi="Times New Roman"/>
          <w:sz w:val="28"/>
          <w:szCs w:val="28"/>
          <w:lang w:val="ru-RU"/>
        </w:rPr>
        <w:t xml:space="preserve">5 к </w:t>
      </w:r>
      <w:r w:rsidR="004812EA">
        <w:rPr>
          <w:rFonts w:ascii="Times New Roman" w:hAnsi="Times New Roman"/>
          <w:sz w:val="28"/>
          <w:szCs w:val="28"/>
          <w:lang w:val="ru-RU"/>
        </w:rPr>
        <w:t xml:space="preserve">настоящему </w:t>
      </w:r>
      <w:r w:rsidR="008D6E47" w:rsidRPr="006676A6">
        <w:rPr>
          <w:rFonts w:ascii="Times New Roman" w:hAnsi="Times New Roman"/>
          <w:sz w:val="28"/>
          <w:szCs w:val="28"/>
          <w:lang w:val="ru-RU"/>
        </w:rPr>
        <w:t>Договору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; документы, подтверждающие исполнение обязательства и подписанный Акт об исполнении в 2 (двух) экземплярах по форме, указанной в </w:t>
      </w:r>
      <w:r w:rsidR="00157B95">
        <w:rPr>
          <w:rFonts w:ascii="Times New Roman" w:hAnsi="Times New Roman"/>
          <w:sz w:val="28"/>
          <w:szCs w:val="28"/>
          <w:lang w:val="ru-RU"/>
        </w:rPr>
        <w:t>п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157B95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4 к </w:t>
      </w:r>
      <w:r w:rsidR="004812EA">
        <w:rPr>
          <w:rFonts w:ascii="Times New Roman" w:hAnsi="Times New Roman"/>
          <w:sz w:val="28"/>
          <w:szCs w:val="28"/>
          <w:lang w:val="ru-RU"/>
        </w:rPr>
        <w:t xml:space="preserve">настоящему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>Договору.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705FD2" w:rsidRPr="009A7171" w:rsidRDefault="00705FD2" w:rsidP="0060699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Указанный </w:t>
      </w:r>
      <w:r w:rsidR="00B63248">
        <w:rPr>
          <w:rFonts w:ascii="Times New Roman" w:hAnsi="Times New Roman"/>
          <w:sz w:val="28"/>
          <w:szCs w:val="28"/>
          <w:lang w:val="ru-RU"/>
        </w:rPr>
        <w:t>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кт от имени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подписыва</w:t>
      </w:r>
      <w:r w:rsidR="004812EA">
        <w:rPr>
          <w:rFonts w:ascii="Times New Roman" w:hAnsi="Times New Roman"/>
          <w:sz w:val="28"/>
          <w:szCs w:val="28"/>
          <w:lang w:val="ru-RU"/>
        </w:rPr>
        <w:t>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тся уполномоченными органами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276FC0" w:rsidRPr="009A7171" w:rsidRDefault="00276FC0" w:rsidP="0060699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ab/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7A6891">
        <w:rPr>
          <w:rFonts w:ascii="Times New Roman" w:hAnsi="Times New Roman"/>
          <w:sz w:val="28"/>
          <w:szCs w:val="28"/>
          <w:lang w:val="ru-RU"/>
        </w:rPr>
        <w:t>8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вынесения судом решения об изъятии земельных участков и (или) расположенных на них объектов недвижимого имущества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для государственных или муниципальных нужд в целях комплексного развития территории и о предоставлении возмещения в связи с изъятием земельного участка и (или) расположенного на нем объекта недвижимого имущества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течение  7 (семи) дней со дня вынесения решения суда перечисляет денежные средства в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счет такого возмещения на банковский счет, указанный гражданином или юридическим лицом, или на депозит нотариуса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случае отсутствия информации о таком банковском счете.</w:t>
      </w:r>
    </w:p>
    <w:p w:rsidR="00BE7826" w:rsidRPr="007A6891" w:rsidRDefault="00E56335" w:rsidP="0060699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7A6891">
        <w:rPr>
          <w:rFonts w:ascii="Times New Roman" w:hAnsi="Times New Roman"/>
          <w:bCs/>
          <w:sz w:val="28"/>
          <w:szCs w:val="28"/>
          <w:lang w:val="ru-RU"/>
        </w:rPr>
        <w:t xml:space="preserve">3.2. </w:t>
      </w:r>
      <w:r w:rsidR="006616C6" w:rsidRPr="007A6891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7A6891">
        <w:rPr>
          <w:rFonts w:ascii="Times New Roman" w:hAnsi="Times New Roman"/>
          <w:bCs/>
          <w:sz w:val="28"/>
          <w:szCs w:val="28"/>
          <w:lang w:val="ru-RU"/>
        </w:rPr>
        <w:t>Застройщик</w:t>
      </w:r>
      <w:r w:rsidR="006616C6" w:rsidRPr="007A6891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7A6891">
        <w:rPr>
          <w:rFonts w:ascii="Times New Roman" w:hAnsi="Times New Roman"/>
          <w:bCs/>
          <w:sz w:val="28"/>
          <w:szCs w:val="28"/>
          <w:lang w:val="ru-RU"/>
        </w:rPr>
        <w:t xml:space="preserve"> вправе:</w:t>
      </w:r>
    </w:p>
    <w:p w:rsidR="00E56335" w:rsidRPr="009A7171" w:rsidRDefault="00E56335" w:rsidP="0060699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3.2.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Обращаться в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 заявлением о выдаче разрешения на использование земель и земельных участков, градостроительного плана земельного участка, о предоставлении земельных участков без проведения торгов в соответствии с земельным законодательством для строительства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границах </w:t>
      </w:r>
      <w:r w:rsidR="0048361A">
        <w:rPr>
          <w:rFonts w:ascii="Times New Roman" w:hAnsi="Times New Roman"/>
          <w:sz w:val="28"/>
          <w:szCs w:val="28"/>
          <w:lang w:val="ru-RU"/>
        </w:rPr>
        <w:t>Т</w:t>
      </w:r>
      <w:r w:rsidRPr="009A7171">
        <w:rPr>
          <w:rFonts w:ascii="Times New Roman" w:hAnsi="Times New Roman"/>
          <w:sz w:val="28"/>
          <w:szCs w:val="28"/>
          <w:lang w:val="ru-RU"/>
        </w:rPr>
        <w:t>ерритории</w:t>
      </w:r>
      <w:r w:rsidR="0048361A">
        <w:rPr>
          <w:rFonts w:ascii="Times New Roman" w:hAnsi="Times New Roman"/>
          <w:sz w:val="28"/>
          <w:szCs w:val="28"/>
          <w:lang w:val="ru-RU"/>
        </w:rPr>
        <w:t xml:space="preserve"> 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жилой застройки</w:t>
      </w:r>
      <w:r w:rsidR="0048361A">
        <w:rPr>
          <w:rFonts w:ascii="Times New Roman" w:hAnsi="Times New Roman"/>
          <w:sz w:val="28"/>
          <w:szCs w:val="28"/>
          <w:lang w:val="ru-RU"/>
        </w:rPr>
        <w:t xml:space="preserve"> и </w:t>
      </w:r>
      <w:r w:rsidR="0048361A" w:rsidRPr="0048361A">
        <w:rPr>
          <w:rFonts w:ascii="Times New Roman" w:hAnsi="Times New Roman"/>
          <w:sz w:val="28"/>
          <w:szCs w:val="28"/>
          <w:lang w:val="ru-RU"/>
        </w:rPr>
        <w:t xml:space="preserve">Территории </w:t>
      </w:r>
      <w:r w:rsidR="0048361A">
        <w:rPr>
          <w:rFonts w:ascii="Times New Roman" w:hAnsi="Times New Roman"/>
          <w:sz w:val="28"/>
          <w:szCs w:val="28"/>
          <w:lang w:val="ru-RU"/>
        </w:rPr>
        <w:t>2</w:t>
      </w:r>
      <w:r w:rsidR="0048361A" w:rsidRPr="0048361A">
        <w:rPr>
          <w:rFonts w:ascii="Times New Roman" w:hAnsi="Times New Roman"/>
          <w:sz w:val="28"/>
          <w:szCs w:val="28"/>
          <w:lang w:val="ru-RU"/>
        </w:rPr>
        <w:t xml:space="preserve"> жилой застройки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>о выдаче разрешения на строительство</w:t>
      </w:r>
      <w:r w:rsidR="00CD0C8F" w:rsidRPr="009A7171">
        <w:rPr>
          <w:rFonts w:ascii="Times New Roman" w:hAnsi="Times New Roman"/>
          <w:sz w:val="28"/>
          <w:szCs w:val="28"/>
          <w:lang w:val="ru-RU"/>
        </w:rPr>
        <w:t xml:space="preserve">, и </w:t>
      </w:r>
      <w:r w:rsidR="007D4022" w:rsidRPr="009A7171">
        <w:rPr>
          <w:rFonts w:ascii="Times New Roman" w:hAnsi="Times New Roman"/>
          <w:sz w:val="28"/>
          <w:szCs w:val="28"/>
          <w:lang w:val="ru-RU"/>
        </w:rPr>
        <w:t>ввода объектов капитального строительства в эксплуатацию.</w:t>
      </w:r>
      <w:r w:rsidR="00CD0C8F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End"/>
    </w:p>
    <w:p w:rsidR="00E56335" w:rsidRPr="009A7171" w:rsidRDefault="00E56335" w:rsidP="0060699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3.2.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Привлекать к исполнению настоящего Договора иное лицо (лиц)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 возложением на него обязательств по выполнению определенного вида или отдельных этапов работ либо по финансированию затрат, связанных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 исполнением настоящего Договора. За действия (бездействие) привлеченного лица (лиц)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отвечает как за свои собственные действия (бездействие).</w:t>
      </w:r>
    </w:p>
    <w:p w:rsidR="00E56335" w:rsidRPr="009A7171" w:rsidRDefault="00E56335" w:rsidP="0060699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3.2.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В одностороннем порядке отказаться от исполнения настоящего Договора в случае неисполнения или ненадлежащего исполнения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Администрацией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Pr="00422312">
        <w:rPr>
          <w:rFonts w:ascii="Times New Roman" w:hAnsi="Times New Roman"/>
          <w:sz w:val="28"/>
          <w:szCs w:val="28"/>
          <w:lang w:val="ru-RU"/>
        </w:rPr>
        <w:t>3.3.</w:t>
      </w:r>
      <w:r w:rsidR="00422312" w:rsidRPr="00422312">
        <w:rPr>
          <w:rFonts w:ascii="Times New Roman" w:hAnsi="Times New Roman"/>
          <w:sz w:val="28"/>
          <w:szCs w:val="28"/>
          <w:lang w:val="ru-RU"/>
        </w:rPr>
        <w:t>2</w:t>
      </w:r>
      <w:r w:rsidRPr="00422312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250EB3">
        <w:rPr>
          <w:rFonts w:ascii="Times New Roman" w:hAnsi="Times New Roman"/>
          <w:sz w:val="28"/>
          <w:szCs w:val="28"/>
          <w:lang w:val="ru-RU"/>
        </w:rPr>
        <w:t>3.3.5, 3.3.</w:t>
      </w:r>
      <w:r w:rsidR="0000328B" w:rsidRPr="00250EB3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Договора. </w:t>
      </w:r>
    </w:p>
    <w:p w:rsidR="00BE7826" w:rsidRPr="007A6891" w:rsidRDefault="00E56335" w:rsidP="00606994">
      <w:pPr>
        <w:spacing w:before="100" w:beforeAutospacing="1" w:line="276" w:lineRule="auto"/>
        <w:ind w:left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CC5A3C">
        <w:rPr>
          <w:rFonts w:ascii="Times New Roman" w:hAnsi="Times New Roman"/>
          <w:bCs/>
          <w:sz w:val="28"/>
          <w:szCs w:val="28"/>
          <w:lang w:val="ru-RU"/>
        </w:rPr>
        <w:t xml:space="preserve">3.3. </w:t>
      </w:r>
      <w:r w:rsidR="00F95EA9" w:rsidRPr="00CC5A3C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CC5A3C">
        <w:rPr>
          <w:rFonts w:ascii="Times New Roman" w:hAnsi="Times New Roman"/>
          <w:bCs/>
          <w:sz w:val="28"/>
          <w:szCs w:val="28"/>
          <w:lang w:val="ru-RU"/>
        </w:rPr>
        <w:t>Администрация</w:t>
      </w:r>
      <w:r w:rsidR="00F95EA9" w:rsidRPr="00CC5A3C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CC5A3C">
        <w:rPr>
          <w:rFonts w:ascii="Times New Roman" w:hAnsi="Times New Roman"/>
          <w:bCs/>
          <w:sz w:val="28"/>
          <w:szCs w:val="28"/>
          <w:lang w:val="ru-RU"/>
        </w:rPr>
        <w:t xml:space="preserve"> обязана:</w:t>
      </w:r>
      <w:r w:rsidRPr="007A6891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</w:p>
    <w:p w:rsidR="00456CEB" w:rsidRPr="00456CEB" w:rsidRDefault="00E56335" w:rsidP="00456CEB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3.3.1. </w:t>
      </w:r>
      <w:proofErr w:type="gramStart"/>
      <w:r w:rsidR="00456CEB" w:rsidRPr="00456CEB">
        <w:rPr>
          <w:rFonts w:ascii="Times New Roman" w:hAnsi="Times New Roman"/>
          <w:sz w:val="28"/>
          <w:szCs w:val="28"/>
          <w:lang w:val="ru-RU"/>
        </w:rPr>
        <w:t xml:space="preserve">В течение 1 (одного) месяца с даты заключения настоящего Договора предоставить "Застройщику" номенклатуру жилых помещений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="00456CEB" w:rsidRPr="00456CEB">
        <w:rPr>
          <w:rFonts w:ascii="Times New Roman" w:hAnsi="Times New Roman"/>
          <w:sz w:val="28"/>
          <w:szCs w:val="28"/>
          <w:lang w:val="ru-RU"/>
        </w:rPr>
        <w:t>с нормами предоставления жилых помещений муниципального жилищного фонда и с учетом требований, установленных Жилищным кодексом Российской Федерации, которые должны быть переданы в муниципальную собственность для предоставления гражданам, выселяемым из муниципальных жилых помещений, занимаемых по договорам социального найма (договорам найма специализированного жилого помещения, договорам найма жилого</w:t>
      </w:r>
      <w:proofErr w:type="gramEnd"/>
      <w:r w:rsidR="00456CEB" w:rsidRPr="00456CE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456CEB" w:rsidRPr="00456CEB">
        <w:rPr>
          <w:rFonts w:ascii="Times New Roman" w:hAnsi="Times New Roman"/>
          <w:sz w:val="28"/>
          <w:szCs w:val="28"/>
          <w:lang w:val="ru-RU"/>
        </w:rPr>
        <w:t xml:space="preserve">помещения коммерческого использования), расположенных в многоквартирных жилых домах, перечисленных в </w:t>
      </w:r>
      <w:r w:rsidR="00157B95">
        <w:rPr>
          <w:rFonts w:ascii="Times New Roman" w:hAnsi="Times New Roman"/>
          <w:sz w:val="28"/>
          <w:szCs w:val="28"/>
          <w:lang w:val="ru-RU"/>
        </w:rPr>
        <w:t xml:space="preserve">приложении </w:t>
      </w:r>
      <w:r w:rsidR="00456CEB" w:rsidRPr="00456CEB">
        <w:rPr>
          <w:rFonts w:ascii="Times New Roman" w:hAnsi="Times New Roman"/>
          <w:sz w:val="28"/>
          <w:szCs w:val="28"/>
          <w:lang w:val="ru-RU"/>
        </w:rPr>
        <w:t xml:space="preserve">№ 2 к настоящему Договору. </w:t>
      </w:r>
      <w:proofErr w:type="gramEnd"/>
    </w:p>
    <w:p w:rsidR="00CA2E30" w:rsidRPr="00CA2E30" w:rsidRDefault="00883FDF" w:rsidP="00CA2E30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3.3.2. </w:t>
      </w:r>
      <w:proofErr w:type="gramStart"/>
      <w:r w:rsidR="00422312">
        <w:rPr>
          <w:rFonts w:ascii="Times New Roman" w:hAnsi="Times New Roman"/>
          <w:sz w:val="28"/>
          <w:szCs w:val="28"/>
          <w:lang w:val="ru-RU"/>
        </w:rPr>
        <w:t xml:space="preserve">В течение 2 (двух) месяцев, </w:t>
      </w:r>
      <w:r w:rsidR="00422312" w:rsidRPr="00422312">
        <w:rPr>
          <w:rFonts w:ascii="Times New Roman" w:hAnsi="Times New Roman"/>
          <w:sz w:val="28"/>
          <w:szCs w:val="28"/>
          <w:lang w:val="ru-RU"/>
        </w:rPr>
        <w:t>с момента предоставления "Застройщиком"</w:t>
      </w:r>
      <w:r w:rsidR="00422312">
        <w:rPr>
          <w:rFonts w:ascii="Times New Roman" w:hAnsi="Times New Roman"/>
          <w:sz w:val="28"/>
          <w:szCs w:val="28"/>
          <w:lang w:val="ru-RU"/>
        </w:rPr>
        <w:t>, у</w:t>
      </w:r>
      <w:r w:rsidR="000E51B2">
        <w:rPr>
          <w:rFonts w:ascii="Times New Roman" w:hAnsi="Times New Roman"/>
          <w:sz w:val="28"/>
          <w:szCs w:val="28"/>
          <w:lang w:val="ru-RU"/>
        </w:rPr>
        <w:t xml:space="preserve">твердить документацию по планировке территории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="00CA2E30" w:rsidRPr="00CA2E30">
        <w:rPr>
          <w:rFonts w:ascii="Times New Roman" w:hAnsi="Times New Roman"/>
          <w:sz w:val="28"/>
          <w:szCs w:val="28"/>
          <w:lang w:val="ru-RU"/>
        </w:rPr>
        <w:t>в соответствии с требованиями Градостроительного кодекса Российской Федерации, Порядка внесения изменений в документацию по планировке территории, отмены такой документации или ее отдельных частей, признания отдельных частей такой документации не подлежащими применению, утвержденного постановлением "Администрации" от 12 мая 2021 года № 862.</w:t>
      </w:r>
      <w:proofErr w:type="gramEnd"/>
    </w:p>
    <w:p w:rsidR="00CA2E30" w:rsidRDefault="00CA2E30" w:rsidP="00CA2E30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CA2E30">
        <w:rPr>
          <w:rFonts w:ascii="Times New Roman" w:hAnsi="Times New Roman"/>
          <w:sz w:val="28"/>
          <w:szCs w:val="28"/>
          <w:lang w:val="ru-RU"/>
        </w:rPr>
        <w:t xml:space="preserve">В случае направления документации по планировке территории на доработку, срок, установленный в абзаце первом настоящего пункта, начинает исчисляться с даты </w:t>
      </w:r>
      <w:proofErr w:type="gramStart"/>
      <w:r w:rsidRPr="00CA2E30">
        <w:rPr>
          <w:rFonts w:ascii="Times New Roman" w:hAnsi="Times New Roman"/>
          <w:sz w:val="28"/>
          <w:szCs w:val="28"/>
          <w:lang w:val="ru-RU"/>
        </w:rPr>
        <w:t>регистрации</w:t>
      </w:r>
      <w:proofErr w:type="gramEnd"/>
      <w:r w:rsidRPr="00CA2E30">
        <w:rPr>
          <w:rFonts w:ascii="Times New Roman" w:hAnsi="Times New Roman"/>
          <w:sz w:val="28"/>
          <w:szCs w:val="28"/>
          <w:lang w:val="ru-RU"/>
        </w:rPr>
        <w:t xml:space="preserve"> повторно представленной на утверждение документации по планировке территории после доработки.</w:t>
      </w:r>
    </w:p>
    <w:p w:rsidR="00E56335" w:rsidRPr="009A7171" w:rsidRDefault="00883FDF" w:rsidP="0060699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3.3.3. Согласовать в течение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20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D4022" w:rsidRPr="009A7171">
        <w:rPr>
          <w:rFonts w:ascii="Times New Roman" w:hAnsi="Times New Roman"/>
          <w:sz w:val="28"/>
          <w:szCs w:val="28"/>
          <w:lang w:val="ru-RU"/>
        </w:rPr>
        <w:t xml:space="preserve">(двадцати)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рабочих дней со дня получения от 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информаци</w:t>
      </w:r>
      <w:r w:rsidR="00D74D68">
        <w:rPr>
          <w:rFonts w:ascii="Times New Roman" w:hAnsi="Times New Roman"/>
          <w:sz w:val="28"/>
          <w:szCs w:val="28"/>
          <w:lang w:val="ru-RU"/>
        </w:rPr>
        <w:t>ю, указанную в пункт</w:t>
      </w:r>
      <w:r w:rsidR="00A57931">
        <w:rPr>
          <w:rFonts w:ascii="Times New Roman" w:hAnsi="Times New Roman"/>
          <w:sz w:val="28"/>
          <w:szCs w:val="28"/>
          <w:lang w:val="ru-RU"/>
        </w:rPr>
        <w:t>е</w:t>
      </w:r>
      <w:r w:rsidR="00D74D68">
        <w:rPr>
          <w:rFonts w:ascii="Times New Roman" w:hAnsi="Times New Roman"/>
          <w:sz w:val="28"/>
          <w:szCs w:val="28"/>
          <w:lang w:val="ru-RU"/>
        </w:rPr>
        <w:t xml:space="preserve"> 1.4 </w:t>
      </w:r>
      <w:r w:rsidR="00A57931">
        <w:rPr>
          <w:rFonts w:ascii="Times New Roman" w:hAnsi="Times New Roman"/>
          <w:sz w:val="28"/>
          <w:szCs w:val="28"/>
          <w:lang w:val="ru-RU"/>
        </w:rPr>
        <w:t xml:space="preserve">и подпункте </w:t>
      </w:r>
      <w:r w:rsidR="00D74D68">
        <w:rPr>
          <w:rFonts w:ascii="Times New Roman" w:hAnsi="Times New Roman"/>
          <w:sz w:val="28"/>
          <w:szCs w:val="28"/>
          <w:lang w:val="ru-RU"/>
        </w:rPr>
        <w:t>3.1.3 настоящего Договора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D74D68">
        <w:rPr>
          <w:rFonts w:ascii="Times New Roman" w:hAnsi="Times New Roman"/>
          <w:sz w:val="28"/>
          <w:szCs w:val="28"/>
          <w:lang w:val="ru-RU"/>
        </w:rPr>
        <w:t xml:space="preserve">и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представленн</w:t>
      </w:r>
      <w:r w:rsidR="001A3769">
        <w:rPr>
          <w:rFonts w:ascii="Times New Roman" w:hAnsi="Times New Roman"/>
          <w:sz w:val="28"/>
          <w:szCs w:val="28"/>
          <w:lang w:val="ru-RU"/>
        </w:rPr>
        <w:t>ую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по формам</w:t>
      </w:r>
      <w:r w:rsidR="001A3769">
        <w:rPr>
          <w:rFonts w:ascii="Times New Roman" w:hAnsi="Times New Roman"/>
          <w:sz w:val="28"/>
          <w:szCs w:val="28"/>
          <w:lang w:val="ru-RU"/>
        </w:rPr>
        <w:t xml:space="preserve"> согласно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57B95">
        <w:rPr>
          <w:rFonts w:ascii="Times New Roman" w:hAnsi="Times New Roman"/>
          <w:sz w:val="28"/>
          <w:szCs w:val="28"/>
          <w:lang w:val="ru-RU"/>
        </w:rPr>
        <w:t>п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риложени</w:t>
      </w:r>
      <w:r w:rsidR="001A3769">
        <w:rPr>
          <w:rFonts w:ascii="Times New Roman" w:hAnsi="Times New Roman"/>
          <w:sz w:val="28"/>
          <w:szCs w:val="28"/>
          <w:lang w:val="ru-RU"/>
        </w:rPr>
        <w:t>ю</w:t>
      </w:r>
      <w:r w:rsidR="00157B95">
        <w:rPr>
          <w:rFonts w:ascii="Times New Roman" w:hAnsi="Times New Roman"/>
          <w:sz w:val="28"/>
          <w:szCs w:val="28"/>
          <w:lang w:val="ru-RU"/>
        </w:rPr>
        <w:t xml:space="preserve"> № </w:t>
      </w:r>
      <w:r w:rsidR="00EB04D9" w:rsidRPr="009A7171">
        <w:rPr>
          <w:rFonts w:ascii="Times New Roman" w:hAnsi="Times New Roman"/>
          <w:sz w:val="28"/>
          <w:szCs w:val="28"/>
          <w:lang w:val="ru-RU"/>
        </w:rPr>
        <w:t>3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</w:t>
      </w:r>
      <w:r w:rsidR="004A3532">
        <w:rPr>
          <w:rFonts w:ascii="Times New Roman" w:hAnsi="Times New Roman"/>
          <w:sz w:val="28"/>
          <w:szCs w:val="28"/>
          <w:lang w:val="ru-RU"/>
        </w:rPr>
        <w:t>,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в случае ее соответствия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требованиям действующего законодательства, </w:t>
      </w:r>
      <w:r w:rsidR="004A3532">
        <w:rPr>
          <w:rFonts w:ascii="Times New Roman" w:hAnsi="Times New Roman"/>
          <w:sz w:val="28"/>
          <w:szCs w:val="28"/>
          <w:lang w:val="ru-RU"/>
        </w:rPr>
        <w:t>документации по планировке территории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несоответствия информации, указанной в абзаце первом настоящего пункта, требованиям действующего законодательства, </w:t>
      </w:r>
      <w:r w:rsidR="004A3532">
        <w:rPr>
          <w:rFonts w:ascii="Times New Roman" w:hAnsi="Times New Roman"/>
          <w:sz w:val="28"/>
          <w:szCs w:val="28"/>
          <w:lang w:val="ru-RU"/>
        </w:rPr>
        <w:t>документации по планировке территории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указанная информация подлежит возврату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Застройщику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 доработку с указанием выявленных замечаний (возражений).</w:t>
      </w: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Срок доработки выявленных замечаний (возражений) не может превышать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 xml:space="preserve"> 1</w:t>
      </w:r>
      <w:r w:rsidRPr="009A7171">
        <w:rPr>
          <w:rFonts w:ascii="Times New Roman" w:hAnsi="Times New Roman"/>
          <w:sz w:val="28"/>
          <w:szCs w:val="28"/>
          <w:lang w:val="ru-RU"/>
        </w:rPr>
        <w:t>5</w:t>
      </w:r>
      <w:r w:rsidR="0032443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D4022" w:rsidRPr="009A7171">
        <w:rPr>
          <w:rFonts w:ascii="Times New Roman" w:hAnsi="Times New Roman"/>
          <w:sz w:val="28"/>
          <w:szCs w:val="28"/>
          <w:lang w:val="ru-RU"/>
        </w:rPr>
        <w:t xml:space="preserve">(пятнадцати)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рабочих дней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с даты уведомления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о возврате информации на доработку.</w:t>
      </w: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3.3.5.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По истечении 6 </w:t>
      </w:r>
      <w:r w:rsidR="004A3532">
        <w:rPr>
          <w:rFonts w:ascii="Times New Roman" w:hAnsi="Times New Roman"/>
          <w:sz w:val="28"/>
          <w:szCs w:val="28"/>
          <w:lang w:val="ru-RU"/>
        </w:rPr>
        <w:t xml:space="preserve">(шесть)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месяцев с даты получения собственниками жилых помещений в домах, перечисленных в приложении № </w:t>
      </w:r>
      <w:r w:rsidR="00693A71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 и признанных в установленном Правительством Российской Федерации порядке аварийными и подлежащими сносу, требований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соответствии с частью 11 статьи 32 Жилищного кодекса Российской Федерации о сносе многоквартирных домов, расположенных в границах территории, подлежащей комплексному развитию, принять в установленном законодательством Российской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Федерации порядке решение об изъятии для муниципальных нужд жилых помещений, за исключением жилых помещений, принадлежащих на праве собственности </w:t>
      </w:r>
      <w:r w:rsidR="004A3532">
        <w:rPr>
          <w:rFonts w:ascii="Times New Roman" w:hAnsi="Times New Roman"/>
          <w:sz w:val="28"/>
          <w:szCs w:val="28"/>
          <w:lang w:val="ru-RU"/>
        </w:rPr>
        <w:t>"Администрации</w:t>
      </w:r>
      <w:r w:rsidR="0078041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, в многоквартирных домах, признанных аварийными и подлежащими сносу, а также земельных участков, на которых расположены такие многоквартирные дома.</w:t>
      </w: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3.3.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В течение 30</w:t>
      </w:r>
      <w:r w:rsidR="000A3A38" w:rsidRPr="009A7171">
        <w:rPr>
          <w:rFonts w:ascii="Times New Roman" w:hAnsi="Times New Roman"/>
          <w:sz w:val="28"/>
          <w:szCs w:val="28"/>
          <w:lang w:val="ru-RU"/>
        </w:rPr>
        <w:t xml:space="preserve"> (тридцати)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рабочих дней с даты выполнения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="00024001">
        <w:rPr>
          <w:rFonts w:ascii="Times New Roman" w:hAnsi="Times New Roman"/>
          <w:sz w:val="28"/>
          <w:szCs w:val="28"/>
          <w:lang w:val="ru-RU"/>
        </w:rPr>
        <w:t xml:space="preserve">с 3.1.1 по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5227C0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настоящего Договора, </w:t>
      </w:r>
      <w:r w:rsidR="00C329D9" w:rsidRPr="009A7171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ринять в порядке, установленном законодательством Российской Федерации, муниципальными правовыми актами </w:t>
      </w:r>
      <w:r w:rsidR="005227C0">
        <w:rPr>
          <w:rFonts w:ascii="Times New Roman" w:hAnsi="Times New Roman"/>
          <w:sz w:val="28"/>
          <w:szCs w:val="28"/>
          <w:lang w:val="ru-RU"/>
        </w:rPr>
        <w:t>"Администрации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решение о сносе многоквартирных домов, указанных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="00C53AEE" w:rsidRPr="00551ACA">
        <w:rPr>
          <w:rFonts w:ascii="Times New Roman" w:hAnsi="Times New Roman"/>
          <w:sz w:val="28"/>
          <w:szCs w:val="28"/>
          <w:lang w:val="ru-RU"/>
        </w:rPr>
        <w:t>в</w:t>
      </w:r>
      <w:r w:rsidR="00C53AEE"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="00157B95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>риложени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57B95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 и признанных аварийными и подлежащими сносу, иных объектов капитального строительства, объектов инженерно-технического обеспечения, указанных в </w:t>
      </w:r>
      <w:r w:rsidR="00157B95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157B95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ED1322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к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настоящему Договору, в сроки выполнения обязательств в соответствии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 этапами реализации решения о комплексном развитии территории жилой застройки, предусмотренными </w:t>
      </w:r>
      <w:r w:rsidR="00157B95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157B95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EB04D9" w:rsidRPr="009A7171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Договору.</w:t>
      </w:r>
    </w:p>
    <w:p w:rsidR="00F0640A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3.3.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При условии выполнения "Застройщиком" обязательств, предусмотренн</w:t>
      </w:r>
      <w:r w:rsidR="005227C0">
        <w:rPr>
          <w:rFonts w:ascii="Times New Roman" w:hAnsi="Times New Roman"/>
          <w:sz w:val="28"/>
          <w:szCs w:val="28"/>
          <w:lang w:val="ru-RU"/>
        </w:rPr>
        <w:t>ых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пункт</w:t>
      </w:r>
      <w:r w:rsidR="005227C0">
        <w:rPr>
          <w:rFonts w:ascii="Times New Roman" w:hAnsi="Times New Roman"/>
          <w:sz w:val="28"/>
          <w:szCs w:val="28"/>
          <w:lang w:val="ru-RU"/>
        </w:rPr>
        <w:t>ами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с 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3.1.1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5227C0">
        <w:rPr>
          <w:rFonts w:ascii="Times New Roman" w:hAnsi="Times New Roman"/>
          <w:sz w:val="28"/>
          <w:szCs w:val="28"/>
          <w:lang w:val="ru-RU"/>
        </w:rPr>
        <w:t>7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на основании письменного заявления "Застройщика" в сроки, установленные действующим законодательством:</w:t>
      </w:r>
    </w:p>
    <w:p w:rsidR="00F0640A" w:rsidRPr="009A7171" w:rsidRDefault="00C53AEE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п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ринять</w:t>
      </w:r>
      <w:r w:rsidR="00424AAC"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="00424AAC" w:rsidRPr="009A7171">
        <w:rPr>
          <w:rFonts w:ascii="Times New Roman" w:hAnsi="Times New Roman"/>
          <w:sz w:val="28"/>
          <w:szCs w:val="28"/>
          <w:lang w:val="ru-RU"/>
        </w:rPr>
        <w:t xml:space="preserve">решение о предоставлении "Застройщику" в аренду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="00424AAC" w:rsidRPr="009A7171">
        <w:rPr>
          <w:rFonts w:ascii="Times New Roman" w:hAnsi="Times New Roman"/>
          <w:sz w:val="28"/>
          <w:szCs w:val="28"/>
          <w:lang w:val="ru-RU"/>
        </w:rPr>
        <w:t xml:space="preserve">без проведения торгов в соответствии с земельным законодательством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="00424AAC" w:rsidRPr="009A7171">
        <w:rPr>
          <w:rFonts w:ascii="Times New Roman" w:hAnsi="Times New Roman"/>
          <w:sz w:val="28"/>
          <w:szCs w:val="28"/>
          <w:lang w:val="ru-RU"/>
        </w:rPr>
        <w:lastRenderedPageBreak/>
        <w:t>для строительства в границах территории подлежащей комплексному развитию, земельных участков которые находятся в муниципальной собственности</w:t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5227C0">
        <w:rPr>
          <w:rFonts w:ascii="Times New Roman" w:hAnsi="Times New Roman"/>
          <w:sz w:val="28"/>
          <w:szCs w:val="28"/>
          <w:lang w:val="ru-RU"/>
        </w:rPr>
        <w:t>"Администрации</w:t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>" и го</w:t>
      </w:r>
      <w:r w:rsidR="00157B95">
        <w:rPr>
          <w:rFonts w:ascii="Times New Roman" w:hAnsi="Times New Roman"/>
          <w:sz w:val="28"/>
          <w:szCs w:val="28"/>
          <w:lang w:val="ru-RU"/>
        </w:rPr>
        <w:t xml:space="preserve">сударственная собственность на </w:t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>которые не разграничена и которые не обременены правами третьих лиц</w:t>
      </w:r>
      <w:r w:rsidRPr="009A7171">
        <w:rPr>
          <w:rFonts w:ascii="Times New Roman" w:hAnsi="Times New Roman"/>
          <w:color w:val="00B050"/>
          <w:sz w:val="28"/>
          <w:szCs w:val="28"/>
          <w:lang w:val="ru-RU"/>
        </w:rPr>
        <w:t>;</w:t>
      </w:r>
      <w:proofErr w:type="gramEnd"/>
    </w:p>
    <w:p w:rsidR="001B6285" w:rsidRPr="009A7171" w:rsidRDefault="00C53AEE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в</w:t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>ыдать</w:t>
      </w:r>
      <w:r w:rsidR="001B6285"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>разрешения на использование земель и земельных участков, градостроительные планы земельных участков и разрешения на строительство в соответствии с требованиями действующего законодательства.</w:t>
      </w:r>
    </w:p>
    <w:p w:rsidR="009A7171" w:rsidRPr="00250EB3" w:rsidRDefault="00E56335" w:rsidP="00551ACA">
      <w:pPr>
        <w:spacing w:before="100" w:beforeAutospacing="1" w:line="276" w:lineRule="auto"/>
        <w:ind w:left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250EB3">
        <w:rPr>
          <w:rFonts w:ascii="Times New Roman" w:hAnsi="Times New Roman"/>
          <w:bCs/>
          <w:sz w:val="28"/>
          <w:szCs w:val="28"/>
          <w:lang w:val="ru-RU"/>
        </w:rPr>
        <w:t xml:space="preserve">3.4. </w:t>
      </w:r>
      <w:r w:rsidR="002246E5" w:rsidRPr="00250EB3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250EB3">
        <w:rPr>
          <w:rFonts w:ascii="Times New Roman" w:hAnsi="Times New Roman"/>
          <w:bCs/>
          <w:sz w:val="28"/>
          <w:szCs w:val="28"/>
          <w:lang w:val="ru-RU"/>
        </w:rPr>
        <w:t>Администрация</w:t>
      </w:r>
      <w:r w:rsidR="002246E5" w:rsidRPr="00250EB3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250EB3">
        <w:rPr>
          <w:rFonts w:ascii="Times New Roman" w:hAnsi="Times New Roman"/>
          <w:bCs/>
          <w:sz w:val="28"/>
          <w:szCs w:val="28"/>
          <w:lang w:val="ru-RU"/>
        </w:rPr>
        <w:t xml:space="preserve"> вправе:</w:t>
      </w: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3.4.1. В одностороннем порядке отказаться от исполнения настоящего Договора в случае неисполнения или ненадлежащего исполнения </w:t>
      </w:r>
      <w:r w:rsidR="008148A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8148A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с </w:t>
      </w:r>
      <w:r w:rsidRPr="009A7171">
        <w:rPr>
          <w:rFonts w:ascii="Times New Roman" w:hAnsi="Times New Roman"/>
          <w:sz w:val="28"/>
          <w:szCs w:val="28"/>
          <w:lang w:val="ru-RU"/>
        </w:rPr>
        <w:t>3.1.1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="00250EB3">
        <w:rPr>
          <w:rFonts w:ascii="Times New Roman" w:hAnsi="Times New Roman"/>
          <w:sz w:val="28"/>
          <w:szCs w:val="28"/>
          <w:lang w:val="ru-RU"/>
        </w:rPr>
        <w:t>3.1.11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и подпунктами</w:t>
      </w:r>
      <w:r w:rsidR="00250EB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50EB3">
        <w:rPr>
          <w:rFonts w:ascii="Times New Roman" w:hAnsi="Times New Roman"/>
          <w:sz w:val="28"/>
          <w:szCs w:val="28"/>
          <w:lang w:val="ru-RU"/>
        </w:rPr>
        <w:t>5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, 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50EB3">
        <w:rPr>
          <w:rFonts w:ascii="Times New Roman" w:hAnsi="Times New Roman"/>
          <w:sz w:val="28"/>
          <w:szCs w:val="28"/>
          <w:lang w:val="ru-RU"/>
        </w:rPr>
        <w:t>8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Договора. </w:t>
      </w: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3.4.2. В одностороннем порядке досрочно отказаться от договора аренды земельного участка, предоставленного для целей комплексного развития территории, при наступлении обстоятельств, указанных в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пункте 3.4.1 настоящего Договора.</w:t>
      </w: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3.4.3. Запрашивать у </w:t>
      </w:r>
      <w:r w:rsidR="008148A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8148A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информацию и документы, необходимые для осуществления контроля выполнения условий Договора,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том числе сроков исполнения обязательств, указанных в </w:t>
      </w:r>
      <w:r w:rsidR="00A3070B">
        <w:rPr>
          <w:rFonts w:ascii="Times New Roman" w:hAnsi="Times New Roman"/>
          <w:sz w:val="28"/>
          <w:szCs w:val="28"/>
          <w:lang w:val="ru-RU"/>
        </w:rPr>
        <w:t>пункте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 </w:t>
      </w:r>
      <w:r w:rsidR="00A3070B">
        <w:rPr>
          <w:rFonts w:ascii="Times New Roman" w:hAnsi="Times New Roman"/>
          <w:sz w:val="28"/>
          <w:szCs w:val="28"/>
          <w:lang w:val="ru-RU"/>
        </w:rPr>
        <w:t>раздела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 настоящего Договора.</w:t>
      </w:r>
    </w:p>
    <w:p w:rsidR="00E56335" w:rsidRPr="009A7171" w:rsidRDefault="00E56335" w:rsidP="00E56335">
      <w:pPr>
        <w:spacing w:before="100" w:beforeAutospacing="1"/>
        <w:contextualSpacing/>
        <w:jc w:val="center"/>
        <w:rPr>
          <w:rFonts w:ascii="Arial" w:hAnsi="Arial" w:cs="Arial"/>
          <w:sz w:val="24"/>
          <w:szCs w:val="24"/>
          <w:lang w:val="ru-RU"/>
        </w:rPr>
      </w:pPr>
    </w:p>
    <w:p w:rsidR="00E56335" w:rsidRPr="00342482" w:rsidRDefault="00E56335" w:rsidP="00E56335">
      <w:pPr>
        <w:spacing w:before="100" w:beforeAutospacing="1" w:after="238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342482">
        <w:rPr>
          <w:rFonts w:ascii="Times New Roman" w:hAnsi="Times New Roman"/>
          <w:b/>
          <w:bCs/>
          <w:sz w:val="28"/>
          <w:szCs w:val="28"/>
          <w:lang w:val="ru-RU"/>
        </w:rPr>
        <w:t xml:space="preserve">4. </w:t>
      </w:r>
      <w:r w:rsidR="00741412" w:rsidRPr="00741412">
        <w:rPr>
          <w:rFonts w:ascii="Times New Roman" w:hAnsi="Times New Roman"/>
          <w:b/>
          <w:bCs/>
          <w:sz w:val="28"/>
          <w:szCs w:val="28"/>
          <w:lang w:val="ru-RU"/>
        </w:rPr>
        <w:t>Ответственность сторон и разрешение споров</w:t>
      </w:r>
    </w:p>
    <w:p w:rsidR="00EB04D9" w:rsidRPr="009A7171" w:rsidRDefault="00EB04D9" w:rsidP="00E56335">
      <w:pPr>
        <w:spacing w:before="100" w:beforeAutospacing="1" w:after="238"/>
        <w:contextualSpacing/>
        <w:jc w:val="center"/>
        <w:rPr>
          <w:rFonts w:ascii="Arial" w:hAnsi="Arial" w:cs="Arial"/>
          <w:sz w:val="28"/>
          <w:szCs w:val="28"/>
          <w:lang w:val="ru-RU"/>
        </w:rPr>
      </w:pP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4.1. За неисполнение и (или) ненадлежащее исполнение обязательств </w:t>
      </w:r>
      <w:r w:rsidR="002448BA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по настоящему Договору </w:t>
      </w:r>
      <w:r w:rsidR="00D36748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Стороны</w:t>
      </w:r>
      <w:r w:rsidR="00D36748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несут ответственность в соответствии </w:t>
      </w:r>
      <w:r w:rsidR="002448BA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с действующим законодательством Российской Федерации и настоящим Договором.</w:t>
      </w: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4.2.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нарушения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отчетном периоде сроков,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с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3.1.1 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по </w:t>
      </w:r>
      <w:r w:rsidR="00A1320A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50EB3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уплачивает </w:t>
      </w:r>
      <w:r w:rsidR="00DA498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DA498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неустойку (пеню) в размере 0,05</w:t>
      </w:r>
      <w:r w:rsidR="00157B9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>% от цены права на заключение Договора (цена права на заключение настоящего Договора установлена в размере суммы итоговой цены аукциона на право заключения настоящего Договора), предусмотренной разделом 2 настоящего Договора, за каждый день просрочки исполнения каждого обязательства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начиная со дня, следующего после дня истечения сроков, установленных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пунктами</w:t>
      </w:r>
      <w:r w:rsidR="00F938DD">
        <w:rPr>
          <w:rFonts w:ascii="Times New Roman" w:hAnsi="Times New Roman"/>
          <w:sz w:val="28"/>
          <w:szCs w:val="28"/>
          <w:lang w:val="ru-RU"/>
        </w:rPr>
        <w:t xml:space="preserve"> с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3.1.1</w:t>
      </w:r>
      <w:r w:rsidR="00F938DD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F938DD">
        <w:rPr>
          <w:rFonts w:ascii="Times New Roman" w:hAnsi="Times New Roman"/>
          <w:sz w:val="28"/>
          <w:szCs w:val="28"/>
          <w:lang w:val="ru-RU"/>
        </w:rPr>
        <w:t>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и подпунктами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F938DD">
        <w:rPr>
          <w:rFonts w:ascii="Times New Roman" w:hAnsi="Times New Roman"/>
          <w:sz w:val="28"/>
          <w:szCs w:val="28"/>
          <w:lang w:val="ru-RU"/>
        </w:rPr>
        <w:t>4</w:t>
      </w:r>
      <w:r w:rsidRPr="009A7171">
        <w:rPr>
          <w:rFonts w:ascii="Times New Roman" w:hAnsi="Times New Roman"/>
          <w:sz w:val="28"/>
          <w:szCs w:val="28"/>
          <w:lang w:val="ru-RU"/>
        </w:rPr>
        <w:t>, 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F938DD">
        <w:rPr>
          <w:rFonts w:ascii="Times New Roman" w:hAnsi="Times New Roman"/>
          <w:sz w:val="28"/>
          <w:szCs w:val="28"/>
          <w:lang w:val="ru-RU"/>
        </w:rPr>
        <w:t>5</w:t>
      </w:r>
      <w:r w:rsidRPr="009A7171">
        <w:rPr>
          <w:rFonts w:ascii="Times New Roman" w:hAnsi="Times New Roman"/>
          <w:sz w:val="28"/>
          <w:szCs w:val="28"/>
          <w:lang w:val="ru-RU"/>
        </w:rPr>
        <w:t>,</w:t>
      </w:r>
      <w:r w:rsidR="00A1320A"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F938DD">
        <w:rPr>
          <w:rFonts w:ascii="Times New Roman" w:hAnsi="Times New Roman"/>
          <w:sz w:val="28"/>
          <w:szCs w:val="28"/>
          <w:lang w:val="ru-RU"/>
        </w:rPr>
        <w:t>8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до момента полного исполнения соответствующих обязательств </w:t>
      </w:r>
      <w:r w:rsidR="002448BA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по настоящему Договору или до даты расторжения настоящего Договора </w:t>
      </w:r>
      <w:r w:rsidR="002448BA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установленном законом порядке, в течение 10 </w:t>
      </w:r>
      <w:r w:rsidR="000777C0" w:rsidRPr="009A7171">
        <w:rPr>
          <w:rFonts w:ascii="Times New Roman" w:hAnsi="Times New Roman"/>
          <w:sz w:val="28"/>
          <w:szCs w:val="28"/>
          <w:lang w:val="ru-RU"/>
        </w:rPr>
        <w:t xml:space="preserve">(десяти)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рабочих дней с даты </w:t>
      </w: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>получения уведомления об уплате неустойки (пени), а также возмещает причиненные убытки в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полном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размере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сверх штрафа.</w:t>
      </w: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осуществления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строительства на территории жилой застройки с нарушением норм градостроительного законодательства,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том числе без выданного в установленном законом порядке разрешения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 строительство,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уплачивает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штраф в размере 30</w:t>
      </w:r>
      <w:r w:rsidR="00157B9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% от цены права на заключение Договора (цена права на заключение настоящего Договора установлена в размере суммы итоговой цены аукциона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на право заключения настоящего Договора), предусмотренной разделом 2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Договора. </w:t>
      </w: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4.3. В случае неисполнения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Администрацией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="00F938DD">
        <w:rPr>
          <w:rFonts w:ascii="Times New Roman" w:hAnsi="Times New Roman"/>
          <w:sz w:val="28"/>
          <w:szCs w:val="28"/>
          <w:lang w:val="ru-RU"/>
        </w:rPr>
        <w:t xml:space="preserve">с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3.3.1 </w:t>
      </w:r>
      <w:r w:rsidR="00F938DD">
        <w:rPr>
          <w:rFonts w:ascii="Times New Roman" w:hAnsi="Times New Roman"/>
          <w:sz w:val="28"/>
          <w:szCs w:val="28"/>
          <w:lang w:val="ru-RU"/>
        </w:rPr>
        <w:t>по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3.3.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вправе потребовать возмещения ему убытков, причиненных неисполнением или ненадлежащим исполнением указанных обязательств. </w:t>
      </w: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4.4. В случае неисполнения или ненадлежащего 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="00C15077">
        <w:rPr>
          <w:rFonts w:ascii="Times New Roman" w:hAnsi="Times New Roman"/>
          <w:sz w:val="28"/>
          <w:szCs w:val="28"/>
          <w:lang w:val="ru-RU"/>
        </w:rPr>
        <w:t>с</w:t>
      </w:r>
      <w:r w:rsidR="00C15077" w:rsidRPr="009A7171">
        <w:rPr>
          <w:rFonts w:ascii="Times New Roman" w:hAnsi="Times New Roman"/>
          <w:sz w:val="28"/>
          <w:szCs w:val="28"/>
          <w:lang w:val="ru-RU"/>
        </w:rPr>
        <w:t xml:space="preserve"> 3.1.1</w:t>
      </w:r>
      <w:r w:rsidR="00C15077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="00C15077" w:rsidRPr="009A7171">
        <w:rPr>
          <w:rFonts w:ascii="Times New Roman" w:hAnsi="Times New Roman"/>
          <w:sz w:val="28"/>
          <w:szCs w:val="28"/>
          <w:lang w:val="ru-RU"/>
        </w:rPr>
        <w:t>3.1.1</w:t>
      </w:r>
      <w:r w:rsidR="00C15077">
        <w:rPr>
          <w:rFonts w:ascii="Times New Roman" w:hAnsi="Times New Roman"/>
          <w:sz w:val="28"/>
          <w:szCs w:val="28"/>
          <w:lang w:val="ru-RU"/>
        </w:rPr>
        <w:t>0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и подпунктами </w:t>
      </w:r>
      <w:r w:rsidR="00C15077" w:rsidRPr="009A7171">
        <w:rPr>
          <w:rFonts w:ascii="Times New Roman" w:hAnsi="Times New Roman"/>
          <w:sz w:val="28"/>
          <w:szCs w:val="28"/>
          <w:lang w:val="ru-RU"/>
        </w:rPr>
        <w:t>3.1.1</w:t>
      </w:r>
      <w:r w:rsidR="00C15077">
        <w:rPr>
          <w:rFonts w:ascii="Times New Roman" w:hAnsi="Times New Roman"/>
          <w:sz w:val="28"/>
          <w:szCs w:val="28"/>
          <w:lang w:val="ru-RU"/>
        </w:rPr>
        <w:t>5</w:t>
      </w:r>
      <w:r w:rsidR="00C15077" w:rsidRPr="009A7171">
        <w:rPr>
          <w:rFonts w:ascii="Times New Roman" w:hAnsi="Times New Roman"/>
          <w:sz w:val="28"/>
          <w:szCs w:val="28"/>
          <w:lang w:val="ru-RU"/>
        </w:rPr>
        <w:t>, 3.1.1</w:t>
      </w:r>
      <w:r w:rsidR="00C15077">
        <w:rPr>
          <w:rFonts w:ascii="Times New Roman" w:hAnsi="Times New Roman"/>
          <w:sz w:val="28"/>
          <w:szCs w:val="28"/>
          <w:lang w:val="ru-RU"/>
        </w:rPr>
        <w:t>8</w:t>
      </w:r>
      <w:r w:rsidR="00C15077"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право аренды земельного участка, предоставленного в соответствии с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пунктом 3.3.</w:t>
      </w:r>
      <w:r w:rsidR="00FB69C0" w:rsidRPr="009A7171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 для целей комплексного развития территории, подлежит досрочному прекращению путем одностороннего отказа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от договора аренды такого земельного участка.</w:t>
      </w: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4.5. В случае реализации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права на отказ от исполнения настоящего Договора, право аренды земельного участка, предоставленного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для целей комплексного развития территории,  подлежит прекращению.</w:t>
      </w: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4.6. Споры, возникающие при исполнении настоящего Договора,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Стороны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разрешают путем переговоров. </w:t>
      </w: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Срок досудебного урегулирования </w:t>
      </w:r>
      <w:r w:rsidR="00C15077">
        <w:rPr>
          <w:rFonts w:ascii="Times New Roman" w:hAnsi="Times New Roman"/>
          <w:sz w:val="28"/>
          <w:szCs w:val="28"/>
          <w:lang w:val="ru-RU"/>
        </w:rPr>
        <w:t>"С</w:t>
      </w:r>
      <w:r w:rsidRPr="009A7171">
        <w:rPr>
          <w:rFonts w:ascii="Times New Roman" w:hAnsi="Times New Roman"/>
          <w:sz w:val="28"/>
          <w:szCs w:val="28"/>
          <w:lang w:val="ru-RU"/>
        </w:rPr>
        <w:t>торонами</w:t>
      </w:r>
      <w:r w:rsidR="00C15077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спора (рассмотрени</w:t>
      </w:r>
      <w:r w:rsidR="00C15077">
        <w:rPr>
          <w:rFonts w:ascii="Times New Roman" w:hAnsi="Times New Roman"/>
          <w:sz w:val="28"/>
          <w:szCs w:val="28"/>
          <w:lang w:val="ru-RU"/>
        </w:rPr>
        <w:t>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претензий, в том числе об уплате неустойки (пени) составляет 20 </w:t>
      </w:r>
      <w:r w:rsidR="000777C0" w:rsidRPr="009A7171">
        <w:rPr>
          <w:rFonts w:ascii="Times New Roman" w:hAnsi="Times New Roman"/>
          <w:sz w:val="28"/>
          <w:szCs w:val="28"/>
          <w:lang w:val="ru-RU"/>
        </w:rPr>
        <w:t xml:space="preserve">(двадцать) </w:t>
      </w:r>
      <w:r w:rsidRPr="009A7171">
        <w:rPr>
          <w:rFonts w:ascii="Times New Roman" w:hAnsi="Times New Roman"/>
          <w:sz w:val="28"/>
          <w:szCs w:val="28"/>
          <w:lang w:val="ru-RU"/>
        </w:rPr>
        <w:t>рабочих дней со дня получения претензии (требования).</w:t>
      </w:r>
      <w:proofErr w:type="gramEnd"/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4.7. При </w:t>
      </w:r>
      <w:proofErr w:type="spellStart"/>
      <w:r w:rsidRPr="009A7171">
        <w:rPr>
          <w:rFonts w:ascii="Times New Roman" w:hAnsi="Times New Roman"/>
          <w:sz w:val="28"/>
          <w:szCs w:val="28"/>
          <w:lang w:val="ru-RU"/>
        </w:rPr>
        <w:t>недостижении</w:t>
      </w:r>
      <w:proofErr w:type="spellEnd"/>
      <w:r w:rsidRPr="009A7171">
        <w:rPr>
          <w:rFonts w:ascii="Times New Roman" w:hAnsi="Times New Roman"/>
          <w:sz w:val="28"/>
          <w:szCs w:val="28"/>
          <w:lang w:val="ru-RU"/>
        </w:rPr>
        <w:t xml:space="preserve"> согласия споры подлежат рассмотрению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C329D9" w:rsidRPr="009A7171">
        <w:rPr>
          <w:rFonts w:ascii="Times New Roman" w:hAnsi="Times New Roman"/>
          <w:sz w:val="28"/>
          <w:szCs w:val="28"/>
          <w:lang w:val="ru-RU"/>
        </w:rPr>
        <w:t>суд</w:t>
      </w:r>
      <w:r w:rsidR="00BF61DC" w:rsidRPr="009A7171">
        <w:rPr>
          <w:rFonts w:ascii="Times New Roman" w:hAnsi="Times New Roman"/>
          <w:sz w:val="28"/>
          <w:szCs w:val="28"/>
          <w:lang w:val="ru-RU"/>
        </w:rPr>
        <w:t>е</w:t>
      </w:r>
      <w:r w:rsidR="00C329D9" w:rsidRPr="009A7171">
        <w:rPr>
          <w:rFonts w:ascii="Times New Roman" w:hAnsi="Times New Roman"/>
          <w:sz w:val="28"/>
          <w:szCs w:val="28"/>
          <w:lang w:val="ru-RU"/>
        </w:rPr>
        <w:t>бном порядке.</w:t>
      </w:r>
    </w:p>
    <w:p w:rsidR="00E56335" w:rsidRPr="009A7171" w:rsidRDefault="00E56335" w:rsidP="00E56335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15077" w:rsidRPr="00503CBE" w:rsidRDefault="00C15077" w:rsidP="00C15077">
      <w:pPr>
        <w:numPr>
          <w:ilvl w:val="0"/>
          <w:numId w:val="48"/>
        </w:numPr>
        <w:tabs>
          <w:tab w:val="clear" w:pos="720"/>
          <w:tab w:val="num" w:pos="928"/>
        </w:tabs>
        <w:ind w:left="363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503CBE">
        <w:rPr>
          <w:rFonts w:ascii="Times New Roman" w:hAnsi="Times New Roman"/>
          <w:b/>
          <w:bCs/>
          <w:sz w:val="28"/>
          <w:szCs w:val="28"/>
          <w:lang w:val="ru-RU"/>
        </w:rPr>
        <w:t xml:space="preserve">Срок действия договора. 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У</w:t>
      </w:r>
      <w:r w:rsidRPr="00503CBE">
        <w:rPr>
          <w:rFonts w:ascii="Times New Roman" w:hAnsi="Times New Roman"/>
          <w:b/>
          <w:bCs/>
          <w:sz w:val="28"/>
          <w:szCs w:val="28"/>
          <w:lang w:val="ru-RU"/>
        </w:rPr>
        <w:t>словия расторжения договора</w:t>
      </w:r>
    </w:p>
    <w:p w:rsidR="00E56335" w:rsidRPr="00C15077" w:rsidRDefault="00E56335" w:rsidP="00E56335">
      <w:pPr>
        <w:spacing w:before="100" w:beforeAutospacing="1" w:after="238"/>
        <w:ind w:left="363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5.1. Настоящий Договор вступает в силу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с даты заключения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(подписания) и действует до даты 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Сторонами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настоящим Договором, но не более </w:t>
      </w:r>
      <w:r w:rsidR="00857807">
        <w:rPr>
          <w:rFonts w:ascii="Times New Roman" w:hAnsi="Times New Roman"/>
          <w:sz w:val="28"/>
          <w:szCs w:val="28"/>
          <w:lang w:val="ru-RU"/>
        </w:rPr>
        <w:t>10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25993" w:rsidRPr="009A7171">
        <w:rPr>
          <w:rFonts w:ascii="Times New Roman" w:hAnsi="Times New Roman"/>
          <w:sz w:val="28"/>
          <w:szCs w:val="28"/>
          <w:lang w:val="ru-RU"/>
        </w:rPr>
        <w:t>(</w:t>
      </w:r>
      <w:r w:rsidR="00857807">
        <w:rPr>
          <w:rFonts w:ascii="Times New Roman" w:hAnsi="Times New Roman"/>
          <w:sz w:val="28"/>
          <w:szCs w:val="28"/>
          <w:lang w:val="ru-RU"/>
        </w:rPr>
        <w:t>десяти</w:t>
      </w:r>
      <w:r w:rsidR="00F25993" w:rsidRPr="009A7171">
        <w:rPr>
          <w:rFonts w:ascii="Times New Roman" w:hAnsi="Times New Roman"/>
          <w:sz w:val="28"/>
          <w:szCs w:val="28"/>
          <w:lang w:val="ru-RU"/>
        </w:rPr>
        <w:t xml:space="preserve">) </w:t>
      </w:r>
      <w:r w:rsidRPr="009A7171">
        <w:rPr>
          <w:rFonts w:ascii="Times New Roman" w:hAnsi="Times New Roman"/>
          <w:sz w:val="28"/>
          <w:szCs w:val="28"/>
          <w:lang w:val="ru-RU"/>
        </w:rPr>
        <w:t>лет с даты его заключения (подписания).</w:t>
      </w:r>
    </w:p>
    <w:p w:rsidR="00B525CD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5.2.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отказа граждан от переселения в жилые помещения, переданные </w:t>
      </w:r>
      <w:r w:rsidR="00C15077">
        <w:rPr>
          <w:rFonts w:ascii="Times New Roman" w:hAnsi="Times New Roman"/>
          <w:sz w:val="28"/>
          <w:szCs w:val="28"/>
          <w:lang w:val="ru-RU"/>
        </w:rPr>
        <w:t xml:space="preserve">"Администрации"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муниципальную собственность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соответствии с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</w:t>
      </w:r>
      <w:r w:rsidR="00C15077">
        <w:rPr>
          <w:rFonts w:ascii="Times New Roman" w:hAnsi="Times New Roman"/>
          <w:sz w:val="28"/>
          <w:szCs w:val="28"/>
          <w:lang w:val="ru-RU"/>
        </w:rPr>
        <w:t>ами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C15077">
        <w:rPr>
          <w:rFonts w:ascii="Times New Roman" w:hAnsi="Times New Roman"/>
          <w:sz w:val="28"/>
          <w:szCs w:val="28"/>
          <w:lang w:val="ru-RU"/>
        </w:rPr>
        <w:t xml:space="preserve">5, </w:t>
      </w:r>
      <w:r w:rsidR="0074312A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C15077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несогласия с решением об изъятии жилого помещения или </w:t>
      </w:r>
      <w:proofErr w:type="spellStart"/>
      <w:r w:rsidRPr="009A7171">
        <w:rPr>
          <w:rFonts w:ascii="Times New Roman" w:hAnsi="Times New Roman"/>
          <w:sz w:val="28"/>
          <w:szCs w:val="28"/>
          <w:lang w:val="ru-RU"/>
        </w:rPr>
        <w:t>недостижения</w:t>
      </w:r>
      <w:proofErr w:type="spellEnd"/>
      <w:r w:rsidRPr="009A7171">
        <w:rPr>
          <w:rFonts w:ascii="Times New Roman" w:hAnsi="Times New Roman"/>
          <w:sz w:val="28"/>
          <w:szCs w:val="28"/>
          <w:lang w:val="ru-RU"/>
        </w:rPr>
        <w:t xml:space="preserve"> соглашения о размере возмещения, в том числе наличия споров, связанных с реализацией условий настоящего Договора, срок исполнения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пунктами 3.1.</w:t>
      </w:r>
      <w:r w:rsidR="00C15077">
        <w:rPr>
          <w:rFonts w:ascii="Times New Roman" w:hAnsi="Times New Roman"/>
          <w:sz w:val="28"/>
          <w:szCs w:val="28"/>
          <w:lang w:val="ru-RU"/>
        </w:rPr>
        <w:t>5</w:t>
      </w:r>
      <w:r w:rsidR="0074312A" w:rsidRPr="009A7171">
        <w:rPr>
          <w:rFonts w:ascii="Times New Roman" w:hAnsi="Times New Roman"/>
          <w:sz w:val="28"/>
          <w:szCs w:val="28"/>
          <w:lang w:val="ru-RU"/>
        </w:rPr>
        <w:t>,</w:t>
      </w:r>
      <w:r w:rsidR="00641AD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4312A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C15077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3070B">
        <w:rPr>
          <w:rFonts w:ascii="Times New Roman" w:hAnsi="Times New Roman"/>
          <w:sz w:val="28"/>
          <w:szCs w:val="28"/>
          <w:lang w:val="ru-RU"/>
        </w:rPr>
        <w:t>и 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пунктами 3.3.</w:t>
      </w:r>
      <w:r w:rsidR="00FB69C0" w:rsidRPr="009A7171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>, 3.3.</w:t>
      </w:r>
      <w:r w:rsidR="00FB69C0" w:rsidRPr="009A7171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, продляется на период времени, равный времени производства в судебных органах по судебным спорам с указанным </w:t>
      </w:r>
      <w:r w:rsidR="00641AD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настоящем пункте предметом до момента вступления судебного акта </w:t>
      </w:r>
      <w:r w:rsidR="00641AD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законную силу (период времени рассчитывается месяцами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>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В случае если </w:t>
      </w:r>
      <w:r w:rsidR="00641AD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одном периоде времени ведется несколько произво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дств в с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удах, продление осуществляется на </w:t>
      </w:r>
      <w:r w:rsidR="00B525CD" w:rsidRPr="009A7171">
        <w:rPr>
          <w:rFonts w:ascii="Times New Roman" w:hAnsi="Times New Roman"/>
          <w:sz w:val="28"/>
          <w:szCs w:val="28"/>
          <w:lang w:val="ru-RU"/>
        </w:rPr>
        <w:t>срок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>,</w:t>
      </w:r>
      <w:r w:rsidR="00B525CD" w:rsidRPr="009A7171">
        <w:rPr>
          <w:rFonts w:ascii="Times New Roman" w:hAnsi="Times New Roman"/>
          <w:sz w:val="28"/>
          <w:szCs w:val="28"/>
          <w:lang w:val="ru-RU"/>
        </w:rPr>
        <w:t xml:space="preserve"> исчисляемый с момента начала производства первого дела и 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 xml:space="preserve">до </w:t>
      </w:r>
      <w:r w:rsidR="00B525CD" w:rsidRPr="009A7171">
        <w:rPr>
          <w:rFonts w:ascii="Times New Roman" w:hAnsi="Times New Roman"/>
          <w:sz w:val="28"/>
          <w:szCs w:val="28"/>
          <w:lang w:val="ru-RU"/>
        </w:rPr>
        <w:t xml:space="preserve">вступления в законную силу последнего решения суда. </w:t>
      </w:r>
    </w:p>
    <w:p w:rsidR="0023325A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5.3. Настоящий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Договор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может быть расторгнут по соглашению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5.4. Настоящий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Договор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может быть расторгнут досрочно </w:t>
      </w:r>
      <w:r w:rsidR="00641AD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одностороннем порядке:</w:t>
      </w: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по инициативе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случае неисполнения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BB0031" w:rsidRPr="00BB0031">
        <w:rPr>
          <w:rFonts w:ascii="Times New Roman" w:hAnsi="Times New Roman"/>
          <w:sz w:val="28"/>
          <w:szCs w:val="28"/>
          <w:lang w:val="ru-RU"/>
        </w:rPr>
        <w:t>подпунктами</w:t>
      </w:r>
      <w:r w:rsidR="00BB0031">
        <w:rPr>
          <w:rFonts w:ascii="Times New Roman" w:hAnsi="Times New Roman"/>
          <w:sz w:val="28"/>
          <w:szCs w:val="28"/>
          <w:lang w:val="ru-RU"/>
        </w:rPr>
        <w:t xml:space="preserve"> с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3.1.1</w:t>
      </w:r>
      <w:r w:rsidR="00BB0031">
        <w:rPr>
          <w:rFonts w:ascii="Times New Roman" w:hAnsi="Times New Roman"/>
          <w:sz w:val="28"/>
          <w:szCs w:val="28"/>
          <w:lang w:val="ru-RU"/>
        </w:rPr>
        <w:t xml:space="preserve"> по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BB0031">
        <w:rPr>
          <w:rFonts w:ascii="Times New Roman" w:hAnsi="Times New Roman"/>
          <w:sz w:val="28"/>
          <w:szCs w:val="28"/>
          <w:lang w:val="ru-RU"/>
        </w:rPr>
        <w:t>6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A57931">
        <w:rPr>
          <w:rFonts w:ascii="Times New Roman" w:hAnsi="Times New Roman"/>
          <w:sz w:val="28"/>
          <w:szCs w:val="28"/>
          <w:lang w:val="ru-RU"/>
        </w:rPr>
        <w:t xml:space="preserve">с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>8</w:t>
      </w:r>
      <w:r w:rsidR="00A57931">
        <w:rPr>
          <w:rFonts w:ascii="Times New Roman" w:hAnsi="Times New Roman"/>
          <w:sz w:val="28"/>
          <w:szCs w:val="28"/>
          <w:lang w:val="ru-RU"/>
        </w:rPr>
        <w:t xml:space="preserve"> по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A57931">
        <w:rPr>
          <w:rFonts w:ascii="Times New Roman" w:hAnsi="Times New Roman"/>
          <w:sz w:val="28"/>
          <w:szCs w:val="28"/>
          <w:lang w:val="ru-RU"/>
        </w:rPr>
        <w:t>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и подпунктами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A57931">
        <w:rPr>
          <w:rFonts w:ascii="Times New Roman" w:hAnsi="Times New Roman"/>
          <w:sz w:val="28"/>
          <w:szCs w:val="28"/>
          <w:lang w:val="ru-RU"/>
        </w:rPr>
        <w:t>5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>, 3.1.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A57931">
        <w:rPr>
          <w:rFonts w:ascii="Times New Roman" w:hAnsi="Times New Roman"/>
          <w:sz w:val="28"/>
          <w:szCs w:val="28"/>
          <w:lang w:val="ru-RU"/>
        </w:rPr>
        <w:t>8</w:t>
      </w:r>
      <w:r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настоящего Договора; </w:t>
      </w:r>
    </w:p>
    <w:p w:rsidR="00E56335" w:rsidRPr="009A7171" w:rsidRDefault="00E56335" w:rsidP="00CC6C92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по инициативе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случае неисполнения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Администрацией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57931" w:rsidRPr="00A57931">
        <w:rPr>
          <w:rFonts w:ascii="Times New Roman" w:hAnsi="Times New Roman"/>
          <w:sz w:val="28"/>
          <w:szCs w:val="28"/>
          <w:lang w:val="ru-RU"/>
        </w:rPr>
        <w:t>подпунктами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57931" w:rsidRPr="00A57931">
        <w:rPr>
          <w:rFonts w:ascii="Times New Roman" w:hAnsi="Times New Roman"/>
          <w:sz w:val="28"/>
          <w:szCs w:val="28"/>
          <w:lang w:val="ru-RU"/>
        </w:rPr>
        <w:t xml:space="preserve">3.3.2, 3.3.5, 3.3.7 </w:t>
      </w:r>
      <w:r w:rsidRPr="009A7171">
        <w:rPr>
          <w:rFonts w:ascii="Times New Roman" w:hAnsi="Times New Roman"/>
          <w:sz w:val="28"/>
          <w:szCs w:val="28"/>
          <w:lang w:val="ru-RU"/>
        </w:rPr>
        <w:t>настоящего Договора.</w:t>
      </w:r>
    </w:p>
    <w:p w:rsidR="001E2FF9" w:rsidRPr="009A7171" w:rsidRDefault="00E56335" w:rsidP="00CC6C92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5.4.1.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Сторона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– инициатор </w:t>
      </w:r>
      <w:r w:rsidR="00276FC0" w:rsidRPr="009A7171">
        <w:rPr>
          <w:rFonts w:ascii="Times New Roman" w:hAnsi="Times New Roman"/>
          <w:sz w:val="28"/>
          <w:szCs w:val="28"/>
          <w:lang w:val="ru-RU"/>
        </w:rPr>
        <w:t xml:space="preserve">досрочного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расторжения настоящего Договора по условиям, предусмотренным пунктом 5.4 настоящего Договора, направляет другой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Стороне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уведомление об отказе </w:t>
      </w:r>
      <w:r w:rsidR="001E2FF9" w:rsidRPr="009A7171">
        <w:rPr>
          <w:rFonts w:ascii="Times New Roman" w:hAnsi="Times New Roman"/>
          <w:sz w:val="28"/>
          <w:szCs w:val="28"/>
          <w:lang w:val="ru-RU"/>
        </w:rPr>
        <w:t xml:space="preserve">от </w:t>
      </w:r>
      <w:r w:rsidR="00A57931">
        <w:rPr>
          <w:rFonts w:ascii="Times New Roman" w:hAnsi="Times New Roman"/>
          <w:sz w:val="28"/>
          <w:szCs w:val="28"/>
          <w:lang w:val="ru-RU"/>
        </w:rPr>
        <w:t>Д</w:t>
      </w:r>
      <w:r w:rsidR="001E2FF9" w:rsidRPr="009A7171">
        <w:rPr>
          <w:rFonts w:ascii="Times New Roman" w:hAnsi="Times New Roman"/>
          <w:sz w:val="28"/>
          <w:szCs w:val="28"/>
          <w:lang w:val="ru-RU"/>
        </w:rPr>
        <w:t xml:space="preserve">оговора </w:t>
      </w:r>
      <w:r w:rsidRPr="009A7171">
        <w:rPr>
          <w:rFonts w:ascii="Times New Roman" w:hAnsi="Times New Roman"/>
          <w:sz w:val="28"/>
          <w:szCs w:val="28"/>
          <w:lang w:val="ru-RU"/>
        </w:rPr>
        <w:t>с указанием причины отказа от Договора</w:t>
      </w:r>
      <w:r w:rsidR="001E2FF9" w:rsidRPr="009A7171">
        <w:rPr>
          <w:rFonts w:ascii="Times New Roman" w:hAnsi="Times New Roman"/>
          <w:sz w:val="28"/>
          <w:szCs w:val="28"/>
          <w:lang w:val="ru-RU"/>
        </w:rPr>
        <w:t>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1E2FF9" w:rsidRPr="009A7171" w:rsidRDefault="00E56335" w:rsidP="00CC6C92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Договор считается расторгнутым с момента получения другой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Стороной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уведомления об отказе от Договора.</w:t>
      </w:r>
      <w:r w:rsidR="00DA498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56335" w:rsidRPr="009A7171" w:rsidRDefault="00E56335" w:rsidP="00CC6C92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5.4.2. В случае досрочного расторжения Договора расходы, понесенные одной из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рамках исполнения условий Договора, другой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Стороной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не возмещаются. </w:t>
      </w:r>
    </w:p>
    <w:p w:rsidR="00E56335" w:rsidRPr="009A7171" w:rsidRDefault="00E56335" w:rsidP="00CC6C92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5.4.3. Изменение условий настоящего Договора в период его действия </w:t>
      </w:r>
      <w:r w:rsidR="00641AD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по соглашению </w:t>
      </w:r>
      <w:r w:rsidR="00A57931">
        <w:rPr>
          <w:rFonts w:ascii="Times New Roman" w:hAnsi="Times New Roman"/>
          <w:sz w:val="28"/>
          <w:szCs w:val="28"/>
          <w:lang w:val="ru-RU"/>
        </w:rPr>
        <w:t>"С</w:t>
      </w:r>
      <w:r w:rsidRPr="009A7171">
        <w:rPr>
          <w:rFonts w:ascii="Times New Roman" w:hAnsi="Times New Roman"/>
          <w:sz w:val="28"/>
          <w:szCs w:val="28"/>
          <w:lang w:val="ru-RU"/>
        </w:rPr>
        <w:t>торон</w:t>
      </w:r>
      <w:r w:rsidR="00A5793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не допускается, если иное не установлено действующим законодательством, настоящим Договором.</w:t>
      </w:r>
    </w:p>
    <w:p w:rsidR="00E56335" w:rsidRDefault="00E56335" w:rsidP="00E56335">
      <w:pPr>
        <w:spacing w:before="100" w:beforeAutospacing="1"/>
        <w:ind w:firstLine="709"/>
        <w:contextualSpacing/>
        <w:jc w:val="both"/>
        <w:rPr>
          <w:rFonts w:ascii="Arial" w:hAnsi="Arial" w:cs="Arial"/>
          <w:sz w:val="24"/>
          <w:szCs w:val="24"/>
          <w:lang w:val="ru-RU"/>
        </w:rPr>
      </w:pPr>
    </w:p>
    <w:p w:rsidR="00641AD5" w:rsidRDefault="00641AD5" w:rsidP="00E56335">
      <w:pPr>
        <w:spacing w:before="100" w:beforeAutospacing="1"/>
        <w:ind w:firstLine="709"/>
        <w:contextualSpacing/>
        <w:jc w:val="both"/>
        <w:rPr>
          <w:rFonts w:ascii="Arial" w:hAnsi="Arial" w:cs="Arial"/>
          <w:sz w:val="24"/>
          <w:szCs w:val="24"/>
          <w:lang w:val="ru-RU"/>
        </w:rPr>
      </w:pPr>
    </w:p>
    <w:p w:rsidR="00641AD5" w:rsidRDefault="00641AD5" w:rsidP="00E56335">
      <w:pPr>
        <w:spacing w:before="100" w:beforeAutospacing="1"/>
        <w:ind w:firstLine="709"/>
        <w:contextualSpacing/>
        <w:jc w:val="both"/>
        <w:rPr>
          <w:rFonts w:ascii="Arial" w:hAnsi="Arial" w:cs="Arial"/>
          <w:sz w:val="24"/>
          <w:szCs w:val="24"/>
          <w:lang w:val="ru-RU"/>
        </w:rPr>
      </w:pPr>
    </w:p>
    <w:p w:rsidR="00641AD5" w:rsidRPr="009A7171" w:rsidRDefault="00641AD5" w:rsidP="00E56335">
      <w:pPr>
        <w:spacing w:before="100" w:beforeAutospacing="1"/>
        <w:ind w:firstLine="709"/>
        <w:contextualSpacing/>
        <w:jc w:val="both"/>
        <w:rPr>
          <w:rFonts w:ascii="Arial" w:hAnsi="Arial" w:cs="Arial"/>
          <w:sz w:val="24"/>
          <w:szCs w:val="24"/>
          <w:lang w:val="ru-RU"/>
        </w:rPr>
      </w:pPr>
    </w:p>
    <w:p w:rsidR="00741412" w:rsidRPr="00741412" w:rsidRDefault="00741412" w:rsidP="00741412">
      <w:pPr>
        <w:numPr>
          <w:ilvl w:val="0"/>
          <w:numId w:val="49"/>
        </w:numPr>
        <w:contextualSpacing/>
        <w:jc w:val="center"/>
        <w:rPr>
          <w:rFonts w:ascii="Times New Roman" w:hAnsi="Times New Roman"/>
          <w:sz w:val="28"/>
          <w:szCs w:val="28"/>
        </w:rPr>
      </w:pPr>
      <w:r w:rsidRPr="00741412">
        <w:rPr>
          <w:rFonts w:ascii="Times New Roman" w:hAnsi="Times New Roman"/>
          <w:b/>
          <w:bCs/>
          <w:sz w:val="28"/>
          <w:szCs w:val="28"/>
          <w:lang w:val="ru-RU"/>
        </w:rPr>
        <w:lastRenderedPageBreak/>
        <w:t>О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бстоятельства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непреодолимой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силы</w:t>
      </w:r>
      <w:proofErr w:type="spellEnd"/>
    </w:p>
    <w:p w:rsidR="00E56335" w:rsidRPr="009A7171" w:rsidRDefault="00E56335" w:rsidP="00E56335">
      <w:pPr>
        <w:spacing w:before="100" w:beforeAutospacing="1" w:after="238"/>
        <w:ind w:left="720"/>
        <w:contextualSpacing/>
        <w:rPr>
          <w:rFonts w:ascii="Times New Roman" w:hAnsi="Times New Roman"/>
          <w:sz w:val="28"/>
          <w:szCs w:val="28"/>
        </w:rPr>
      </w:pPr>
    </w:p>
    <w:p w:rsidR="00BB0031" w:rsidRPr="00BB0031" w:rsidRDefault="00E56335" w:rsidP="00BB0031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6.1. </w:t>
      </w:r>
      <w:r w:rsidR="00BB0031" w:rsidRPr="00BB0031">
        <w:rPr>
          <w:rFonts w:ascii="Times New Roman" w:hAnsi="Times New Roman"/>
          <w:sz w:val="28"/>
          <w:szCs w:val="28"/>
          <w:lang w:val="ru-RU"/>
        </w:rPr>
        <w:t xml:space="preserve">Если иное не предусмотрено действующим законодательством, настоящим Договором, "Застройщик", не исполнивший или ненадлежащим образом исполнивший обязательство по настоящему Договору </w:t>
      </w:r>
      <w:r w:rsidR="00641AD5">
        <w:rPr>
          <w:rFonts w:ascii="Times New Roman" w:hAnsi="Times New Roman"/>
          <w:sz w:val="28"/>
          <w:szCs w:val="28"/>
          <w:lang w:val="ru-RU"/>
        </w:rPr>
        <w:br/>
      </w:r>
      <w:r w:rsidR="00BB0031" w:rsidRPr="00BB0031">
        <w:rPr>
          <w:rFonts w:ascii="Times New Roman" w:hAnsi="Times New Roman"/>
          <w:sz w:val="28"/>
          <w:szCs w:val="28"/>
          <w:lang w:val="ru-RU"/>
        </w:rPr>
        <w:t xml:space="preserve">при осуществлении предпринимательской деятельности, несет ответственность, если не докажет, что надлежащее исполнение оказалось невозможным вследствие непреодолимой силы, то есть чрезвычайных и непредотвратимых при данных условиях обстоятельств. К таким обстоятельствам не относятся, </w:t>
      </w:r>
      <w:r w:rsidR="00641AD5">
        <w:rPr>
          <w:rFonts w:ascii="Times New Roman" w:hAnsi="Times New Roman"/>
          <w:sz w:val="28"/>
          <w:szCs w:val="28"/>
          <w:lang w:val="ru-RU"/>
        </w:rPr>
        <w:br/>
      </w:r>
      <w:r w:rsidR="00BB0031" w:rsidRPr="00BB0031">
        <w:rPr>
          <w:rFonts w:ascii="Times New Roman" w:hAnsi="Times New Roman"/>
          <w:sz w:val="28"/>
          <w:szCs w:val="28"/>
          <w:lang w:val="ru-RU"/>
        </w:rPr>
        <w:t xml:space="preserve">в частности,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 </w:t>
      </w:r>
    </w:p>
    <w:p w:rsidR="00BB0031" w:rsidRPr="00BB0031" w:rsidRDefault="00BB0031" w:rsidP="00BB0031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B0031">
        <w:rPr>
          <w:rFonts w:ascii="Times New Roman" w:hAnsi="Times New Roman"/>
          <w:sz w:val="28"/>
          <w:szCs w:val="28"/>
          <w:lang w:val="ru-RU"/>
        </w:rPr>
        <w:t xml:space="preserve">6.2. Действия "Сторон" в случае наступления событий, указанных </w:t>
      </w:r>
      <w:r w:rsidRPr="00BB0031">
        <w:rPr>
          <w:rFonts w:ascii="Times New Roman" w:hAnsi="Times New Roman"/>
          <w:sz w:val="28"/>
          <w:szCs w:val="28"/>
          <w:lang w:val="ru-RU"/>
        </w:rPr>
        <w:br/>
        <w:t>в пункте 6.1 настоящего Договора, регламентируются действующим законодательством Российской Федерации.</w:t>
      </w:r>
    </w:p>
    <w:p w:rsidR="00E56335" w:rsidRPr="009A7171" w:rsidRDefault="00E56335" w:rsidP="00BB0031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41412" w:rsidRPr="00741412" w:rsidRDefault="00741412" w:rsidP="00741412">
      <w:pPr>
        <w:numPr>
          <w:ilvl w:val="0"/>
          <w:numId w:val="50"/>
        </w:numPr>
        <w:spacing w:before="100" w:beforeAutospacing="1" w:after="238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741412">
        <w:rPr>
          <w:rFonts w:ascii="Times New Roman" w:hAnsi="Times New Roman"/>
          <w:b/>
          <w:bCs/>
          <w:sz w:val="28"/>
          <w:szCs w:val="28"/>
          <w:lang w:val="ru-RU"/>
        </w:rPr>
        <w:t>З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аключительные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положения</w:t>
      </w:r>
      <w:proofErr w:type="spellEnd"/>
    </w:p>
    <w:p w:rsidR="00E56335" w:rsidRPr="009A7171" w:rsidRDefault="00E56335" w:rsidP="00E56335">
      <w:pPr>
        <w:spacing w:before="100" w:beforeAutospacing="1" w:after="238"/>
        <w:contextualSpacing/>
        <w:jc w:val="center"/>
        <w:rPr>
          <w:rFonts w:ascii="Times New Roman" w:hAnsi="Times New Roman"/>
          <w:sz w:val="28"/>
          <w:szCs w:val="28"/>
        </w:rPr>
      </w:pPr>
    </w:p>
    <w:p w:rsidR="00E56335" w:rsidRPr="009A7171" w:rsidRDefault="00E56335" w:rsidP="00CC6C92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7.1. Вопросы, не урегулированные настоящим Договором, регламентируются действующим законодательством Российской Федерации, законодательством 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 xml:space="preserve">Архангельской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области, муниципальными правовыми актами</w:t>
      </w:r>
      <w:r w:rsidR="004A4B61">
        <w:rPr>
          <w:rFonts w:ascii="Times New Roman" w:hAnsi="Times New Roman"/>
          <w:sz w:val="28"/>
          <w:szCs w:val="28"/>
          <w:lang w:val="ru-RU"/>
        </w:rPr>
        <w:t xml:space="preserve"> городского округа "Город Архангельск"</w:t>
      </w:r>
      <w:r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1E2FF9" w:rsidRPr="009A7171" w:rsidRDefault="00E56335" w:rsidP="00CC6C92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7.2. Любое уведомление, направленное 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Сторонами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друг другу </w:t>
      </w:r>
      <w:r w:rsidR="00641AD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по настоящему Договору, должно быть совершено в письменной форме. Указанное уведомление считается направленным надлежащим образом, если оно доставлено адресату посыльным (курьером)</w:t>
      </w:r>
      <w:r w:rsidR="00F65367" w:rsidRPr="009A7171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либо заказным письмом </w:t>
      </w:r>
      <w:r w:rsidR="00641AD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с уведомлением о вручении.</w:t>
      </w:r>
    </w:p>
    <w:p w:rsidR="001E2FF9" w:rsidRPr="009A7171" w:rsidRDefault="001E2FF9" w:rsidP="00CC6C92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Любое уведомление, </w:t>
      </w:r>
      <w:proofErr w:type="spellStart"/>
      <w:r w:rsidRPr="009A7171">
        <w:rPr>
          <w:rFonts w:ascii="Times New Roman" w:hAnsi="Times New Roman"/>
          <w:sz w:val="28"/>
          <w:szCs w:val="28"/>
          <w:lang w:val="ru-RU"/>
        </w:rPr>
        <w:t>направленнное</w:t>
      </w:r>
      <w:proofErr w:type="spellEnd"/>
      <w:r w:rsidRPr="009A7171">
        <w:rPr>
          <w:rFonts w:ascii="Times New Roman" w:hAnsi="Times New Roman"/>
          <w:sz w:val="28"/>
          <w:szCs w:val="28"/>
          <w:lang w:val="ru-RU"/>
        </w:rPr>
        <w:t xml:space="preserve"> зак</w:t>
      </w:r>
      <w:r w:rsidR="0079282B" w:rsidRPr="009A7171">
        <w:rPr>
          <w:rFonts w:ascii="Times New Roman" w:hAnsi="Times New Roman"/>
          <w:sz w:val="28"/>
          <w:szCs w:val="28"/>
          <w:lang w:val="ru-RU"/>
        </w:rPr>
        <w:t>азн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ым письмом с уведомлением </w:t>
      </w:r>
      <w:r w:rsidR="00641AD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о вручении и не п</w:t>
      </w:r>
      <w:r w:rsidR="0079282B" w:rsidRPr="009A7171">
        <w:rPr>
          <w:rFonts w:ascii="Times New Roman" w:hAnsi="Times New Roman"/>
          <w:sz w:val="28"/>
          <w:szCs w:val="28"/>
          <w:lang w:val="ru-RU"/>
        </w:rPr>
        <w:t>олученное Стороной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считается полученным по истечении месячного срока. </w:t>
      </w:r>
    </w:p>
    <w:p w:rsidR="00E56335" w:rsidRPr="009A7171" w:rsidRDefault="00E56335" w:rsidP="00CC6C92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Обо всех изменениях в платежных и почтовых реквизитах 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Стороны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обязаны немедленно извещать друг друга. Действия, совершенные по старым адресам и счетам, совершенные до получения уведомлений об их изменении, засчитываются в исполнение обязательств.</w:t>
      </w:r>
    </w:p>
    <w:p w:rsidR="00E56335" w:rsidRPr="00EB6931" w:rsidRDefault="00E56335" w:rsidP="00117EE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EB6931">
        <w:rPr>
          <w:rFonts w:ascii="Times New Roman" w:hAnsi="Times New Roman"/>
          <w:sz w:val="28"/>
          <w:szCs w:val="28"/>
          <w:lang w:val="ru-RU"/>
        </w:rPr>
        <w:t xml:space="preserve">7.3. К настоящему Договору прилагается и является неотъемлемой его частью: </w:t>
      </w:r>
    </w:p>
    <w:p w:rsidR="001B6285" w:rsidRPr="00EB6931" w:rsidRDefault="00641AD5" w:rsidP="00741412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E56335" w:rsidRPr="00B7131F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117EE4" w:rsidRPr="00B7131F">
        <w:rPr>
          <w:rFonts w:ascii="Times New Roman" w:hAnsi="Times New Roman"/>
          <w:sz w:val="28"/>
          <w:szCs w:val="28"/>
          <w:lang w:val="ru-RU"/>
        </w:rPr>
        <w:t>1</w:t>
      </w:r>
      <w:r w:rsidR="001B6285" w:rsidRPr="00B7131F">
        <w:rPr>
          <w:rFonts w:ascii="Times New Roman" w:hAnsi="Times New Roman"/>
          <w:sz w:val="28"/>
          <w:szCs w:val="28"/>
          <w:lang w:val="ru-RU"/>
        </w:rPr>
        <w:t xml:space="preserve"> "</w:t>
      </w:r>
      <w:r w:rsidR="00741412" w:rsidRPr="00B7131F">
        <w:rPr>
          <w:rFonts w:ascii="Times New Roman" w:hAnsi="Times New Roman"/>
          <w:sz w:val="28"/>
          <w:szCs w:val="28"/>
          <w:lang w:val="ru-RU"/>
        </w:rPr>
        <w:t xml:space="preserve">Местоположение, границы территории жилой застройки городского округа "Город Архангельск" </w:t>
      </w:r>
      <w:r w:rsidR="00B7131F" w:rsidRPr="00B7131F">
        <w:rPr>
          <w:rFonts w:ascii="Times New Roman" w:hAnsi="Times New Roman"/>
          <w:sz w:val="28"/>
          <w:szCs w:val="28"/>
          <w:lang w:val="ru-RU"/>
        </w:rPr>
        <w:t>в отношении двух несмежных территорий</w:t>
      </w:r>
      <w:r w:rsidR="001B6285" w:rsidRPr="00B7131F">
        <w:rPr>
          <w:rFonts w:ascii="Times New Roman" w:hAnsi="Times New Roman"/>
          <w:sz w:val="28"/>
          <w:szCs w:val="28"/>
          <w:lang w:val="ru-RU"/>
        </w:rPr>
        <w:t>;</w:t>
      </w:r>
    </w:p>
    <w:p w:rsidR="00117EE4" w:rsidRPr="00EB6931" w:rsidRDefault="00376A3A" w:rsidP="00741412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приложение № </w:t>
      </w:r>
      <w:r w:rsidR="00F95EA9" w:rsidRPr="003B0455">
        <w:rPr>
          <w:rFonts w:ascii="Times New Roman" w:hAnsi="Times New Roman"/>
          <w:sz w:val="28"/>
          <w:szCs w:val="28"/>
          <w:lang w:val="ru-RU"/>
        </w:rPr>
        <w:t>2</w:t>
      </w:r>
      <w:r w:rsidR="00176032" w:rsidRPr="003B0455">
        <w:rPr>
          <w:rFonts w:ascii="Times New Roman" w:hAnsi="Times New Roman"/>
          <w:sz w:val="28"/>
          <w:szCs w:val="28"/>
          <w:lang w:val="ru-RU"/>
        </w:rPr>
        <w:t xml:space="preserve"> "</w:t>
      </w:r>
      <w:r w:rsidR="00741412" w:rsidRPr="003B0455">
        <w:rPr>
          <w:rFonts w:ascii="Times New Roman" w:hAnsi="Times New Roman"/>
          <w:sz w:val="28"/>
          <w:szCs w:val="28"/>
          <w:lang w:val="ru-RU"/>
        </w:rPr>
        <w:t xml:space="preserve">Перечень объектов капитального строительства, </w:t>
      </w:r>
      <w:r>
        <w:rPr>
          <w:rFonts w:ascii="Times New Roman" w:hAnsi="Times New Roman"/>
          <w:sz w:val="28"/>
          <w:szCs w:val="28"/>
          <w:lang w:val="ru-RU"/>
        </w:rPr>
        <w:br/>
      </w:r>
      <w:r w:rsidR="00741412" w:rsidRPr="003B0455">
        <w:rPr>
          <w:rFonts w:ascii="Times New Roman" w:hAnsi="Times New Roman"/>
          <w:sz w:val="28"/>
          <w:szCs w:val="28"/>
          <w:lang w:val="ru-RU"/>
        </w:rPr>
        <w:t xml:space="preserve">не являющихся объектами культурного наследия (памятники истории и культуры) народов Российской Федерации, расположенных на территории жилой застройки городского округа "Город Архангельск" </w:t>
      </w:r>
      <w:r w:rsidR="003B0455" w:rsidRPr="003B0455">
        <w:rPr>
          <w:rFonts w:ascii="Times New Roman" w:hAnsi="Times New Roman"/>
          <w:sz w:val="28"/>
          <w:szCs w:val="28"/>
          <w:lang w:val="ru-RU"/>
        </w:rPr>
        <w:t xml:space="preserve">в отношении двух несмежных территорий </w:t>
      </w:r>
      <w:r w:rsidR="00117EE4" w:rsidRPr="003B0455">
        <w:rPr>
          <w:rFonts w:ascii="Times New Roman" w:hAnsi="Times New Roman"/>
          <w:sz w:val="28"/>
          <w:szCs w:val="28"/>
          <w:lang w:val="ru-RU"/>
        </w:rPr>
        <w:t>"</w:t>
      </w:r>
      <w:r w:rsidR="00CC6C92" w:rsidRPr="003B0455">
        <w:rPr>
          <w:rFonts w:ascii="Times New Roman" w:hAnsi="Times New Roman"/>
          <w:sz w:val="28"/>
          <w:szCs w:val="28"/>
          <w:lang w:val="ru-RU"/>
        </w:rPr>
        <w:t>;</w:t>
      </w:r>
      <w:proofErr w:type="gramEnd"/>
    </w:p>
    <w:p w:rsidR="00E56335" w:rsidRPr="00EB6931" w:rsidRDefault="00376A3A" w:rsidP="00BB0031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117EE4" w:rsidRPr="00EB6931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117EE4" w:rsidRPr="00EB6931">
        <w:rPr>
          <w:rFonts w:ascii="Times New Roman" w:hAnsi="Times New Roman"/>
          <w:sz w:val="28"/>
          <w:szCs w:val="28"/>
          <w:lang w:val="ru-RU"/>
        </w:rPr>
        <w:t>3 "</w:t>
      </w:r>
      <w:r w:rsidR="00CC6C92" w:rsidRPr="00EB6931">
        <w:rPr>
          <w:rFonts w:ascii="Times New Roman" w:hAnsi="Times New Roman"/>
          <w:sz w:val="28"/>
          <w:szCs w:val="28"/>
          <w:lang w:val="ru-RU"/>
        </w:rPr>
        <w:t>Обязательства "Застройщика"</w:t>
      </w:r>
      <w:r w:rsidR="00BB0031">
        <w:rPr>
          <w:rFonts w:ascii="Times New Roman" w:hAnsi="Times New Roman"/>
          <w:sz w:val="28"/>
          <w:szCs w:val="28"/>
          <w:lang w:val="ru-RU"/>
        </w:rPr>
        <w:t>,</w:t>
      </w:r>
      <w:r w:rsidR="00CC6C92" w:rsidRPr="00EB693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B0031" w:rsidRPr="00BB0031">
        <w:rPr>
          <w:rFonts w:ascii="Times New Roman" w:hAnsi="Times New Roman"/>
          <w:sz w:val="28"/>
          <w:szCs w:val="28"/>
          <w:lang w:val="ru-RU"/>
        </w:rPr>
        <w:t>Сроки выполнения обязательств в соответствии с утвержденной документацией по планировке территории и  этапами реализации решения о комплексном развитии территории жилой застройки</w:t>
      </w:r>
      <w:r w:rsidR="00CC6C92" w:rsidRPr="00EB693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76032" w:rsidRPr="00EB693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EB6931">
        <w:rPr>
          <w:rFonts w:ascii="Times New Roman" w:hAnsi="Times New Roman"/>
          <w:sz w:val="28"/>
          <w:szCs w:val="28"/>
          <w:lang w:val="ru-RU"/>
        </w:rPr>
        <w:t>;</w:t>
      </w:r>
    </w:p>
    <w:p w:rsidR="000F3AFB" w:rsidRDefault="00376A3A" w:rsidP="00BB0031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AC17A8" w:rsidRPr="00B7131F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836A91" w:rsidRPr="00B7131F">
        <w:rPr>
          <w:rFonts w:ascii="Times New Roman" w:hAnsi="Times New Roman"/>
          <w:sz w:val="28"/>
          <w:szCs w:val="28"/>
          <w:lang w:val="ru-RU"/>
        </w:rPr>
        <w:t>4</w:t>
      </w:r>
      <w:r w:rsidR="00AC17A8" w:rsidRPr="00B7131F">
        <w:rPr>
          <w:rFonts w:ascii="Times New Roman" w:hAnsi="Times New Roman"/>
          <w:sz w:val="28"/>
          <w:szCs w:val="28"/>
          <w:lang w:val="ru-RU"/>
        </w:rPr>
        <w:t xml:space="preserve"> "</w:t>
      </w:r>
      <w:r w:rsidR="00CC6C92" w:rsidRPr="00B7131F">
        <w:rPr>
          <w:rFonts w:ascii="Times New Roman" w:hAnsi="Times New Roman"/>
          <w:sz w:val="28"/>
          <w:szCs w:val="28"/>
          <w:lang w:val="ru-RU"/>
        </w:rPr>
        <w:t xml:space="preserve">Акт о результатах реализации договора </w:t>
      </w:r>
      <w:r w:rsidR="00BB0031" w:rsidRPr="00B7131F">
        <w:rPr>
          <w:rFonts w:ascii="Times New Roman" w:hAnsi="Times New Roman"/>
          <w:sz w:val="28"/>
          <w:szCs w:val="28"/>
          <w:lang w:val="ru-RU"/>
        </w:rPr>
        <w:t xml:space="preserve">о комплексном развитии территории жилой застройки городского округа "Город Архангельск" </w:t>
      </w:r>
      <w:r w:rsidR="00B7131F" w:rsidRPr="00B7131F">
        <w:rPr>
          <w:rFonts w:ascii="Times New Roman" w:hAnsi="Times New Roman"/>
          <w:sz w:val="28"/>
          <w:szCs w:val="28"/>
          <w:lang w:val="ru-RU"/>
        </w:rPr>
        <w:t>в отношении двух несмежных территорий</w:t>
      </w:r>
      <w:r w:rsidR="000F3AFB" w:rsidRPr="00B7131F">
        <w:rPr>
          <w:rFonts w:ascii="Times New Roman" w:hAnsi="Times New Roman"/>
          <w:sz w:val="28"/>
          <w:szCs w:val="28"/>
          <w:lang w:val="ru-RU"/>
        </w:rPr>
        <w:t>;</w:t>
      </w:r>
    </w:p>
    <w:p w:rsidR="00E56335" w:rsidRPr="009A7171" w:rsidRDefault="00376A3A" w:rsidP="00117EE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0F3AFB" w:rsidRPr="006676A6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0F3AFB" w:rsidRPr="006676A6">
        <w:rPr>
          <w:rFonts w:ascii="Times New Roman" w:hAnsi="Times New Roman"/>
          <w:sz w:val="28"/>
          <w:szCs w:val="28"/>
          <w:lang w:val="ru-RU"/>
        </w:rPr>
        <w:t xml:space="preserve">5 "Форма отчетности по осуществляемым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0F3AFB" w:rsidRPr="006676A6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0F3AFB" w:rsidRPr="006676A6">
        <w:rPr>
          <w:rFonts w:ascii="Times New Roman" w:hAnsi="Times New Roman"/>
          <w:sz w:val="28"/>
          <w:szCs w:val="28"/>
          <w:lang w:val="ru-RU"/>
        </w:rPr>
        <w:t xml:space="preserve"> этапам реализации решения о комплексном развитии территории жилой застройки"</w:t>
      </w:r>
      <w:r w:rsidR="00CC6C92" w:rsidRPr="006676A6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Default="00E56335" w:rsidP="00117EE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7.4. Настоящий Договор</w:t>
      </w:r>
      <w:r w:rsidR="00550AAB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составлен в 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>двух</w:t>
      </w:r>
      <w:r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>экземплярах, имеющих одинаковую юридическую силу.</w:t>
      </w:r>
    </w:p>
    <w:p w:rsidR="00741412" w:rsidRPr="009A7171" w:rsidRDefault="00741412" w:rsidP="00117EE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41412" w:rsidRPr="00BB0031" w:rsidRDefault="00741412" w:rsidP="00741412">
      <w:pPr>
        <w:numPr>
          <w:ilvl w:val="0"/>
          <w:numId w:val="44"/>
        </w:numPr>
        <w:jc w:val="center"/>
        <w:rPr>
          <w:rFonts w:ascii="Times New Roman" w:hAnsi="Times New Roman"/>
          <w:sz w:val="28"/>
          <w:szCs w:val="28"/>
          <w:lang w:val="ru-RU"/>
        </w:rPr>
      </w:pPr>
      <w:r w:rsidRPr="00741412">
        <w:rPr>
          <w:rFonts w:ascii="Times New Roman" w:hAnsi="Times New Roman"/>
          <w:b/>
          <w:bCs/>
          <w:sz w:val="28"/>
          <w:szCs w:val="28"/>
          <w:lang w:val="ru-RU"/>
        </w:rPr>
        <w:t>Место нахождения, реквизиты, подписи сторон</w:t>
      </w:r>
    </w:p>
    <w:p w:rsidR="00BB0031" w:rsidRDefault="00BB0031" w:rsidP="00BB0031">
      <w:pPr>
        <w:ind w:left="720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BB0031" w:rsidRPr="00741412" w:rsidRDefault="00BB0031" w:rsidP="00BB0031">
      <w:pPr>
        <w:ind w:left="720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57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32"/>
        <w:gridCol w:w="4738"/>
      </w:tblGrid>
      <w:tr w:rsidR="00E56335" w:rsidRPr="00F95EA9" w:rsidTr="009D1D2B">
        <w:trPr>
          <w:trHeight w:val="5816"/>
          <w:tblCellSpacing w:w="0" w:type="dxa"/>
        </w:trPr>
        <w:tc>
          <w:tcPr>
            <w:tcW w:w="483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6335" w:rsidRPr="009A7171" w:rsidRDefault="00F95EA9" w:rsidP="00E56335">
            <w:pPr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9A7171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>"</w:t>
            </w:r>
            <w:r w:rsidR="00E56335"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Администрация</w:t>
            </w:r>
            <w:r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"</w:t>
            </w:r>
          </w:p>
          <w:p w:rsidR="000346AF" w:rsidRPr="009A7171" w:rsidRDefault="000346AF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Заместитель Главы </w:t>
            </w:r>
            <w:r w:rsidR="00504DDF"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городского о</w:t>
            </w:r>
            <w:r w:rsidR="0074312A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  <w:r w:rsidR="00504DDF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руга</w:t>
            </w:r>
            <w:r w:rsidR="00504DDF" w:rsidRPr="009A7171">
              <w:rPr>
                <w:rFonts w:ascii="Times New Roman" w:hAnsi="Times New Roman"/>
                <w:color w:val="00B050"/>
                <w:sz w:val="28"/>
                <w:szCs w:val="28"/>
                <w:lang w:val="ru-RU"/>
              </w:rPr>
              <w:t xml:space="preserve"> </w:t>
            </w:r>
            <w:r w:rsidR="00504DDF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"Город Архангельск"</w:t>
            </w:r>
            <w:r w:rsidR="00F65367" w:rsidRPr="009A7171">
              <w:rPr>
                <w:rFonts w:ascii="Times New Roman" w:hAnsi="Times New Roman"/>
                <w:color w:val="8DB3E2" w:themeColor="text2" w:themeTint="66"/>
                <w:sz w:val="28"/>
                <w:szCs w:val="28"/>
                <w:lang w:val="ru-RU"/>
              </w:rPr>
              <w:t xml:space="preserve"> </w:t>
            </w:r>
            <w:r w:rsidR="00F65367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по вопросам экономического развития и финансам</w:t>
            </w: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__________________Ф.И.О.</w:t>
            </w: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подпись</w:t>
            </w: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E56335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47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6335" w:rsidRPr="009A7171" w:rsidRDefault="00F95EA9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"</w:t>
            </w:r>
            <w:r w:rsidR="00E56335"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Застройщик</w:t>
            </w:r>
            <w:r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"</w:t>
            </w: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Место нахождения: </w:t>
            </w: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Почтовый адрес:</w:t>
            </w: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ИНН </w:t>
            </w: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gramStart"/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р</w:t>
            </w:r>
            <w:proofErr w:type="gramEnd"/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/с </w:t>
            </w: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 </w:t>
            </w: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gramStart"/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  <w:proofErr w:type="gramEnd"/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/счет</w:t>
            </w: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БИК </w:t>
            </w: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Телефон: </w:t>
            </w: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</w:rPr>
              <w:t>E</w:t>
            </w: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Pr="009A7171">
              <w:rPr>
                <w:rFonts w:ascii="Times New Roman" w:hAnsi="Times New Roman"/>
                <w:sz w:val="28"/>
                <w:szCs w:val="28"/>
              </w:rPr>
              <w:t>mail</w:t>
            </w: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:</w:t>
            </w: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Руководитель юридического лица (представитель)</w:t>
            </w: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___________________ Ф.И.О.</w:t>
            </w:r>
          </w:p>
          <w:p w:rsidR="00857807" w:rsidRPr="00E23666" w:rsidRDefault="00857807" w:rsidP="009D1D2B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</w:t>
            </w:r>
            <w:r w:rsidR="00E56335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одпись</w:t>
            </w:r>
          </w:p>
        </w:tc>
      </w:tr>
    </w:tbl>
    <w:p w:rsidR="00793FE8" w:rsidRDefault="00793FE8" w:rsidP="009D1D2B">
      <w:pPr>
        <w:spacing w:before="100" w:beforeAutospacing="1" w:after="240" w:line="276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sectPr w:rsidR="00793FE8" w:rsidSect="001F7B79">
      <w:headerReference w:type="default" r:id="rId10"/>
      <w:footerReference w:type="even" r:id="rId11"/>
      <w:head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E5A" w:rsidRDefault="00455E5A">
      <w:r>
        <w:separator/>
      </w:r>
    </w:p>
  </w:endnote>
  <w:endnote w:type="continuationSeparator" w:id="0">
    <w:p w:rsidR="00455E5A" w:rsidRDefault="00455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22F" w:rsidRDefault="00FB7B1A" w:rsidP="005A367C">
    <w:pPr>
      <w:pStyle w:val="a5"/>
      <w:framePr w:wrap="around" w:vAnchor="text" w:hAnchor="margin" w:xAlign="right" w:y="1"/>
      <w:rPr>
        <w:rStyle w:val="af8"/>
      </w:rPr>
    </w:pPr>
    <w:r>
      <w:rPr>
        <w:rStyle w:val="af8"/>
      </w:rPr>
      <w:fldChar w:fldCharType="begin"/>
    </w:r>
    <w:r w:rsidR="0023622F">
      <w:rPr>
        <w:rStyle w:val="af8"/>
      </w:rPr>
      <w:instrText xml:space="preserve">PAGE  </w:instrText>
    </w:r>
    <w:r>
      <w:rPr>
        <w:rStyle w:val="af8"/>
      </w:rPr>
      <w:fldChar w:fldCharType="end"/>
    </w:r>
  </w:p>
  <w:p w:rsidR="0023622F" w:rsidRDefault="0023622F" w:rsidP="005A367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E5A" w:rsidRDefault="00455E5A">
      <w:r>
        <w:separator/>
      </w:r>
    </w:p>
  </w:footnote>
  <w:footnote w:type="continuationSeparator" w:id="0">
    <w:p w:rsidR="00455E5A" w:rsidRDefault="00455E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7040749"/>
      <w:docPartObj>
        <w:docPartGallery w:val="Page Numbers (Top of Page)"/>
        <w:docPartUnique/>
      </w:docPartObj>
    </w:sdtPr>
    <w:sdtEndPr/>
    <w:sdtContent>
      <w:p w:rsidR="0097583E" w:rsidRDefault="0097583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7B79" w:rsidRPr="001F7B79">
          <w:rPr>
            <w:noProof/>
            <w:lang w:val="ru-RU"/>
          </w:rPr>
          <w:t>17</w:t>
        </w:r>
        <w:r>
          <w:fldChar w:fldCharType="end"/>
        </w:r>
      </w:p>
    </w:sdtContent>
  </w:sdt>
  <w:p w:rsidR="00C53AEE" w:rsidRDefault="00C53AE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83E" w:rsidRDefault="0097583E">
    <w:pPr>
      <w:pStyle w:val="a3"/>
      <w:jc w:val="center"/>
    </w:pPr>
  </w:p>
  <w:p w:rsidR="0097583E" w:rsidRDefault="0097583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577F8"/>
    <w:multiLevelType w:val="multilevel"/>
    <w:tmpl w:val="5642AAD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>
    <w:nsid w:val="07840A6A"/>
    <w:multiLevelType w:val="multilevel"/>
    <w:tmpl w:val="8B8AA712"/>
    <w:lvl w:ilvl="0">
      <w:start w:val="29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0F9A4C06"/>
    <w:multiLevelType w:val="multilevel"/>
    <w:tmpl w:val="8C5888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5F50C0"/>
    <w:multiLevelType w:val="hybridMultilevel"/>
    <w:tmpl w:val="B622D21A"/>
    <w:lvl w:ilvl="0" w:tplc="8ACE6D9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144A0718"/>
    <w:multiLevelType w:val="hybridMultilevel"/>
    <w:tmpl w:val="75FE2A88"/>
    <w:lvl w:ilvl="0" w:tplc="78A8420E">
      <w:start w:val="1"/>
      <w:numFmt w:val="bullet"/>
      <w:lvlText w:val="−"/>
      <w:lvlJc w:val="left"/>
      <w:pPr>
        <w:ind w:left="144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5">
    <w:nsid w:val="18F53698"/>
    <w:multiLevelType w:val="hybridMultilevel"/>
    <w:tmpl w:val="BDCA8E28"/>
    <w:lvl w:ilvl="0" w:tplc="3F307E9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228886">
      <w:numFmt w:val="none"/>
      <w:lvlText w:val=""/>
      <w:lvlJc w:val="left"/>
      <w:pPr>
        <w:tabs>
          <w:tab w:val="num" w:pos="360"/>
        </w:tabs>
      </w:pPr>
    </w:lvl>
    <w:lvl w:ilvl="2" w:tplc="15444730">
      <w:numFmt w:val="none"/>
      <w:lvlText w:val=""/>
      <w:lvlJc w:val="left"/>
      <w:pPr>
        <w:tabs>
          <w:tab w:val="num" w:pos="360"/>
        </w:tabs>
      </w:pPr>
    </w:lvl>
    <w:lvl w:ilvl="3" w:tplc="6F2457A0">
      <w:numFmt w:val="none"/>
      <w:lvlText w:val=""/>
      <w:lvlJc w:val="left"/>
      <w:pPr>
        <w:tabs>
          <w:tab w:val="num" w:pos="360"/>
        </w:tabs>
      </w:pPr>
    </w:lvl>
    <w:lvl w:ilvl="4" w:tplc="13BC50EA">
      <w:numFmt w:val="none"/>
      <w:lvlText w:val=""/>
      <w:lvlJc w:val="left"/>
      <w:pPr>
        <w:tabs>
          <w:tab w:val="num" w:pos="360"/>
        </w:tabs>
      </w:pPr>
    </w:lvl>
    <w:lvl w:ilvl="5" w:tplc="7C0674FC">
      <w:numFmt w:val="none"/>
      <w:lvlText w:val=""/>
      <w:lvlJc w:val="left"/>
      <w:pPr>
        <w:tabs>
          <w:tab w:val="num" w:pos="360"/>
        </w:tabs>
      </w:pPr>
    </w:lvl>
    <w:lvl w:ilvl="6" w:tplc="821A9B0E">
      <w:numFmt w:val="none"/>
      <w:lvlText w:val=""/>
      <w:lvlJc w:val="left"/>
      <w:pPr>
        <w:tabs>
          <w:tab w:val="num" w:pos="360"/>
        </w:tabs>
      </w:pPr>
    </w:lvl>
    <w:lvl w:ilvl="7" w:tplc="D3FE54B8">
      <w:numFmt w:val="none"/>
      <w:lvlText w:val=""/>
      <w:lvlJc w:val="left"/>
      <w:pPr>
        <w:tabs>
          <w:tab w:val="num" w:pos="360"/>
        </w:tabs>
      </w:pPr>
    </w:lvl>
    <w:lvl w:ilvl="8" w:tplc="7B9C9058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204D6DED"/>
    <w:multiLevelType w:val="multilevel"/>
    <w:tmpl w:val="B54CBE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31"/>
        </w:tabs>
        <w:ind w:left="1331" w:hanging="480"/>
      </w:pPr>
      <w:rPr>
        <w:rFonts w:hint="default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7">
    <w:nsid w:val="205925EF"/>
    <w:multiLevelType w:val="hybridMultilevel"/>
    <w:tmpl w:val="ED7C5646"/>
    <w:lvl w:ilvl="0" w:tplc="78A8420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E3434E"/>
    <w:multiLevelType w:val="hybridMultilevel"/>
    <w:tmpl w:val="BD26FB4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3B7BA3"/>
    <w:multiLevelType w:val="hybridMultilevel"/>
    <w:tmpl w:val="EA148B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4AE5E4F"/>
    <w:multiLevelType w:val="multilevel"/>
    <w:tmpl w:val="923483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31"/>
        </w:tabs>
        <w:ind w:left="1331" w:hanging="480"/>
      </w:pPr>
      <w:rPr>
        <w:rFonts w:hint="default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11">
    <w:nsid w:val="26AA0C72"/>
    <w:multiLevelType w:val="hybridMultilevel"/>
    <w:tmpl w:val="6FC08E0E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2">
    <w:nsid w:val="273270D3"/>
    <w:multiLevelType w:val="multilevel"/>
    <w:tmpl w:val="3954A468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3">
    <w:nsid w:val="2A967C28"/>
    <w:multiLevelType w:val="multilevel"/>
    <w:tmpl w:val="9FE232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EC3AEB"/>
    <w:multiLevelType w:val="multilevel"/>
    <w:tmpl w:val="2A543A30"/>
    <w:lvl w:ilvl="0">
      <w:start w:val="8"/>
      <w:numFmt w:val="decimal"/>
      <w:lvlText w:val="%1."/>
      <w:lvlJc w:val="left"/>
      <w:pPr>
        <w:tabs>
          <w:tab w:val="num" w:pos="1837"/>
        </w:tabs>
        <w:ind w:left="1837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5">
    <w:nsid w:val="2C5911DC"/>
    <w:multiLevelType w:val="multilevel"/>
    <w:tmpl w:val="8D96169A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6">
    <w:nsid w:val="2C917E37"/>
    <w:multiLevelType w:val="multilevel"/>
    <w:tmpl w:val="8B8AA712"/>
    <w:lvl w:ilvl="0">
      <w:start w:val="29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2E1E737C"/>
    <w:multiLevelType w:val="hybridMultilevel"/>
    <w:tmpl w:val="0FB02D0A"/>
    <w:lvl w:ilvl="0" w:tplc="6082E886">
      <w:start w:val="1"/>
      <w:numFmt w:val="decimal"/>
      <w:lvlText w:val="%1."/>
      <w:lvlJc w:val="left"/>
      <w:pPr>
        <w:ind w:left="1669" w:hanging="9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E2450D3"/>
    <w:multiLevelType w:val="multilevel"/>
    <w:tmpl w:val="C4184EB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0A60724"/>
    <w:multiLevelType w:val="hybridMultilevel"/>
    <w:tmpl w:val="67C0D20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39937D4"/>
    <w:multiLevelType w:val="multilevel"/>
    <w:tmpl w:val="78BC42A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00"/>
        </w:tabs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80"/>
        </w:tabs>
        <w:ind w:left="2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00"/>
        </w:tabs>
        <w:ind w:left="3000" w:hanging="2160"/>
      </w:pPr>
      <w:rPr>
        <w:rFonts w:hint="default"/>
      </w:rPr>
    </w:lvl>
  </w:abstractNum>
  <w:abstractNum w:abstractNumId="21">
    <w:nsid w:val="34270559"/>
    <w:multiLevelType w:val="hybridMultilevel"/>
    <w:tmpl w:val="4D3E9D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5135120"/>
    <w:multiLevelType w:val="hybridMultilevel"/>
    <w:tmpl w:val="0CD0D19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5C03592"/>
    <w:multiLevelType w:val="multilevel"/>
    <w:tmpl w:val="BAC46C2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7AC0510"/>
    <w:multiLevelType w:val="multilevel"/>
    <w:tmpl w:val="EA30CF4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8DF0479"/>
    <w:multiLevelType w:val="hybridMultilevel"/>
    <w:tmpl w:val="9E00EC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2CD7214"/>
    <w:multiLevelType w:val="multilevel"/>
    <w:tmpl w:val="8D1C0C2E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0"/>
        </w:tabs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20"/>
        </w:tabs>
        <w:ind w:left="5520" w:hanging="2160"/>
      </w:pPr>
      <w:rPr>
        <w:rFonts w:hint="default"/>
      </w:rPr>
    </w:lvl>
  </w:abstractNum>
  <w:abstractNum w:abstractNumId="27">
    <w:nsid w:val="43584CF0"/>
    <w:multiLevelType w:val="multilevel"/>
    <w:tmpl w:val="58DA03D6"/>
    <w:lvl w:ilvl="0">
      <w:start w:val="23"/>
      <w:numFmt w:val="decimal"/>
      <w:lvlText w:val="%1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30"/>
        </w:tabs>
        <w:ind w:left="8430" w:hanging="8430"/>
      </w:pPr>
      <w:rPr>
        <w:rFonts w:hint="default"/>
      </w:rPr>
    </w:lvl>
  </w:abstractNum>
  <w:abstractNum w:abstractNumId="28">
    <w:nsid w:val="448B3885"/>
    <w:multiLevelType w:val="multilevel"/>
    <w:tmpl w:val="0A8E59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57F6BF5"/>
    <w:multiLevelType w:val="hybridMultilevel"/>
    <w:tmpl w:val="EA288E42"/>
    <w:lvl w:ilvl="0" w:tplc="78A8420E">
      <w:start w:val="1"/>
      <w:numFmt w:val="bullet"/>
      <w:lvlText w:val="−"/>
      <w:lvlJc w:val="left"/>
      <w:pPr>
        <w:ind w:left="14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30">
    <w:nsid w:val="4F0F2CA3"/>
    <w:multiLevelType w:val="hybridMultilevel"/>
    <w:tmpl w:val="EA148B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2857630"/>
    <w:multiLevelType w:val="hybridMultilevel"/>
    <w:tmpl w:val="596AC63E"/>
    <w:lvl w:ilvl="0" w:tplc="6D2A3E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5DC15E3"/>
    <w:multiLevelType w:val="multilevel"/>
    <w:tmpl w:val="8236F13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A930739"/>
    <w:multiLevelType w:val="multilevel"/>
    <w:tmpl w:val="A8E6F87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ABB04BD"/>
    <w:multiLevelType w:val="multilevel"/>
    <w:tmpl w:val="F8128A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B534864"/>
    <w:multiLevelType w:val="multilevel"/>
    <w:tmpl w:val="E522E09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C631CA6"/>
    <w:multiLevelType w:val="multilevel"/>
    <w:tmpl w:val="FE2807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7">
    <w:nsid w:val="5E7C7816"/>
    <w:multiLevelType w:val="hybridMultilevel"/>
    <w:tmpl w:val="A7BC564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00023E8"/>
    <w:multiLevelType w:val="hybridMultilevel"/>
    <w:tmpl w:val="4F94527A"/>
    <w:lvl w:ilvl="0" w:tplc="96BE8D88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0A42D1C"/>
    <w:multiLevelType w:val="multilevel"/>
    <w:tmpl w:val="ACC21B4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429440C"/>
    <w:multiLevelType w:val="multilevel"/>
    <w:tmpl w:val="84DA14A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4" w:hanging="66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7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9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52" w:hanging="1800"/>
      </w:pPr>
      <w:rPr>
        <w:rFonts w:hint="default"/>
      </w:rPr>
    </w:lvl>
  </w:abstractNum>
  <w:abstractNum w:abstractNumId="41">
    <w:nsid w:val="65D723BD"/>
    <w:multiLevelType w:val="hybridMultilevel"/>
    <w:tmpl w:val="9FE232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CC76AFC"/>
    <w:multiLevelType w:val="multilevel"/>
    <w:tmpl w:val="4D3E9D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D407553"/>
    <w:multiLevelType w:val="multilevel"/>
    <w:tmpl w:val="FC0C168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00"/>
        </w:tabs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80"/>
        </w:tabs>
        <w:ind w:left="2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00"/>
        </w:tabs>
        <w:ind w:left="3000" w:hanging="2160"/>
      </w:pPr>
      <w:rPr>
        <w:rFonts w:hint="default"/>
      </w:rPr>
    </w:lvl>
  </w:abstractNum>
  <w:abstractNum w:abstractNumId="44">
    <w:nsid w:val="6EB26BC2"/>
    <w:multiLevelType w:val="multilevel"/>
    <w:tmpl w:val="9C4697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89B3331"/>
    <w:multiLevelType w:val="hybridMultilevel"/>
    <w:tmpl w:val="01B60A6C"/>
    <w:lvl w:ilvl="0" w:tplc="78A8420E">
      <w:start w:val="1"/>
      <w:numFmt w:val="bullet"/>
      <w:lvlText w:val="−"/>
      <w:lvlJc w:val="left"/>
      <w:pPr>
        <w:ind w:left="14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46">
    <w:nsid w:val="7A9E5720"/>
    <w:multiLevelType w:val="multilevel"/>
    <w:tmpl w:val="58DA03D6"/>
    <w:lvl w:ilvl="0">
      <w:start w:val="23"/>
      <w:numFmt w:val="decimal"/>
      <w:lvlText w:val="%1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30"/>
        </w:tabs>
        <w:ind w:left="8430" w:hanging="8430"/>
      </w:pPr>
      <w:rPr>
        <w:rFonts w:hint="default"/>
      </w:rPr>
    </w:lvl>
  </w:abstractNum>
  <w:abstractNum w:abstractNumId="47">
    <w:nsid w:val="7BD03DA0"/>
    <w:multiLevelType w:val="hybridMultilevel"/>
    <w:tmpl w:val="BABE9168"/>
    <w:lvl w:ilvl="0" w:tplc="78A8420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E7D6654"/>
    <w:multiLevelType w:val="hybridMultilevel"/>
    <w:tmpl w:val="6D908E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EB94EAD"/>
    <w:multiLevelType w:val="hybridMultilevel"/>
    <w:tmpl w:val="350C9A14"/>
    <w:lvl w:ilvl="0" w:tplc="78A8420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78A8420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4"/>
  </w:num>
  <w:num w:numId="4">
    <w:abstractNumId w:val="9"/>
  </w:num>
  <w:num w:numId="5">
    <w:abstractNumId w:val="30"/>
  </w:num>
  <w:num w:numId="6">
    <w:abstractNumId w:val="17"/>
  </w:num>
  <w:num w:numId="7">
    <w:abstractNumId w:val="10"/>
  </w:num>
  <w:num w:numId="8">
    <w:abstractNumId w:val="46"/>
  </w:num>
  <w:num w:numId="9">
    <w:abstractNumId w:val="8"/>
  </w:num>
  <w:num w:numId="10">
    <w:abstractNumId w:val="48"/>
  </w:num>
  <w:num w:numId="11">
    <w:abstractNumId w:val="27"/>
  </w:num>
  <w:num w:numId="12">
    <w:abstractNumId w:val="16"/>
  </w:num>
  <w:num w:numId="13">
    <w:abstractNumId w:val="19"/>
  </w:num>
  <w:num w:numId="14">
    <w:abstractNumId w:val="21"/>
  </w:num>
  <w:num w:numId="15">
    <w:abstractNumId w:val="42"/>
  </w:num>
  <w:num w:numId="16">
    <w:abstractNumId w:val="11"/>
  </w:num>
  <w:num w:numId="17">
    <w:abstractNumId w:val="3"/>
  </w:num>
  <w:num w:numId="18">
    <w:abstractNumId w:val="37"/>
  </w:num>
  <w:num w:numId="19">
    <w:abstractNumId w:val="1"/>
  </w:num>
  <w:num w:numId="20">
    <w:abstractNumId w:val="41"/>
  </w:num>
  <w:num w:numId="21">
    <w:abstractNumId w:val="43"/>
  </w:num>
  <w:num w:numId="22">
    <w:abstractNumId w:val="13"/>
  </w:num>
  <w:num w:numId="23">
    <w:abstractNumId w:val="22"/>
  </w:num>
  <w:num w:numId="24">
    <w:abstractNumId w:val="12"/>
  </w:num>
  <w:num w:numId="25">
    <w:abstractNumId w:val="15"/>
  </w:num>
  <w:num w:numId="26">
    <w:abstractNumId w:val="20"/>
  </w:num>
  <w:num w:numId="27">
    <w:abstractNumId w:val="26"/>
  </w:num>
  <w:num w:numId="28">
    <w:abstractNumId w:val="40"/>
  </w:num>
  <w:num w:numId="29">
    <w:abstractNumId w:val="25"/>
  </w:num>
  <w:num w:numId="30">
    <w:abstractNumId w:val="29"/>
  </w:num>
  <w:num w:numId="31">
    <w:abstractNumId w:val="47"/>
  </w:num>
  <w:num w:numId="32">
    <w:abstractNumId w:val="7"/>
  </w:num>
  <w:num w:numId="33">
    <w:abstractNumId w:val="38"/>
  </w:num>
  <w:num w:numId="34">
    <w:abstractNumId w:val="45"/>
  </w:num>
  <w:num w:numId="35">
    <w:abstractNumId w:val="4"/>
  </w:num>
  <w:num w:numId="36">
    <w:abstractNumId w:val="49"/>
  </w:num>
  <w:num w:numId="37">
    <w:abstractNumId w:val="31"/>
  </w:num>
  <w:num w:numId="38">
    <w:abstractNumId w:val="28"/>
  </w:num>
  <w:num w:numId="39">
    <w:abstractNumId w:val="2"/>
  </w:num>
  <w:num w:numId="40">
    <w:abstractNumId w:val="39"/>
  </w:num>
  <w:num w:numId="41">
    <w:abstractNumId w:val="35"/>
  </w:num>
  <w:num w:numId="42">
    <w:abstractNumId w:val="24"/>
  </w:num>
  <w:num w:numId="43">
    <w:abstractNumId w:val="34"/>
  </w:num>
  <w:num w:numId="44">
    <w:abstractNumId w:val="32"/>
  </w:num>
  <w:num w:numId="45">
    <w:abstractNumId w:val="44"/>
  </w:num>
  <w:num w:numId="46">
    <w:abstractNumId w:val="18"/>
  </w:num>
  <w:num w:numId="47">
    <w:abstractNumId w:val="33"/>
  </w:num>
  <w:num w:numId="48">
    <w:abstractNumId w:val="23"/>
  </w:num>
  <w:num w:numId="49">
    <w:abstractNumId w:val="0"/>
  </w:num>
  <w:num w:numId="50">
    <w:abstractNumId w:val="3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F19"/>
    <w:rsid w:val="00000725"/>
    <w:rsid w:val="0000075B"/>
    <w:rsid w:val="00000808"/>
    <w:rsid w:val="00002501"/>
    <w:rsid w:val="0000328B"/>
    <w:rsid w:val="000036C4"/>
    <w:rsid w:val="00004117"/>
    <w:rsid w:val="000044E7"/>
    <w:rsid w:val="00004686"/>
    <w:rsid w:val="000049D6"/>
    <w:rsid w:val="0000719F"/>
    <w:rsid w:val="00010250"/>
    <w:rsid w:val="000113C4"/>
    <w:rsid w:val="000113F0"/>
    <w:rsid w:val="00011A5D"/>
    <w:rsid w:val="000124FC"/>
    <w:rsid w:val="00012573"/>
    <w:rsid w:val="00012A63"/>
    <w:rsid w:val="00012AC0"/>
    <w:rsid w:val="00012D39"/>
    <w:rsid w:val="00013924"/>
    <w:rsid w:val="0001399C"/>
    <w:rsid w:val="00015B45"/>
    <w:rsid w:val="00017394"/>
    <w:rsid w:val="000174F0"/>
    <w:rsid w:val="00017512"/>
    <w:rsid w:val="00017D8C"/>
    <w:rsid w:val="0002167F"/>
    <w:rsid w:val="00021849"/>
    <w:rsid w:val="00022441"/>
    <w:rsid w:val="00023102"/>
    <w:rsid w:val="00023C73"/>
    <w:rsid w:val="00024001"/>
    <w:rsid w:val="000240A9"/>
    <w:rsid w:val="00024697"/>
    <w:rsid w:val="00025A1D"/>
    <w:rsid w:val="000300B6"/>
    <w:rsid w:val="0003033B"/>
    <w:rsid w:val="000306A0"/>
    <w:rsid w:val="00030781"/>
    <w:rsid w:val="000321E9"/>
    <w:rsid w:val="00032ED1"/>
    <w:rsid w:val="00032F8F"/>
    <w:rsid w:val="000346AF"/>
    <w:rsid w:val="0003570E"/>
    <w:rsid w:val="0003597D"/>
    <w:rsid w:val="00035A0A"/>
    <w:rsid w:val="00036937"/>
    <w:rsid w:val="00037ABE"/>
    <w:rsid w:val="000406D0"/>
    <w:rsid w:val="0004163A"/>
    <w:rsid w:val="0004561A"/>
    <w:rsid w:val="00046081"/>
    <w:rsid w:val="00046BEA"/>
    <w:rsid w:val="00046E4E"/>
    <w:rsid w:val="0004768A"/>
    <w:rsid w:val="0005009B"/>
    <w:rsid w:val="000502B2"/>
    <w:rsid w:val="0005048D"/>
    <w:rsid w:val="000504AB"/>
    <w:rsid w:val="00050E7E"/>
    <w:rsid w:val="00051069"/>
    <w:rsid w:val="00052D81"/>
    <w:rsid w:val="00052FA7"/>
    <w:rsid w:val="00054427"/>
    <w:rsid w:val="00054736"/>
    <w:rsid w:val="0005482C"/>
    <w:rsid w:val="00055D74"/>
    <w:rsid w:val="00056ACF"/>
    <w:rsid w:val="000579DA"/>
    <w:rsid w:val="00057E6F"/>
    <w:rsid w:val="00057EEC"/>
    <w:rsid w:val="0006059B"/>
    <w:rsid w:val="000605AF"/>
    <w:rsid w:val="00060FB4"/>
    <w:rsid w:val="00062962"/>
    <w:rsid w:val="000630EC"/>
    <w:rsid w:val="00065DD9"/>
    <w:rsid w:val="0006663A"/>
    <w:rsid w:val="000669D3"/>
    <w:rsid w:val="00066A46"/>
    <w:rsid w:val="0006726E"/>
    <w:rsid w:val="00067F0F"/>
    <w:rsid w:val="00070143"/>
    <w:rsid w:val="00070196"/>
    <w:rsid w:val="00070617"/>
    <w:rsid w:val="00070E46"/>
    <w:rsid w:val="0007238B"/>
    <w:rsid w:val="00074306"/>
    <w:rsid w:val="0007559D"/>
    <w:rsid w:val="0007591A"/>
    <w:rsid w:val="00075F2E"/>
    <w:rsid w:val="000761CD"/>
    <w:rsid w:val="00076537"/>
    <w:rsid w:val="0007718B"/>
    <w:rsid w:val="0007740E"/>
    <w:rsid w:val="000777C0"/>
    <w:rsid w:val="00080DEF"/>
    <w:rsid w:val="0008181C"/>
    <w:rsid w:val="00081962"/>
    <w:rsid w:val="00081E89"/>
    <w:rsid w:val="00082B98"/>
    <w:rsid w:val="00082E65"/>
    <w:rsid w:val="00083BD7"/>
    <w:rsid w:val="000849DF"/>
    <w:rsid w:val="00084E5F"/>
    <w:rsid w:val="00085061"/>
    <w:rsid w:val="000853FE"/>
    <w:rsid w:val="00085AB6"/>
    <w:rsid w:val="00086FB9"/>
    <w:rsid w:val="00087588"/>
    <w:rsid w:val="00087684"/>
    <w:rsid w:val="0008772A"/>
    <w:rsid w:val="00087D1E"/>
    <w:rsid w:val="00090755"/>
    <w:rsid w:val="000907A4"/>
    <w:rsid w:val="000911BC"/>
    <w:rsid w:val="00091330"/>
    <w:rsid w:val="000913EF"/>
    <w:rsid w:val="00091763"/>
    <w:rsid w:val="00092FF4"/>
    <w:rsid w:val="000942E6"/>
    <w:rsid w:val="00094A69"/>
    <w:rsid w:val="00094EE5"/>
    <w:rsid w:val="00095AC3"/>
    <w:rsid w:val="00096072"/>
    <w:rsid w:val="000967EE"/>
    <w:rsid w:val="00096BC0"/>
    <w:rsid w:val="00097C4F"/>
    <w:rsid w:val="00097EA3"/>
    <w:rsid w:val="00097F6C"/>
    <w:rsid w:val="000A059B"/>
    <w:rsid w:val="000A0B00"/>
    <w:rsid w:val="000A168D"/>
    <w:rsid w:val="000A194C"/>
    <w:rsid w:val="000A1BEF"/>
    <w:rsid w:val="000A1C0C"/>
    <w:rsid w:val="000A2CDE"/>
    <w:rsid w:val="000A368C"/>
    <w:rsid w:val="000A3A38"/>
    <w:rsid w:val="000A3AF1"/>
    <w:rsid w:val="000A4867"/>
    <w:rsid w:val="000A53D1"/>
    <w:rsid w:val="000A5509"/>
    <w:rsid w:val="000A6977"/>
    <w:rsid w:val="000A7132"/>
    <w:rsid w:val="000A7375"/>
    <w:rsid w:val="000A7F1B"/>
    <w:rsid w:val="000B0F74"/>
    <w:rsid w:val="000B148A"/>
    <w:rsid w:val="000B1FA4"/>
    <w:rsid w:val="000B246A"/>
    <w:rsid w:val="000B24BD"/>
    <w:rsid w:val="000B2B93"/>
    <w:rsid w:val="000B3021"/>
    <w:rsid w:val="000B36D0"/>
    <w:rsid w:val="000B3A49"/>
    <w:rsid w:val="000B55D6"/>
    <w:rsid w:val="000B6CAE"/>
    <w:rsid w:val="000B714D"/>
    <w:rsid w:val="000B7DB5"/>
    <w:rsid w:val="000C1368"/>
    <w:rsid w:val="000C23C4"/>
    <w:rsid w:val="000C28F0"/>
    <w:rsid w:val="000C3515"/>
    <w:rsid w:val="000C56AC"/>
    <w:rsid w:val="000C5D68"/>
    <w:rsid w:val="000D070B"/>
    <w:rsid w:val="000D0A54"/>
    <w:rsid w:val="000D0F8E"/>
    <w:rsid w:val="000D1DBD"/>
    <w:rsid w:val="000D1E03"/>
    <w:rsid w:val="000D1F27"/>
    <w:rsid w:val="000D2373"/>
    <w:rsid w:val="000D3140"/>
    <w:rsid w:val="000D3AF7"/>
    <w:rsid w:val="000D49A3"/>
    <w:rsid w:val="000D4FC6"/>
    <w:rsid w:val="000D5F60"/>
    <w:rsid w:val="000D635E"/>
    <w:rsid w:val="000E0164"/>
    <w:rsid w:val="000E124A"/>
    <w:rsid w:val="000E2427"/>
    <w:rsid w:val="000E254B"/>
    <w:rsid w:val="000E2D89"/>
    <w:rsid w:val="000E3012"/>
    <w:rsid w:val="000E32A8"/>
    <w:rsid w:val="000E47C3"/>
    <w:rsid w:val="000E4CCF"/>
    <w:rsid w:val="000E51B2"/>
    <w:rsid w:val="000E5730"/>
    <w:rsid w:val="000E6118"/>
    <w:rsid w:val="000E61CB"/>
    <w:rsid w:val="000E651A"/>
    <w:rsid w:val="000E7740"/>
    <w:rsid w:val="000E7B91"/>
    <w:rsid w:val="000E7D2F"/>
    <w:rsid w:val="000E7DEB"/>
    <w:rsid w:val="000F1679"/>
    <w:rsid w:val="000F18A1"/>
    <w:rsid w:val="000F307D"/>
    <w:rsid w:val="000F3AFB"/>
    <w:rsid w:val="000F3B32"/>
    <w:rsid w:val="000F55D3"/>
    <w:rsid w:val="000F58B6"/>
    <w:rsid w:val="00100C20"/>
    <w:rsid w:val="00100FC5"/>
    <w:rsid w:val="00101236"/>
    <w:rsid w:val="0010176B"/>
    <w:rsid w:val="00101B2F"/>
    <w:rsid w:val="001028C5"/>
    <w:rsid w:val="00102AAD"/>
    <w:rsid w:val="0010312C"/>
    <w:rsid w:val="00103E9A"/>
    <w:rsid w:val="001045E9"/>
    <w:rsid w:val="00105007"/>
    <w:rsid w:val="001050D2"/>
    <w:rsid w:val="0010519F"/>
    <w:rsid w:val="00105800"/>
    <w:rsid w:val="00105B31"/>
    <w:rsid w:val="00105E89"/>
    <w:rsid w:val="00105F53"/>
    <w:rsid w:val="0010611D"/>
    <w:rsid w:val="001062A6"/>
    <w:rsid w:val="00107C78"/>
    <w:rsid w:val="00107F93"/>
    <w:rsid w:val="00110B81"/>
    <w:rsid w:val="0011244B"/>
    <w:rsid w:val="0011368A"/>
    <w:rsid w:val="00113731"/>
    <w:rsid w:val="00117CFF"/>
    <w:rsid w:val="00117EE4"/>
    <w:rsid w:val="00123A7C"/>
    <w:rsid w:val="00123F2F"/>
    <w:rsid w:val="00124AC1"/>
    <w:rsid w:val="00124C2C"/>
    <w:rsid w:val="001252DD"/>
    <w:rsid w:val="00126F4B"/>
    <w:rsid w:val="00127F74"/>
    <w:rsid w:val="00130446"/>
    <w:rsid w:val="001308EC"/>
    <w:rsid w:val="00132039"/>
    <w:rsid w:val="00132494"/>
    <w:rsid w:val="0013326C"/>
    <w:rsid w:val="0013350C"/>
    <w:rsid w:val="00133890"/>
    <w:rsid w:val="00134195"/>
    <w:rsid w:val="00135327"/>
    <w:rsid w:val="00136602"/>
    <w:rsid w:val="00136B41"/>
    <w:rsid w:val="001374F5"/>
    <w:rsid w:val="00140251"/>
    <w:rsid w:val="00141EC1"/>
    <w:rsid w:val="0014219A"/>
    <w:rsid w:val="00142E19"/>
    <w:rsid w:val="00143836"/>
    <w:rsid w:val="00143D29"/>
    <w:rsid w:val="001441E0"/>
    <w:rsid w:val="00145ED3"/>
    <w:rsid w:val="001466B4"/>
    <w:rsid w:val="00146EE0"/>
    <w:rsid w:val="0014748B"/>
    <w:rsid w:val="001505A5"/>
    <w:rsid w:val="00150D72"/>
    <w:rsid w:val="00151550"/>
    <w:rsid w:val="00151BE8"/>
    <w:rsid w:val="00151E05"/>
    <w:rsid w:val="00151FEB"/>
    <w:rsid w:val="00152165"/>
    <w:rsid w:val="001522F8"/>
    <w:rsid w:val="00152496"/>
    <w:rsid w:val="00153106"/>
    <w:rsid w:val="00153308"/>
    <w:rsid w:val="001533B8"/>
    <w:rsid w:val="001534A9"/>
    <w:rsid w:val="00153772"/>
    <w:rsid w:val="00154CE7"/>
    <w:rsid w:val="00155004"/>
    <w:rsid w:val="00155F93"/>
    <w:rsid w:val="00157B95"/>
    <w:rsid w:val="00157D4D"/>
    <w:rsid w:val="00161249"/>
    <w:rsid w:val="00161B86"/>
    <w:rsid w:val="00161BFF"/>
    <w:rsid w:val="00161C9A"/>
    <w:rsid w:val="001626B2"/>
    <w:rsid w:val="00163773"/>
    <w:rsid w:val="00163DEB"/>
    <w:rsid w:val="00164749"/>
    <w:rsid w:val="00167049"/>
    <w:rsid w:val="0016721C"/>
    <w:rsid w:val="00167C5F"/>
    <w:rsid w:val="00170F1F"/>
    <w:rsid w:val="00170F30"/>
    <w:rsid w:val="00171D1F"/>
    <w:rsid w:val="00171E4A"/>
    <w:rsid w:val="0017329C"/>
    <w:rsid w:val="001736B8"/>
    <w:rsid w:val="00174F91"/>
    <w:rsid w:val="00175E29"/>
    <w:rsid w:val="00175FDC"/>
    <w:rsid w:val="00176032"/>
    <w:rsid w:val="00176AD1"/>
    <w:rsid w:val="00177538"/>
    <w:rsid w:val="00177DA2"/>
    <w:rsid w:val="00177E4B"/>
    <w:rsid w:val="001801D2"/>
    <w:rsid w:val="00180346"/>
    <w:rsid w:val="00180F7A"/>
    <w:rsid w:val="00181921"/>
    <w:rsid w:val="00182008"/>
    <w:rsid w:val="001847A0"/>
    <w:rsid w:val="001849A4"/>
    <w:rsid w:val="00184F4E"/>
    <w:rsid w:val="00185CBA"/>
    <w:rsid w:val="00185F0D"/>
    <w:rsid w:val="001864BA"/>
    <w:rsid w:val="001871C1"/>
    <w:rsid w:val="00187E2D"/>
    <w:rsid w:val="001911CE"/>
    <w:rsid w:val="001923D0"/>
    <w:rsid w:val="00192C41"/>
    <w:rsid w:val="0019313C"/>
    <w:rsid w:val="00196342"/>
    <w:rsid w:val="001969FB"/>
    <w:rsid w:val="001A02E5"/>
    <w:rsid w:val="001A0627"/>
    <w:rsid w:val="001A0707"/>
    <w:rsid w:val="001A0F02"/>
    <w:rsid w:val="001A2A82"/>
    <w:rsid w:val="001A3527"/>
    <w:rsid w:val="001A3769"/>
    <w:rsid w:val="001A4A28"/>
    <w:rsid w:val="001A4F30"/>
    <w:rsid w:val="001A5AF5"/>
    <w:rsid w:val="001A6924"/>
    <w:rsid w:val="001A7468"/>
    <w:rsid w:val="001A7705"/>
    <w:rsid w:val="001A7BCB"/>
    <w:rsid w:val="001B0AAA"/>
    <w:rsid w:val="001B0B43"/>
    <w:rsid w:val="001B0B80"/>
    <w:rsid w:val="001B184F"/>
    <w:rsid w:val="001B288B"/>
    <w:rsid w:val="001B3716"/>
    <w:rsid w:val="001B3B27"/>
    <w:rsid w:val="001B3ECB"/>
    <w:rsid w:val="001B500F"/>
    <w:rsid w:val="001B6285"/>
    <w:rsid w:val="001B62DC"/>
    <w:rsid w:val="001C0D44"/>
    <w:rsid w:val="001C1481"/>
    <w:rsid w:val="001C1E25"/>
    <w:rsid w:val="001C4614"/>
    <w:rsid w:val="001C4AE0"/>
    <w:rsid w:val="001C4DDB"/>
    <w:rsid w:val="001C4DDE"/>
    <w:rsid w:val="001C5EFE"/>
    <w:rsid w:val="001C6231"/>
    <w:rsid w:val="001C6502"/>
    <w:rsid w:val="001C6DD4"/>
    <w:rsid w:val="001D070C"/>
    <w:rsid w:val="001D0DE9"/>
    <w:rsid w:val="001D2368"/>
    <w:rsid w:val="001D24F5"/>
    <w:rsid w:val="001D45A7"/>
    <w:rsid w:val="001D476D"/>
    <w:rsid w:val="001D5FAB"/>
    <w:rsid w:val="001D69EB"/>
    <w:rsid w:val="001D7747"/>
    <w:rsid w:val="001D791E"/>
    <w:rsid w:val="001E1D49"/>
    <w:rsid w:val="001E2619"/>
    <w:rsid w:val="001E2FF9"/>
    <w:rsid w:val="001E391B"/>
    <w:rsid w:val="001E3A90"/>
    <w:rsid w:val="001E3AC3"/>
    <w:rsid w:val="001E503A"/>
    <w:rsid w:val="001E5DB3"/>
    <w:rsid w:val="001E5F9D"/>
    <w:rsid w:val="001E6048"/>
    <w:rsid w:val="001E6870"/>
    <w:rsid w:val="001E6D60"/>
    <w:rsid w:val="001E7557"/>
    <w:rsid w:val="001F1290"/>
    <w:rsid w:val="001F13F8"/>
    <w:rsid w:val="001F3496"/>
    <w:rsid w:val="001F39E0"/>
    <w:rsid w:val="001F4CF0"/>
    <w:rsid w:val="001F52EC"/>
    <w:rsid w:val="001F5C05"/>
    <w:rsid w:val="001F5C73"/>
    <w:rsid w:val="001F791A"/>
    <w:rsid w:val="001F7B79"/>
    <w:rsid w:val="001F7DA7"/>
    <w:rsid w:val="00200B07"/>
    <w:rsid w:val="00201B39"/>
    <w:rsid w:val="00202F24"/>
    <w:rsid w:val="0020308D"/>
    <w:rsid w:val="002031B2"/>
    <w:rsid w:val="002034D2"/>
    <w:rsid w:val="00203AEA"/>
    <w:rsid w:val="00203BBA"/>
    <w:rsid w:val="00203FCF"/>
    <w:rsid w:val="002042CF"/>
    <w:rsid w:val="00205166"/>
    <w:rsid w:val="00205545"/>
    <w:rsid w:val="002056A1"/>
    <w:rsid w:val="00205831"/>
    <w:rsid w:val="002073F6"/>
    <w:rsid w:val="00207573"/>
    <w:rsid w:val="00211446"/>
    <w:rsid w:val="00211EE4"/>
    <w:rsid w:val="00212AB4"/>
    <w:rsid w:val="00213EFC"/>
    <w:rsid w:val="0021403E"/>
    <w:rsid w:val="0021593D"/>
    <w:rsid w:val="002159E9"/>
    <w:rsid w:val="00217481"/>
    <w:rsid w:val="002179B3"/>
    <w:rsid w:val="00217A74"/>
    <w:rsid w:val="002228F2"/>
    <w:rsid w:val="002234D2"/>
    <w:rsid w:val="002237A7"/>
    <w:rsid w:val="002246E5"/>
    <w:rsid w:val="00225C05"/>
    <w:rsid w:val="002268B1"/>
    <w:rsid w:val="0023069B"/>
    <w:rsid w:val="002310FB"/>
    <w:rsid w:val="00231B4C"/>
    <w:rsid w:val="002321B5"/>
    <w:rsid w:val="0023325A"/>
    <w:rsid w:val="00233DDF"/>
    <w:rsid w:val="00233F26"/>
    <w:rsid w:val="0023408A"/>
    <w:rsid w:val="0023622F"/>
    <w:rsid w:val="0023732F"/>
    <w:rsid w:val="0023741E"/>
    <w:rsid w:val="00237BF6"/>
    <w:rsid w:val="00237F81"/>
    <w:rsid w:val="00243853"/>
    <w:rsid w:val="00243880"/>
    <w:rsid w:val="00243927"/>
    <w:rsid w:val="00243AE4"/>
    <w:rsid w:val="002448BA"/>
    <w:rsid w:val="00244D36"/>
    <w:rsid w:val="00245C2F"/>
    <w:rsid w:val="002478D7"/>
    <w:rsid w:val="00247FD8"/>
    <w:rsid w:val="00250EB3"/>
    <w:rsid w:val="0025777B"/>
    <w:rsid w:val="0026081D"/>
    <w:rsid w:val="00262622"/>
    <w:rsid w:val="00263503"/>
    <w:rsid w:val="002637C4"/>
    <w:rsid w:val="002651FF"/>
    <w:rsid w:val="002658D2"/>
    <w:rsid w:val="00265C75"/>
    <w:rsid w:val="002667B2"/>
    <w:rsid w:val="002668B2"/>
    <w:rsid w:val="00267291"/>
    <w:rsid w:val="002704FB"/>
    <w:rsid w:val="00270FC2"/>
    <w:rsid w:val="002716E5"/>
    <w:rsid w:val="0027185B"/>
    <w:rsid w:val="00272203"/>
    <w:rsid w:val="002726B6"/>
    <w:rsid w:val="00272845"/>
    <w:rsid w:val="002739A5"/>
    <w:rsid w:val="00273AAC"/>
    <w:rsid w:val="00275827"/>
    <w:rsid w:val="002764D1"/>
    <w:rsid w:val="00276668"/>
    <w:rsid w:val="00276FC0"/>
    <w:rsid w:val="002812F1"/>
    <w:rsid w:val="00281D27"/>
    <w:rsid w:val="00282BA7"/>
    <w:rsid w:val="00282C71"/>
    <w:rsid w:val="002843A9"/>
    <w:rsid w:val="0028661E"/>
    <w:rsid w:val="0028674C"/>
    <w:rsid w:val="00286840"/>
    <w:rsid w:val="00290682"/>
    <w:rsid w:val="00291C31"/>
    <w:rsid w:val="00291D68"/>
    <w:rsid w:val="00291FC0"/>
    <w:rsid w:val="002925F9"/>
    <w:rsid w:val="002927F5"/>
    <w:rsid w:val="00292A95"/>
    <w:rsid w:val="002930C5"/>
    <w:rsid w:val="00293C28"/>
    <w:rsid w:val="00293D33"/>
    <w:rsid w:val="00293F69"/>
    <w:rsid w:val="002940E1"/>
    <w:rsid w:val="00295070"/>
    <w:rsid w:val="002953FC"/>
    <w:rsid w:val="0029565C"/>
    <w:rsid w:val="0029668E"/>
    <w:rsid w:val="00296B50"/>
    <w:rsid w:val="00296F20"/>
    <w:rsid w:val="002971BA"/>
    <w:rsid w:val="002A0AA3"/>
    <w:rsid w:val="002A2E4A"/>
    <w:rsid w:val="002A312F"/>
    <w:rsid w:val="002A39B8"/>
    <w:rsid w:val="002A4E3C"/>
    <w:rsid w:val="002A56BA"/>
    <w:rsid w:val="002A6516"/>
    <w:rsid w:val="002A7874"/>
    <w:rsid w:val="002A7C89"/>
    <w:rsid w:val="002A7CE4"/>
    <w:rsid w:val="002B0536"/>
    <w:rsid w:val="002B0C37"/>
    <w:rsid w:val="002B1666"/>
    <w:rsid w:val="002B3402"/>
    <w:rsid w:val="002B37B3"/>
    <w:rsid w:val="002B4160"/>
    <w:rsid w:val="002B41E6"/>
    <w:rsid w:val="002B5BE0"/>
    <w:rsid w:val="002B65FF"/>
    <w:rsid w:val="002B6676"/>
    <w:rsid w:val="002B7062"/>
    <w:rsid w:val="002C0CF6"/>
    <w:rsid w:val="002C100B"/>
    <w:rsid w:val="002C19CE"/>
    <w:rsid w:val="002C1FE6"/>
    <w:rsid w:val="002C2CDB"/>
    <w:rsid w:val="002C2DA7"/>
    <w:rsid w:val="002C31A9"/>
    <w:rsid w:val="002C3453"/>
    <w:rsid w:val="002C3500"/>
    <w:rsid w:val="002C398E"/>
    <w:rsid w:val="002C41EC"/>
    <w:rsid w:val="002C45F7"/>
    <w:rsid w:val="002C5A99"/>
    <w:rsid w:val="002C5FFE"/>
    <w:rsid w:val="002C667E"/>
    <w:rsid w:val="002C6AFE"/>
    <w:rsid w:val="002C749F"/>
    <w:rsid w:val="002C78D0"/>
    <w:rsid w:val="002C7B4E"/>
    <w:rsid w:val="002D0017"/>
    <w:rsid w:val="002D03AD"/>
    <w:rsid w:val="002D08BC"/>
    <w:rsid w:val="002D0AA4"/>
    <w:rsid w:val="002D1E34"/>
    <w:rsid w:val="002D2500"/>
    <w:rsid w:val="002D3617"/>
    <w:rsid w:val="002D3A01"/>
    <w:rsid w:val="002D488E"/>
    <w:rsid w:val="002D6143"/>
    <w:rsid w:val="002D69DD"/>
    <w:rsid w:val="002E035B"/>
    <w:rsid w:val="002E0ED2"/>
    <w:rsid w:val="002E23FB"/>
    <w:rsid w:val="002E3E89"/>
    <w:rsid w:val="002E4062"/>
    <w:rsid w:val="002E475D"/>
    <w:rsid w:val="002E4CBA"/>
    <w:rsid w:val="002E528A"/>
    <w:rsid w:val="002E5DD6"/>
    <w:rsid w:val="002E739D"/>
    <w:rsid w:val="002E7B47"/>
    <w:rsid w:val="002F0F81"/>
    <w:rsid w:val="002F2566"/>
    <w:rsid w:val="002F2EA3"/>
    <w:rsid w:val="002F7571"/>
    <w:rsid w:val="0030189B"/>
    <w:rsid w:val="00302275"/>
    <w:rsid w:val="0030439F"/>
    <w:rsid w:val="00304B3D"/>
    <w:rsid w:val="00304C3C"/>
    <w:rsid w:val="00305489"/>
    <w:rsid w:val="003067E9"/>
    <w:rsid w:val="0030709F"/>
    <w:rsid w:val="003108F4"/>
    <w:rsid w:val="003119CD"/>
    <w:rsid w:val="00311C90"/>
    <w:rsid w:val="003128BE"/>
    <w:rsid w:val="0031317D"/>
    <w:rsid w:val="00313F50"/>
    <w:rsid w:val="003141D3"/>
    <w:rsid w:val="0031474A"/>
    <w:rsid w:val="003164EF"/>
    <w:rsid w:val="00316BC5"/>
    <w:rsid w:val="003171CF"/>
    <w:rsid w:val="0032013E"/>
    <w:rsid w:val="0032121D"/>
    <w:rsid w:val="0032145B"/>
    <w:rsid w:val="00321AC1"/>
    <w:rsid w:val="00321EA8"/>
    <w:rsid w:val="00324430"/>
    <w:rsid w:val="00326013"/>
    <w:rsid w:val="00326470"/>
    <w:rsid w:val="00330DA3"/>
    <w:rsid w:val="00330F5C"/>
    <w:rsid w:val="00331747"/>
    <w:rsid w:val="00331E00"/>
    <w:rsid w:val="003329F2"/>
    <w:rsid w:val="00332C7E"/>
    <w:rsid w:val="00332E25"/>
    <w:rsid w:val="00333771"/>
    <w:rsid w:val="00334023"/>
    <w:rsid w:val="00334090"/>
    <w:rsid w:val="00335D42"/>
    <w:rsid w:val="00336E60"/>
    <w:rsid w:val="00337AEB"/>
    <w:rsid w:val="003400FD"/>
    <w:rsid w:val="003401C0"/>
    <w:rsid w:val="003408C7"/>
    <w:rsid w:val="00340A0F"/>
    <w:rsid w:val="00340ACA"/>
    <w:rsid w:val="00340B6C"/>
    <w:rsid w:val="003416AB"/>
    <w:rsid w:val="00342482"/>
    <w:rsid w:val="0034269F"/>
    <w:rsid w:val="0034271B"/>
    <w:rsid w:val="00342866"/>
    <w:rsid w:val="00342DE6"/>
    <w:rsid w:val="00343911"/>
    <w:rsid w:val="00344DE6"/>
    <w:rsid w:val="003453D3"/>
    <w:rsid w:val="0034554F"/>
    <w:rsid w:val="00345DD2"/>
    <w:rsid w:val="00345FF5"/>
    <w:rsid w:val="003460E7"/>
    <w:rsid w:val="0034680B"/>
    <w:rsid w:val="003475D9"/>
    <w:rsid w:val="00351168"/>
    <w:rsid w:val="00351EB8"/>
    <w:rsid w:val="003524B5"/>
    <w:rsid w:val="003532B1"/>
    <w:rsid w:val="003542D5"/>
    <w:rsid w:val="003543F2"/>
    <w:rsid w:val="00354C71"/>
    <w:rsid w:val="00354CFD"/>
    <w:rsid w:val="0035557B"/>
    <w:rsid w:val="00356BAC"/>
    <w:rsid w:val="00356C82"/>
    <w:rsid w:val="00356CB6"/>
    <w:rsid w:val="00356F5B"/>
    <w:rsid w:val="00357130"/>
    <w:rsid w:val="003611AF"/>
    <w:rsid w:val="003612F6"/>
    <w:rsid w:val="0036135F"/>
    <w:rsid w:val="00361B66"/>
    <w:rsid w:val="0036227A"/>
    <w:rsid w:val="00362996"/>
    <w:rsid w:val="00363F27"/>
    <w:rsid w:val="003640EC"/>
    <w:rsid w:val="00364194"/>
    <w:rsid w:val="0036507F"/>
    <w:rsid w:val="0036544C"/>
    <w:rsid w:val="00365F67"/>
    <w:rsid w:val="00366057"/>
    <w:rsid w:val="00366084"/>
    <w:rsid w:val="003661A1"/>
    <w:rsid w:val="00366DCB"/>
    <w:rsid w:val="00366FDC"/>
    <w:rsid w:val="00370A6B"/>
    <w:rsid w:val="00371169"/>
    <w:rsid w:val="00371768"/>
    <w:rsid w:val="0037199B"/>
    <w:rsid w:val="00371F23"/>
    <w:rsid w:val="0037201D"/>
    <w:rsid w:val="003730FC"/>
    <w:rsid w:val="0037318B"/>
    <w:rsid w:val="003744E8"/>
    <w:rsid w:val="00374A8E"/>
    <w:rsid w:val="0037540E"/>
    <w:rsid w:val="0037576F"/>
    <w:rsid w:val="00375CA2"/>
    <w:rsid w:val="0037608D"/>
    <w:rsid w:val="00376644"/>
    <w:rsid w:val="0037674F"/>
    <w:rsid w:val="00376A3A"/>
    <w:rsid w:val="00377480"/>
    <w:rsid w:val="00377D6D"/>
    <w:rsid w:val="00380F29"/>
    <w:rsid w:val="003811DD"/>
    <w:rsid w:val="00381A88"/>
    <w:rsid w:val="0038280D"/>
    <w:rsid w:val="00382EA5"/>
    <w:rsid w:val="00383051"/>
    <w:rsid w:val="00383172"/>
    <w:rsid w:val="003833E2"/>
    <w:rsid w:val="0038621C"/>
    <w:rsid w:val="00386648"/>
    <w:rsid w:val="00387002"/>
    <w:rsid w:val="0038756C"/>
    <w:rsid w:val="0038771A"/>
    <w:rsid w:val="003879FE"/>
    <w:rsid w:val="00387A46"/>
    <w:rsid w:val="00390498"/>
    <w:rsid w:val="00390B1F"/>
    <w:rsid w:val="00390EC3"/>
    <w:rsid w:val="0039127D"/>
    <w:rsid w:val="00391C64"/>
    <w:rsid w:val="00391E76"/>
    <w:rsid w:val="0039270E"/>
    <w:rsid w:val="00392F8A"/>
    <w:rsid w:val="0039359A"/>
    <w:rsid w:val="00393FBE"/>
    <w:rsid w:val="003956DB"/>
    <w:rsid w:val="00395D21"/>
    <w:rsid w:val="00395EAD"/>
    <w:rsid w:val="003960AA"/>
    <w:rsid w:val="0039620E"/>
    <w:rsid w:val="00397CCB"/>
    <w:rsid w:val="003A1743"/>
    <w:rsid w:val="003A1BFF"/>
    <w:rsid w:val="003A1D71"/>
    <w:rsid w:val="003A201F"/>
    <w:rsid w:val="003A2323"/>
    <w:rsid w:val="003A2E5E"/>
    <w:rsid w:val="003A39FB"/>
    <w:rsid w:val="003A478E"/>
    <w:rsid w:val="003A481E"/>
    <w:rsid w:val="003A503B"/>
    <w:rsid w:val="003A5A6F"/>
    <w:rsid w:val="003A7060"/>
    <w:rsid w:val="003A7AE8"/>
    <w:rsid w:val="003A7C6F"/>
    <w:rsid w:val="003A7DA7"/>
    <w:rsid w:val="003A7E98"/>
    <w:rsid w:val="003B0455"/>
    <w:rsid w:val="003B05B7"/>
    <w:rsid w:val="003B1082"/>
    <w:rsid w:val="003B1149"/>
    <w:rsid w:val="003B1508"/>
    <w:rsid w:val="003B20DA"/>
    <w:rsid w:val="003B246C"/>
    <w:rsid w:val="003B2CC7"/>
    <w:rsid w:val="003B2E13"/>
    <w:rsid w:val="003B325F"/>
    <w:rsid w:val="003B3B69"/>
    <w:rsid w:val="003B3F2D"/>
    <w:rsid w:val="003B5069"/>
    <w:rsid w:val="003B5CEF"/>
    <w:rsid w:val="003B6227"/>
    <w:rsid w:val="003B6E39"/>
    <w:rsid w:val="003B730D"/>
    <w:rsid w:val="003C0535"/>
    <w:rsid w:val="003C09B7"/>
    <w:rsid w:val="003C1CC6"/>
    <w:rsid w:val="003C4263"/>
    <w:rsid w:val="003C4DBF"/>
    <w:rsid w:val="003C4FB6"/>
    <w:rsid w:val="003C54AC"/>
    <w:rsid w:val="003C54C0"/>
    <w:rsid w:val="003C58FC"/>
    <w:rsid w:val="003C658A"/>
    <w:rsid w:val="003C726D"/>
    <w:rsid w:val="003D01F6"/>
    <w:rsid w:val="003D05CE"/>
    <w:rsid w:val="003D0F35"/>
    <w:rsid w:val="003D0FE4"/>
    <w:rsid w:val="003D113F"/>
    <w:rsid w:val="003D245E"/>
    <w:rsid w:val="003D3164"/>
    <w:rsid w:val="003D4A82"/>
    <w:rsid w:val="003D4AC2"/>
    <w:rsid w:val="003D4D10"/>
    <w:rsid w:val="003D522B"/>
    <w:rsid w:val="003D55C2"/>
    <w:rsid w:val="003D5A66"/>
    <w:rsid w:val="003D61C4"/>
    <w:rsid w:val="003D6B6C"/>
    <w:rsid w:val="003D738B"/>
    <w:rsid w:val="003E03FD"/>
    <w:rsid w:val="003E05CB"/>
    <w:rsid w:val="003E0F3C"/>
    <w:rsid w:val="003E1001"/>
    <w:rsid w:val="003E252F"/>
    <w:rsid w:val="003E256B"/>
    <w:rsid w:val="003E3BF1"/>
    <w:rsid w:val="003E3F55"/>
    <w:rsid w:val="003E4812"/>
    <w:rsid w:val="003E5E89"/>
    <w:rsid w:val="003F0DE8"/>
    <w:rsid w:val="003F2185"/>
    <w:rsid w:val="003F32BC"/>
    <w:rsid w:val="003F3ECB"/>
    <w:rsid w:val="003F485A"/>
    <w:rsid w:val="003F5ACD"/>
    <w:rsid w:val="003F5BA9"/>
    <w:rsid w:val="003F6D8B"/>
    <w:rsid w:val="004013E7"/>
    <w:rsid w:val="00401F57"/>
    <w:rsid w:val="004020B0"/>
    <w:rsid w:val="004026F4"/>
    <w:rsid w:val="004030D8"/>
    <w:rsid w:val="0040330B"/>
    <w:rsid w:val="00403C3C"/>
    <w:rsid w:val="0040411F"/>
    <w:rsid w:val="004058B2"/>
    <w:rsid w:val="004066D0"/>
    <w:rsid w:val="00406B8C"/>
    <w:rsid w:val="004071FA"/>
    <w:rsid w:val="004077A7"/>
    <w:rsid w:val="00407C13"/>
    <w:rsid w:val="004103C2"/>
    <w:rsid w:val="00410756"/>
    <w:rsid w:val="00410E5D"/>
    <w:rsid w:val="00412A96"/>
    <w:rsid w:val="00413A54"/>
    <w:rsid w:val="00414877"/>
    <w:rsid w:val="00414A12"/>
    <w:rsid w:val="00414D8A"/>
    <w:rsid w:val="00421440"/>
    <w:rsid w:val="004218D5"/>
    <w:rsid w:val="00422060"/>
    <w:rsid w:val="00422312"/>
    <w:rsid w:val="00422BFC"/>
    <w:rsid w:val="00424036"/>
    <w:rsid w:val="0042420C"/>
    <w:rsid w:val="0042444C"/>
    <w:rsid w:val="00424AAC"/>
    <w:rsid w:val="00425B2A"/>
    <w:rsid w:val="00425D4E"/>
    <w:rsid w:val="00425E3F"/>
    <w:rsid w:val="00426041"/>
    <w:rsid w:val="004266CA"/>
    <w:rsid w:val="004273DB"/>
    <w:rsid w:val="00427B61"/>
    <w:rsid w:val="00430E29"/>
    <w:rsid w:val="0043109C"/>
    <w:rsid w:val="0043146E"/>
    <w:rsid w:val="00431DE6"/>
    <w:rsid w:val="004344E7"/>
    <w:rsid w:val="00434CE6"/>
    <w:rsid w:val="00435660"/>
    <w:rsid w:val="00436175"/>
    <w:rsid w:val="0043625F"/>
    <w:rsid w:val="004376DB"/>
    <w:rsid w:val="004377CB"/>
    <w:rsid w:val="00440BF1"/>
    <w:rsid w:val="00440F26"/>
    <w:rsid w:val="00442B63"/>
    <w:rsid w:val="0044325B"/>
    <w:rsid w:val="00443BAF"/>
    <w:rsid w:val="00445697"/>
    <w:rsid w:val="0044577F"/>
    <w:rsid w:val="00445CE5"/>
    <w:rsid w:val="004467D5"/>
    <w:rsid w:val="004477C0"/>
    <w:rsid w:val="004515BC"/>
    <w:rsid w:val="00451A5D"/>
    <w:rsid w:val="00454659"/>
    <w:rsid w:val="00454CA4"/>
    <w:rsid w:val="00454E1C"/>
    <w:rsid w:val="004557BD"/>
    <w:rsid w:val="004557BE"/>
    <w:rsid w:val="00455E5A"/>
    <w:rsid w:val="00455EBB"/>
    <w:rsid w:val="00456CEB"/>
    <w:rsid w:val="004575BD"/>
    <w:rsid w:val="00457DA0"/>
    <w:rsid w:val="0046061F"/>
    <w:rsid w:val="004608EE"/>
    <w:rsid w:val="0046113D"/>
    <w:rsid w:val="00461F17"/>
    <w:rsid w:val="00462472"/>
    <w:rsid w:val="00462A54"/>
    <w:rsid w:val="00462BFE"/>
    <w:rsid w:val="004644AD"/>
    <w:rsid w:val="00464780"/>
    <w:rsid w:val="00465872"/>
    <w:rsid w:val="00465B8C"/>
    <w:rsid w:val="00465D39"/>
    <w:rsid w:val="004673AE"/>
    <w:rsid w:val="00467B1F"/>
    <w:rsid w:val="00470BD1"/>
    <w:rsid w:val="00470FDF"/>
    <w:rsid w:val="0047133C"/>
    <w:rsid w:val="00471C26"/>
    <w:rsid w:val="00473D95"/>
    <w:rsid w:val="00473F7D"/>
    <w:rsid w:val="004742AC"/>
    <w:rsid w:val="00474809"/>
    <w:rsid w:val="00474881"/>
    <w:rsid w:val="00475A6D"/>
    <w:rsid w:val="00475AE5"/>
    <w:rsid w:val="00475BCD"/>
    <w:rsid w:val="00475BF7"/>
    <w:rsid w:val="00476642"/>
    <w:rsid w:val="004766D2"/>
    <w:rsid w:val="00476AB2"/>
    <w:rsid w:val="00477C58"/>
    <w:rsid w:val="004812EA"/>
    <w:rsid w:val="00481C5C"/>
    <w:rsid w:val="00482C17"/>
    <w:rsid w:val="00482DCC"/>
    <w:rsid w:val="0048351F"/>
    <w:rsid w:val="0048361A"/>
    <w:rsid w:val="00483A02"/>
    <w:rsid w:val="00483DED"/>
    <w:rsid w:val="00484428"/>
    <w:rsid w:val="00485B3F"/>
    <w:rsid w:val="00486002"/>
    <w:rsid w:val="004865A4"/>
    <w:rsid w:val="004878FD"/>
    <w:rsid w:val="00487BBA"/>
    <w:rsid w:val="004902FC"/>
    <w:rsid w:val="004918B3"/>
    <w:rsid w:val="00491D67"/>
    <w:rsid w:val="00492117"/>
    <w:rsid w:val="00494170"/>
    <w:rsid w:val="004945B7"/>
    <w:rsid w:val="00494728"/>
    <w:rsid w:val="00494E62"/>
    <w:rsid w:val="004957BB"/>
    <w:rsid w:val="00495AB0"/>
    <w:rsid w:val="00495E9F"/>
    <w:rsid w:val="00496A42"/>
    <w:rsid w:val="00497E5F"/>
    <w:rsid w:val="004A021C"/>
    <w:rsid w:val="004A03B3"/>
    <w:rsid w:val="004A2E5B"/>
    <w:rsid w:val="004A30A7"/>
    <w:rsid w:val="004A3532"/>
    <w:rsid w:val="004A3E99"/>
    <w:rsid w:val="004A4B47"/>
    <w:rsid w:val="004A4B61"/>
    <w:rsid w:val="004A5A6F"/>
    <w:rsid w:val="004A5AA7"/>
    <w:rsid w:val="004B08D6"/>
    <w:rsid w:val="004B6C74"/>
    <w:rsid w:val="004B7456"/>
    <w:rsid w:val="004B7703"/>
    <w:rsid w:val="004C0094"/>
    <w:rsid w:val="004C01F5"/>
    <w:rsid w:val="004C0AFA"/>
    <w:rsid w:val="004C114A"/>
    <w:rsid w:val="004C277A"/>
    <w:rsid w:val="004C388C"/>
    <w:rsid w:val="004C4115"/>
    <w:rsid w:val="004C49F8"/>
    <w:rsid w:val="004C5F38"/>
    <w:rsid w:val="004C68C4"/>
    <w:rsid w:val="004C6A9E"/>
    <w:rsid w:val="004C7250"/>
    <w:rsid w:val="004C72D7"/>
    <w:rsid w:val="004C774D"/>
    <w:rsid w:val="004C7C8A"/>
    <w:rsid w:val="004C7CA2"/>
    <w:rsid w:val="004C7DBD"/>
    <w:rsid w:val="004D0851"/>
    <w:rsid w:val="004D09AF"/>
    <w:rsid w:val="004D1394"/>
    <w:rsid w:val="004D2F9D"/>
    <w:rsid w:val="004D3669"/>
    <w:rsid w:val="004D5850"/>
    <w:rsid w:val="004D6273"/>
    <w:rsid w:val="004D69BD"/>
    <w:rsid w:val="004D7895"/>
    <w:rsid w:val="004D7D5B"/>
    <w:rsid w:val="004E005E"/>
    <w:rsid w:val="004E042B"/>
    <w:rsid w:val="004E1D3A"/>
    <w:rsid w:val="004E3D99"/>
    <w:rsid w:val="004E40CF"/>
    <w:rsid w:val="004E47BC"/>
    <w:rsid w:val="004E57D0"/>
    <w:rsid w:val="004E5843"/>
    <w:rsid w:val="004E5EE9"/>
    <w:rsid w:val="004E6003"/>
    <w:rsid w:val="004E66D7"/>
    <w:rsid w:val="004F0C1B"/>
    <w:rsid w:val="004F24F8"/>
    <w:rsid w:val="004F2792"/>
    <w:rsid w:val="004F3007"/>
    <w:rsid w:val="004F454A"/>
    <w:rsid w:val="004F4637"/>
    <w:rsid w:val="004F5180"/>
    <w:rsid w:val="004F59B1"/>
    <w:rsid w:val="004F5EA8"/>
    <w:rsid w:val="004F608E"/>
    <w:rsid w:val="004F696E"/>
    <w:rsid w:val="004F74B1"/>
    <w:rsid w:val="005007C4"/>
    <w:rsid w:val="00500816"/>
    <w:rsid w:val="00501C75"/>
    <w:rsid w:val="00501FA5"/>
    <w:rsid w:val="0050207A"/>
    <w:rsid w:val="00503086"/>
    <w:rsid w:val="00503111"/>
    <w:rsid w:val="00503214"/>
    <w:rsid w:val="0050334A"/>
    <w:rsid w:val="00503A64"/>
    <w:rsid w:val="00503C4F"/>
    <w:rsid w:val="00504D77"/>
    <w:rsid w:val="00504DDF"/>
    <w:rsid w:val="00504F27"/>
    <w:rsid w:val="00504FF7"/>
    <w:rsid w:val="00505558"/>
    <w:rsid w:val="005057EA"/>
    <w:rsid w:val="005068D9"/>
    <w:rsid w:val="00506D5C"/>
    <w:rsid w:val="0050728E"/>
    <w:rsid w:val="00510098"/>
    <w:rsid w:val="00510AA7"/>
    <w:rsid w:val="005127CF"/>
    <w:rsid w:val="00512CC0"/>
    <w:rsid w:val="005155A7"/>
    <w:rsid w:val="00515A4D"/>
    <w:rsid w:val="0051665E"/>
    <w:rsid w:val="00516D34"/>
    <w:rsid w:val="00516FB4"/>
    <w:rsid w:val="0051773B"/>
    <w:rsid w:val="005179C3"/>
    <w:rsid w:val="00520BA8"/>
    <w:rsid w:val="00520E6E"/>
    <w:rsid w:val="005227C0"/>
    <w:rsid w:val="00523A84"/>
    <w:rsid w:val="00523E8B"/>
    <w:rsid w:val="0052480A"/>
    <w:rsid w:val="00524A96"/>
    <w:rsid w:val="0052520F"/>
    <w:rsid w:val="005267C2"/>
    <w:rsid w:val="00526859"/>
    <w:rsid w:val="00526C94"/>
    <w:rsid w:val="00526E2F"/>
    <w:rsid w:val="00527A1F"/>
    <w:rsid w:val="00527A36"/>
    <w:rsid w:val="005317D9"/>
    <w:rsid w:val="00531EC6"/>
    <w:rsid w:val="00532407"/>
    <w:rsid w:val="00532614"/>
    <w:rsid w:val="0053264F"/>
    <w:rsid w:val="005328F2"/>
    <w:rsid w:val="00532B46"/>
    <w:rsid w:val="0053554B"/>
    <w:rsid w:val="00537598"/>
    <w:rsid w:val="00540E2E"/>
    <w:rsid w:val="00541218"/>
    <w:rsid w:val="00541435"/>
    <w:rsid w:val="00541457"/>
    <w:rsid w:val="0054174D"/>
    <w:rsid w:val="00541D05"/>
    <w:rsid w:val="0054268B"/>
    <w:rsid w:val="00542A18"/>
    <w:rsid w:val="0054405D"/>
    <w:rsid w:val="0055098F"/>
    <w:rsid w:val="00550AAB"/>
    <w:rsid w:val="00550B06"/>
    <w:rsid w:val="0055159A"/>
    <w:rsid w:val="0055166D"/>
    <w:rsid w:val="00551ACA"/>
    <w:rsid w:val="00551FAA"/>
    <w:rsid w:val="005525B9"/>
    <w:rsid w:val="00552902"/>
    <w:rsid w:val="00552CAC"/>
    <w:rsid w:val="005548D1"/>
    <w:rsid w:val="00554E8B"/>
    <w:rsid w:val="0055607B"/>
    <w:rsid w:val="005562B5"/>
    <w:rsid w:val="00557BFD"/>
    <w:rsid w:val="00557EDE"/>
    <w:rsid w:val="0056092E"/>
    <w:rsid w:val="00562068"/>
    <w:rsid w:val="00562849"/>
    <w:rsid w:val="00562D27"/>
    <w:rsid w:val="00563EDF"/>
    <w:rsid w:val="00564324"/>
    <w:rsid w:val="00565161"/>
    <w:rsid w:val="005655B6"/>
    <w:rsid w:val="0056585E"/>
    <w:rsid w:val="005658A6"/>
    <w:rsid w:val="00566092"/>
    <w:rsid w:val="00566E1A"/>
    <w:rsid w:val="00567581"/>
    <w:rsid w:val="00567D5D"/>
    <w:rsid w:val="00567DE3"/>
    <w:rsid w:val="005710D7"/>
    <w:rsid w:val="00571F55"/>
    <w:rsid w:val="0057218F"/>
    <w:rsid w:val="0057298E"/>
    <w:rsid w:val="00573177"/>
    <w:rsid w:val="005739DC"/>
    <w:rsid w:val="00574850"/>
    <w:rsid w:val="00574E5F"/>
    <w:rsid w:val="00575A50"/>
    <w:rsid w:val="00576F93"/>
    <w:rsid w:val="00580B4F"/>
    <w:rsid w:val="0058149D"/>
    <w:rsid w:val="00584183"/>
    <w:rsid w:val="00584D67"/>
    <w:rsid w:val="00585409"/>
    <w:rsid w:val="00585A92"/>
    <w:rsid w:val="0058663D"/>
    <w:rsid w:val="00591DA0"/>
    <w:rsid w:val="00593487"/>
    <w:rsid w:val="00595418"/>
    <w:rsid w:val="00595962"/>
    <w:rsid w:val="005969D4"/>
    <w:rsid w:val="00597695"/>
    <w:rsid w:val="00597BB7"/>
    <w:rsid w:val="00597CB9"/>
    <w:rsid w:val="005A0771"/>
    <w:rsid w:val="005A367C"/>
    <w:rsid w:val="005A450C"/>
    <w:rsid w:val="005A4C2D"/>
    <w:rsid w:val="005A4D39"/>
    <w:rsid w:val="005A5E13"/>
    <w:rsid w:val="005A6B49"/>
    <w:rsid w:val="005A6DFA"/>
    <w:rsid w:val="005A6E2B"/>
    <w:rsid w:val="005A7939"/>
    <w:rsid w:val="005B00AF"/>
    <w:rsid w:val="005B1BCE"/>
    <w:rsid w:val="005B3061"/>
    <w:rsid w:val="005B346B"/>
    <w:rsid w:val="005B34BF"/>
    <w:rsid w:val="005B4030"/>
    <w:rsid w:val="005B470E"/>
    <w:rsid w:val="005B5794"/>
    <w:rsid w:val="005B5CFA"/>
    <w:rsid w:val="005B72BC"/>
    <w:rsid w:val="005B7326"/>
    <w:rsid w:val="005C087C"/>
    <w:rsid w:val="005C0F29"/>
    <w:rsid w:val="005C157B"/>
    <w:rsid w:val="005C2B29"/>
    <w:rsid w:val="005C3D62"/>
    <w:rsid w:val="005C3D6B"/>
    <w:rsid w:val="005C488E"/>
    <w:rsid w:val="005C4A4F"/>
    <w:rsid w:val="005C4EBD"/>
    <w:rsid w:val="005C5B00"/>
    <w:rsid w:val="005D0386"/>
    <w:rsid w:val="005D03D2"/>
    <w:rsid w:val="005D0B26"/>
    <w:rsid w:val="005D0B8A"/>
    <w:rsid w:val="005D11FE"/>
    <w:rsid w:val="005D244B"/>
    <w:rsid w:val="005D34BD"/>
    <w:rsid w:val="005D3C86"/>
    <w:rsid w:val="005D3F3D"/>
    <w:rsid w:val="005D3FF5"/>
    <w:rsid w:val="005D40DB"/>
    <w:rsid w:val="005D465E"/>
    <w:rsid w:val="005D4679"/>
    <w:rsid w:val="005D55CC"/>
    <w:rsid w:val="005D5DC2"/>
    <w:rsid w:val="005D6125"/>
    <w:rsid w:val="005D6811"/>
    <w:rsid w:val="005E18B5"/>
    <w:rsid w:val="005E21F2"/>
    <w:rsid w:val="005E29F6"/>
    <w:rsid w:val="005E2CE0"/>
    <w:rsid w:val="005E2DF7"/>
    <w:rsid w:val="005E2EA0"/>
    <w:rsid w:val="005E4FAD"/>
    <w:rsid w:val="005E5810"/>
    <w:rsid w:val="005E5A7D"/>
    <w:rsid w:val="005E62DF"/>
    <w:rsid w:val="005E65B4"/>
    <w:rsid w:val="005E6BAB"/>
    <w:rsid w:val="005E70F0"/>
    <w:rsid w:val="005E7396"/>
    <w:rsid w:val="005F1052"/>
    <w:rsid w:val="005F2549"/>
    <w:rsid w:val="005F3351"/>
    <w:rsid w:val="005F5997"/>
    <w:rsid w:val="005F7336"/>
    <w:rsid w:val="005F74DF"/>
    <w:rsid w:val="005F7AB0"/>
    <w:rsid w:val="005F7B63"/>
    <w:rsid w:val="005F7F88"/>
    <w:rsid w:val="0060027F"/>
    <w:rsid w:val="00600A8E"/>
    <w:rsid w:val="00601742"/>
    <w:rsid w:val="00601C4A"/>
    <w:rsid w:val="00601CF7"/>
    <w:rsid w:val="00602048"/>
    <w:rsid w:val="006024F4"/>
    <w:rsid w:val="00602867"/>
    <w:rsid w:val="00602C69"/>
    <w:rsid w:val="006037B8"/>
    <w:rsid w:val="006043ED"/>
    <w:rsid w:val="0060483A"/>
    <w:rsid w:val="006062B5"/>
    <w:rsid w:val="0060665F"/>
    <w:rsid w:val="00606994"/>
    <w:rsid w:val="0060742B"/>
    <w:rsid w:val="00610792"/>
    <w:rsid w:val="00610D7D"/>
    <w:rsid w:val="006112A6"/>
    <w:rsid w:val="0061141F"/>
    <w:rsid w:val="00611660"/>
    <w:rsid w:val="00611726"/>
    <w:rsid w:val="00611891"/>
    <w:rsid w:val="00613DA2"/>
    <w:rsid w:val="00614ACC"/>
    <w:rsid w:val="0061588C"/>
    <w:rsid w:val="00615B86"/>
    <w:rsid w:val="00616F39"/>
    <w:rsid w:val="006202A2"/>
    <w:rsid w:val="00620FE6"/>
    <w:rsid w:val="00622204"/>
    <w:rsid w:val="00622D3F"/>
    <w:rsid w:val="00622D46"/>
    <w:rsid w:val="00623CE4"/>
    <w:rsid w:val="00624903"/>
    <w:rsid w:val="00624CB0"/>
    <w:rsid w:val="0062562A"/>
    <w:rsid w:val="0062675A"/>
    <w:rsid w:val="00626C3A"/>
    <w:rsid w:val="0062726C"/>
    <w:rsid w:val="0062798F"/>
    <w:rsid w:val="006301E2"/>
    <w:rsid w:val="006317FF"/>
    <w:rsid w:val="00634414"/>
    <w:rsid w:val="0063486A"/>
    <w:rsid w:val="00635353"/>
    <w:rsid w:val="006361FB"/>
    <w:rsid w:val="00636418"/>
    <w:rsid w:val="006376CE"/>
    <w:rsid w:val="006404B3"/>
    <w:rsid w:val="006412B5"/>
    <w:rsid w:val="00641837"/>
    <w:rsid w:val="00641AD5"/>
    <w:rsid w:val="00641B14"/>
    <w:rsid w:val="00641D77"/>
    <w:rsid w:val="006420F5"/>
    <w:rsid w:val="006435A5"/>
    <w:rsid w:val="0064522D"/>
    <w:rsid w:val="00645659"/>
    <w:rsid w:val="00645F4F"/>
    <w:rsid w:val="00646950"/>
    <w:rsid w:val="00646B20"/>
    <w:rsid w:val="00646DAB"/>
    <w:rsid w:val="00647508"/>
    <w:rsid w:val="00647AE7"/>
    <w:rsid w:val="00647CF3"/>
    <w:rsid w:val="006507EA"/>
    <w:rsid w:val="0065080C"/>
    <w:rsid w:val="00651DA5"/>
    <w:rsid w:val="00651E38"/>
    <w:rsid w:val="006521D5"/>
    <w:rsid w:val="006529FD"/>
    <w:rsid w:val="00652F10"/>
    <w:rsid w:val="00653333"/>
    <w:rsid w:val="00653750"/>
    <w:rsid w:val="006537DA"/>
    <w:rsid w:val="006547CC"/>
    <w:rsid w:val="00654D72"/>
    <w:rsid w:val="00655BEF"/>
    <w:rsid w:val="006575AA"/>
    <w:rsid w:val="00660556"/>
    <w:rsid w:val="00660EEE"/>
    <w:rsid w:val="0066151A"/>
    <w:rsid w:val="006616C6"/>
    <w:rsid w:val="0066176A"/>
    <w:rsid w:val="0066378D"/>
    <w:rsid w:val="00663FF5"/>
    <w:rsid w:val="006641EA"/>
    <w:rsid w:val="00664FAE"/>
    <w:rsid w:val="006655DF"/>
    <w:rsid w:val="00665F03"/>
    <w:rsid w:val="006676A6"/>
    <w:rsid w:val="006709AC"/>
    <w:rsid w:val="00671CE9"/>
    <w:rsid w:val="006734DE"/>
    <w:rsid w:val="00673D9C"/>
    <w:rsid w:val="00674AC7"/>
    <w:rsid w:val="0067517F"/>
    <w:rsid w:val="00676A5A"/>
    <w:rsid w:val="00680308"/>
    <w:rsid w:val="00680E82"/>
    <w:rsid w:val="006818B1"/>
    <w:rsid w:val="006819B5"/>
    <w:rsid w:val="006819C8"/>
    <w:rsid w:val="00681C8E"/>
    <w:rsid w:val="00681DE5"/>
    <w:rsid w:val="0068219A"/>
    <w:rsid w:val="00683391"/>
    <w:rsid w:val="00683BC3"/>
    <w:rsid w:val="00684F60"/>
    <w:rsid w:val="00685E0D"/>
    <w:rsid w:val="00686104"/>
    <w:rsid w:val="006862C3"/>
    <w:rsid w:val="00686535"/>
    <w:rsid w:val="00686AC2"/>
    <w:rsid w:val="006876DE"/>
    <w:rsid w:val="0069039E"/>
    <w:rsid w:val="00690542"/>
    <w:rsid w:val="00691088"/>
    <w:rsid w:val="006928CA"/>
    <w:rsid w:val="00692F43"/>
    <w:rsid w:val="00693A71"/>
    <w:rsid w:val="006942B6"/>
    <w:rsid w:val="00694924"/>
    <w:rsid w:val="00694A9D"/>
    <w:rsid w:val="00696001"/>
    <w:rsid w:val="00697F84"/>
    <w:rsid w:val="006A0101"/>
    <w:rsid w:val="006A0863"/>
    <w:rsid w:val="006A0B27"/>
    <w:rsid w:val="006A2AD2"/>
    <w:rsid w:val="006A30A6"/>
    <w:rsid w:val="006A36A7"/>
    <w:rsid w:val="006A4412"/>
    <w:rsid w:val="006A4BEC"/>
    <w:rsid w:val="006A4CB6"/>
    <w:rsid w:val="006A59BF"/>
    <w:rsid w:val="006A5ADF"/>
    <w:rsid w:val="006A620F"/>
    <w:rsid w:val="006A77C2"/>
    <w:rsid w:val="006B2619"/>
    <w:rsid w:val="006B30CA"/>
    <w:rsid w:val="006B39A3"/>
    <w:rsid w:val="006B3CA6"/>
    <w:rsid w:val="006B3EB5"/>
    <w:rsid w:val="006B4418"/>
    <w:rsid w:val="006B48B8"/>
    <w:rsid w:val="006B5103"/>
    <w:rsid w:val="006B6102"/>
    <w:rsid w:val="006B727B"/>
    <w:rsid w:val="006B7F31"/>
    <w:rsid w:val="006C079B"/>
    <w:rsid w:val="006C0C9C"/>
    <w:rsid w:val="006C14A2"/>
    <w:rsid w:val="006C2797"/>
    <w:rsid w:val="006C3C2A"/>
    <w:rsid w:val="006C42E4"/>
    <w:rsid w:val="006C5573"/>
    <w:rsid w:val="006C57D5"/>
    <w:rsid w:val="006C58D3"/>
    <w:rsid w:val="006C5987"/>
    <w:rsid w:val="006C61C7"/>
    <w:rsid w:val="006C7C6F"/>
    <w:rsid w:val="006C7C88"/>
    <w:rsid w:val="006C7D5B"/>
    <w:rsid w:val="006D000D"/>
    <w:rsid w:val="006D181B"/>
    <w:rsid w:val="006D2FC8"/>
    <w:rsid w:val="006D3682"/>
    <w:rsid w:val="006D39E1"/>
    <w:rsid w:val="006D4028"/>
    <w:rsid w:val="006D4073"/>
    <w:rsid w:val="006D4220"/>
    <w:rsid w:val="006D4F2E"/>
    <w:rsid w:val="006D5486"/>
    <w:rsid w:val="006D5939"/>
    <w:rsid w:val="006D6815"/>
    <w:rsid w:val="006D7070"/>
    <w:rsid w:val="006E1F07"/>
    <w:rsid w:val="006E52CA"/>
    <w:rsid w:val="006E544B"/>
    <w:rsid w:val="006E5AD8"/>
    <w:rsid w:val="006E5CBA"/>
    <w:rsid w:val="006E5EAA"/>
    <w:rsid w:val="006E6232"/>
    <w:rsid w:val="006E680D"/>
    <w:rsid w:val="006E6D6B"/>
    <w:rsid w:val="006F0855"/>
    <w:rsid w:val="006F1497"/>
    <w:rsid w:val="006F152D"/>
    <w:rsid w:val="006F3ABC"/>
    <w:rsid w:val="006F54FD"/>
    <w:rsid w:val="006F5B66"/>
    <w:rsid w:val="006F62F0"/>
    <w:rsid w:val="006F6A22"/>
    <w:rsid w:val="006F6DAD"/>
    <w:rsid w:val="006F7216"/>
    <w:rsid w:val="00700BB6"/>
    <w:rsid w:val="00701960"/>
    <w:rsid w:val="00702B6F"/>
    <w:rsid w:val="00702C0E"/>
    <w:rsid w:val="00703207"/>
    <w:rsid w:val="00703500"/>
    <w:rsid w:val="007043CB"/>
    <w:rsid w:val="00704CC7"/>
    <w:rsid w:val="00705205"/>
    <w:rsid w:val="00705FD2"/>
    <w:rsid w:val="007062EC"/>
    <w:rsid w:val="00707C41"/>
    <w:rsid w:val="007113B0"/>
    <w:rsid w:val="00711516"/>
    <w:rsid w:val="007118E1"/>
    <w:rsid w:val="00713091"/>
    <w:rsid w:val="007134AC"/>
    <w:rsid w:val="00713504"/>
    <w:rsid w:val="0071383E"/>
    <w:rsid w:val="00715217"/>
    <w:rsid w:val="0071555A"/>
    <w:rsid w:val="00716DAA"/>
    <w:rsid w:val="007202A4"/>
    <w:rsid w:val="0072114C"/>
    <w:rsid w:val="007235C3"/>
    <w:rsid w:val="00723EAC"/>
    <w:rsid w:val="00724322"/>
    <w:rsid w:val="0072480C"/>
    <w:rsid w:val="0072563A"/>
    <w:rsid w:val="00725DD2"/>
    <w:rsid w:val="0072707B"/>
    <w:rsid w:val="00727F79"/>
    <w:rsid w:val="0073062F"/>
    <w:rsid w:val="00730E6D"/>
    <w:rsid w:val="007310E5"/>
    <w:rsid w:val="007318B5"/>
    <w:rsid w:val="007322B6"/>
    <w:rsid w:val="007325E1"/>
    <w:rsid w:val="007328F7"/>
    <w:rsid w:val="00733517"/>
    <w:rsid w:val="007335A7"/>
    <w:rsid w:val="00733AE2"/>
    <w:rsid w:val="00733B18"/>
    <w:rsid w:val="00733FDF"/>
    <w:rsid w:val="00735602"/>
    <w:rsid w:val="00735C10"/>
    <w:rsid w:val="00736493"/>
    <w:rsid w:val="007379F5"/>
    <w:rsid w:val="00741412"/>
    <w:rsid w:val="00741CCB"/>
    <w:rsid w:val="007423B8"/>
    <w:rsid w:val="00742C18"/>
    <w:rsid w:val="0074312A"/>
    <w:rsid w:val="007438A4"/>
    <w:rsid w:val="00744DEB"/>
    <w:rsid w:val="00745D89"/>
    <w:rsid w:val="007462F6"/>
    <w:rsid w:val="0074755C"/>
    <w:rsid w:val="00747680"/>
    <w:rsid w:val="00751229"/>
    <w:rsid w:val="00752420"/>
    <w:rsid w:val="007529D7"/>
    <w:rsid w:val="00753A61"/>
    <w:rsid w:val="0075700E"/>
    <w:rsid w:val="007577C8"/>
    <w:rsid w:val="00760775"/>
    <w:rsid w:val="007609CE"/>
    <w:rsid w:val="007613E3"/>
    <w:rsid w:val="00761C79"/>
    <w:rsid w:val="00762472"/>
    <w:rsid w:val="007653E0"/>
    <w:rsid w:val="007654CE"/>
    <w:rsid w:val="0076601A"/>
    <w:rsid w:val="00766851"/>
    <w:rsid w:val="00766F43"/>
    <w:rsid w:val="007672F3"/>
    <w:rsid w:val="00770153"/>
    <w:rsid w:val="00770637"/>
    <w:rsid w:val="00770748"/>
    <w:rsid w:val="00770962"/>
    <w:rsid w:val="00772A3F"/>
    <w:rsid w:val="00773731"/>
    <w:rsid w:val="00773AAA"/>
    <w:rsid w:val="0077460D"/>
    <w:rsid w:val="00774F5E"/>
    <w:rsid w:val="00775AE0"/>
    <w:rsid w:val="0077639F"/>
    <w:rsid w:val="00776DDE"/>
    <w:rsid w:val="00776EB2"/>
    <w:rsid w:val="00776FE7"/>
    <w:rsid w:val="0077739B"/>
    <w:rsid w:val="00777D15"/>
    <w:rsid w:val="00777DC7"/>
    <w:rsid w:val="00780414"/>
    <w:rsid w:val="00780D04"/>
    <w:rsid w:val="00782E74"/>
    <w:rsid w:val="00783ADE"/>
    <w:rsid w:val="00784987"/>
    <w:rsid w:val="0078595B"/>
    <w:rsid w:val="007868BD"/>
    <w:rsid w:val="007872FC"/>
    <w:rsid w:val="007900F1"/>
    <w:rsid w:val="00790782"/>
    <w:rsid w:val="00790853"/>
    <w:rsid w:val="00790DD5"/>
    <w:rsid w:val="007911E2"/>
    <w:rsid w:val="0079127A"/>
    <w:rsid w:val="007912C3"/>
    <w:rsid w:val="00791A0F"/>
    <w:rsid w:val="007920EF"/>
    <w:rsid w:val="00792260"/>
    <w:rsid w:val="007926D5"/>
    <w:rsid w:val="0079282B"/>
    <w:rsid w:val="00792AB8"/>
    <w:rsid w:val="007935A6"/>
    <w:rsid w:val="007935FE"/>
    <w:rsid w:val="00793FE8"/>
    <w:rsid w:val="00794482"/>
    <w:rsid w:val="007946B8"/>
    <w:rsid w:val="0079518C"/>
    <w:rsid w:val="0079566C"/>
    <w:rsid w:val="007A0111"/>
    <w:rsid w:val="007A072F"/>
    <w:rsid w:val="007A153E"/>
    <w:rsid w:val="007A1EBD"/>
    <w:rsid w:val="007A1EEB"/>
    <w:rsid w:val="007A2F31"/>
    <w:rsid w:val="007A31CF"/>
    <w:rsid w:val="007A3222"/>
    <w:rsid w:val="007A3262"/>
    <w:rsid w:val="007A35E8"/>
    <w:rsid w:val="007A42D4"/>
    <w:rsid w:val="007A48AC"/>
    <w:rsid w:val="007A55EF"/>
    <w:rsid w:val="007A5F93"/>
    <w:rsid w:val="007A65BC"/>
    <w:rsid w:val="007A6891"/>
    <w:rsid w:val="007A6FE3"/>
    <w:rsid w:val="007A7F09"/>
    <w:rsid w:val="007B304A"/>
    <w:rsid w:val="007B381C"/>
    <w:rsid w:val="007B38E8"/>
    <w:rsid w:val="007B437B"/>
    <w:rsid w:val="007B4DDD"/>
    <w:rsid w:val="007B4EFE"/>
    <w:rsid w:val="007B674F"/>
    <w:rsid w:val="007B7959"/>
    <w:rsid w:val="007B7A88"/>
    <w:rsid w:val="007C03E1"/>
    <w:rsid w:val="007C1639"/>
    <w:rsid w:val="007C37C8"/>
    <w:rsid w:val="007C3A88"/>
    <w:rsid w:val="007C3B00"/>
    <w:rsid w:val="007C3C19"/>
    <w:rsid w:val="007C425E"/>
    <w:rsid w:val="007C4BDC"/>
    <w:rsid w:val="007C5B9E"/>
    <w:rsid w:val="007C7533"/>
    <w:rsid w:val="007C7D1A"/>
    <w:rsid w:val="007D0978"/>
    <w:rsid w:val="007D0A82"/>
    <w:rsid w:val="007D13EC"/>
    <w:rsid w:val="007D1EB4"/>
    <w:rsid w:val="007D2C30"/>
    <w:rsid w:val="007D4022"/>
    <w:rsid w:val="007D6046"/>
    <w:rsid w:val="007D7250"/>
    <w:rsid w:val="007D74BA"/>
    <w:rsid w:val="007D7CC7"/>
    <w:rsid w:val="007E0448"/>
    <w:rsid w:val="007E1B01"/>
    <w:rsid w:val="007E1E4C"/>
    <w:rsid w:val="007E2026"/>
    <w:rsid w:val="007E3C07"/>
    <w:rsid w:val="007E5456"/>
    <w:rsid w:val="007E57E7"/>
    <w:rsid w:val="007E60B3"/>
    <w:rsid w:val="007F056F"/>
    <w:rsid w:val="007F146D"/>
    <w:rsid w:val="007F29F1"/>
    <w:rsid w:val="007F3C36"/>
    <w:rsid w:val="007F40F8"/>
    <w:rsid w:val="007F4AB3"/>
    <w:rsid w:val="007F4CB0"/>
    <w:rsid w:val="007F6C24"/>
    <w:rsid w:val="007F7DEE"/>
    <w:rsid w:val="007F7F9F"/>
    <w:rsid w:val="008000FC"/>
    <w:rsid w:val="00800922"/>
    <w:rsid w:val="00800D77"/>
    <w:rsid w:val="00801DC7"/>
    <w:rsid w:val="00802329"/>
    <w:rsid w:val="00802E7F"/>
    <w:rsid w:val="00803091"/>
    <w:rsid w:val="00804980"/>
    <w:rsid w:val="00804BE0"/>
    <w:rsid w:val="008053ED"/>
    <w:rsid w:val="00805A56"/>
    <w:rsid w:val="00805E3C"/>
    <w:rsid w:val="00807B01"/>
    <w:rsid w:val="0081008C"/>
    <w:rsid w:val="00810616"/>
    <w:rsid w:val="00810739"/>
    <w:rsid w:val="00813C6A"/>
    <w:rsid w:val="0081408E"/>
    <w:rsid w:val="00814890"/>
    <w:rsid w:val="008148A4"/>
    <w:rsid w:val="0081564D"/>
    <w:rsid w:val="008164FF"/>
    <w:rsid w:val="008169B5"/>
    <w:rsid w:val="00816A4F"/>
    <w:rsid w:val="0081772D"/>
    <w:rsid w:val="00817962"/>
    <w:rsid w:val="00817E61"/>
    <w:rsid w:val="008200F4"/>
    <w:rsid w:val="008233E4"/>
    <w:rsid w:val="008235BE"/>
    <w:rsid w:val="00825EB0"/>
    <w:rsid w:val="0082705D"/>
    <w:rsid w:val="0082711F"/>
    <w:rsid w:val="0083065F"/>
    <w:rsid w:val="00830ED2"/>
    <w:rsid w:val="008318C3"/>
    <w:rsid w:val="00832C33"/>
    <w:rsid w:val="00832C86"/>
    <w:rsid w:val="00833E80"/>
    <w:rsid w:val="00836438"/>
    <w:rsid w:val="00836668"/>
    <w:rsid w:val="00836A91"/>
    <w:rsid w:val="0083730C"/>
    <w:rsid w:val="00840229"/>
    <w:rsid w:val="008413C7"/>
    <w:rsid w:val="00842411"/>
    <w:rsid w:val="00842A17"/>
    <w:rsid w:val="00843CED"/>
    <w:rsid w:val="00844755"/>
    <w:rsid w:val="0084682E"/>
    <w:rsid w:val="0084762E"/>
    <w:rsid w:val="00847BBC"/>
    <w:rsid w:val="008502F3"/>
    <w:rsid w:val="0085061B"/>
    <w:rsid w:val="0085066C"/>
    <w:rsid w:val="00850B16"/>
    <w:rsid w:val="00851935"/>
    <w:rsid w:val="008553A4"/>
    <w:rsid w:val="00855547"/>
    <w:rsid w:val="008567D9"/>
    <w:rsid w:val="00856985"/>
    <w:rsid w:val="00856B33"/>
    <w:rsid w:val="00857807"/>
    <w:rsid w:val="00860914"/>
    <w:rsid w:val="008615A6"/>
    <w:rsid w:val="00861DD9"/>
    <w:rsid w:val="00861F22"/>
    <w:rsid w:val="00863339"/>
    <w:rsid w:val="00863879"/>
    <w:rsid w:val="0086390C"/>
    <w:rsid w:val="008645AB"/>
    <w:rsid w:val="008648D2"/>
    <w:rsid w:val="00865BBD"/>
    <w:rsid w:val="00866808"/>
    <w:rsid w:val="00866879"/>
    <w:rsid w:val="00866995"/>
    <w:rsid w:val="00867608"/>
    <w:rsid w:val="008715F3"/>
    <w:rsid w:val="0087314D"/>
    <w:rsid w:val="00873232"/>
    <w:rsid w:val="008738D1"/>
    <w:rsid w:val="00873EE3"/>
    <w:rsid w:val="00875EEF"/>
    <w:rsid w:val="0088105C"/>
    <w:rsid w:val="0088188A"/>
    <w:rsid w:val="00882911"/>
    <w:rsid w:val="00882C58"/>
    <w:rsid w:val="00882CE5"/>
    <w:rsid w:val="008830C7"/>
    <w:rsid w:val="008830FC"/>
    <w:rsid w:val="0088319E"/>
    <w:rsid w:val="008836E6"/>
    <w:rsid w:val="008839F5"/>
    <w:rsid w:val="00883FDF"/>
    <w:rsid w:val="008840E8"/>
    <w:rsid w:val="00884F3D"/>
    <w:rsid w:val="00885DD8"/>
    <w:rsid w:val="008863CC"/>
    <w:rsid w:val="00887A48"/>
    <w:rsid w:val="00887DD6"/>
    <w:rsid w:val="00890ACE"/>
    <w:rsid w:val="008911DC"/>
    <w:rsid w:val="00892DAB"/>
    <w:rsid w:val="00893C7D"/>
    <w:rsid w:val="0089408E"/>
    <w:rsid w:val="00894691"/>
    <w:rsid w:val="00896090"/>
    <w:rsid w:val="008976A5"/>
    <w:rsid w:val="00897CEA"/>
    <w:rsid w:val="00897F47"/>
    <w:rsid w:val="008A0665"/>
    <w:rsid w:val="008A0C92"/>
    <w:rsid w:val="008A1973"/>
    <w:rsid w:val="008A1DBB"/>
    <w:rsid w:val="008A1E8F"/>
    <w:rsid w:val="008A300D"/>
    <w:rsid w:val="008A5679"/>
    <w:rsid w:val="008A5C4E"/>
    <w:rsid w:val="008A7365"/>
    <w:rsid w:val="008B014F"/>
    <w:rsid w:val="008B140A"/>
    <w:rsid w:val="008B180A"/>
    <w:rsid w:val="008B194C"/>
    <w:rsid w:val="008B1EA1"/>
    <w:rsid w:val="008B24FC"/>
    <w:rsid w:val="008B2A21"/>
    <w:rsid w:val="008B2AD4"/>
    <w:rsid w:val="008B2B57"/>
    <w:rsid w:val="008B3CED"/>
    <w:rsid w:val="008B5441"/>
    <w:rsid w:val="008B57BA"/>
    <w:rsid w:val="008B6F73"/>
    <w:rsid w:val="008B71BD"/>
    <w:rsid w:val="008B7C77"/>
    <w:rsid w:val="008C0A26"/>
    <w:rsid w:val="008C0F23"/>
    <w:rsid w:val="008C3092"/>
    <w:rsid w:val="008C4048"/>
    <w:rsid w:val="008C59D4"/>
    <w:rsid w:val="008C607B"/>
    <w:rsid w:val="008C6373"/>
    <w:rsid w:val="008C752A"/>
    <w:rsid w:val="008C7594"/>
    <w:rsid w:val="008C7F97"/>
    <w:rsid w:val="008D170F"/>
    <w:rsid w:val="008D26A5"/>
    <w:rsid w:val="008D2709"/>
    <w:rsid w:val="008D3135"/>
    <w:rsid w:val="008D33E4"/>
    <w:rsid w:val="008D40FA"/>
    <w:rsid w:val="008D5D9D"/>
    <w:rsid w:val="008D6E47"/>
    <w:rsid w:val="008D72F0"/>
    <w:rsid w:val="008E00D7"/>
    <w:rsid w:val="008E0305"/>
    <w:rsid w:val="008E043C"/>
    <w:rsid w:val="008E08C3"/>
    <w:rsid w:val="008E0F19"/>
    <w:rsid w:val="008E18CF"/>
    <w:rsid w:val="008E3184"/>
    <w:rsid w:val="008E3A65"/>
    <w:rsid w:val="008E3EA7"/>
    <w:rsid w:val="008E466C"/>
    <w:rsid w:val="008E4AAB"/>
    <w:rsid w:val="008E5280"/>
    <w:rsid w:val="008E547D"/>
    <w:rsid w:val="008E5E11"/>
    <w:rsid w:val="008E5E83"/>
    <w:rsid w:val="008E5F79"/>
    <w:rsid w:val="008E7093"/>
    <w:rsid w:val="008E7269"/>
    <w:rsid w:val="008E7620"/>
    <w:rsid w:val="008F023B"/>
    <w:rsid w:val="008F30B9"/>
    <w:rsid w:val="008F3200"/>
    <w:rsid w:val="008F338E"/>
    <w:rsid w:val="008F3800"/>
    <w:rsid w:val="008F3A55"/>
    <w:rsid w:val="008F3AF6"/>
    <w:rsid w:val="008F4A72"/>
    <w:rsid w:val="008F5D29"/>
    <w:rsid w:val="008F5F06"/>
    <w:rsid w:val="008F679B"/>
    <w:rsid w:val="008F6CFE"/>
    <w:rsid w:val="008F7F27"/>
    <w:rsid w:val="0090032B"/>
    <w:rsid w:val="00900807"/>
    <w:rsid w:val="009012E3"/>
    <w:rsid w:val="009014FB"/>
    <w:rsid w:val="00903395"/>
    <w:rsid w:val="00903761"/>
    <w:rsid w:val="00903DA0"/>
    <w:rsid w:val="009050CF"/>
    <w:rsid w:val="00905866"/>
    <w:rsid w:val="0090639F"/>
    <w:rsid w:val="00907628"/>
    <w:rsid w:val="00907A23"/>
    <w:rsid w:val="00907C0F"/>
    <w:rsid w:val="00907EDA"/>
    <w:rsid w:val="00910C36"/>
    <w:rsid w:val="00911413"/>
    <w:rsid w:val="00913236"/>
    <w:rsid w:val="00913ACB"/>
    <w:rsid w:val="00913C5D"/>
    <w:rsid w:val="0091465C"/>
    <w:rsid w:val="009152B8"/>
    <w:rsid w:val="009158A7"/>
    <w:rsid w:val="009164AD"/>
    <w:rsid w:val="00917E73"/>
    <w:rsid w:val="0092006F"/>
    <w:rsid w:val="009207F8"/>
    <w:rsid w:val="00920812"/>
    <w:rsid w:val="00921812"/>
    <w:rsid w:val="00922E97"/>
    <w:rsid w:val="0092308B"/>
    <w:rsid w:val="0092352A"/>
    <w:rsid w:val="00924BEF"/>
    <w:rsid w:val="009251E6"/>
    <w:rsid w:val="009260FC"/>
    <w:rsid w:val="00926A23"/>
    <w:rsid w:val="00927E82"/>
    <w:rsid w:val="009328A1"/>
    <w:rsid w:val="00933EAC"/>
    <w:rsid w:val="00934680"/>
    <w:rsid w:val="00934BC8"/>
    <w:rsid w:val="00935BE3"/>
    <w:rsid w:val="00935C30"/>
    <w:rsid w:val="0093614C"/>
    <w:rsid w:val="0093615E"/>
    <w:rsid w:val="0094075F"/>
    <w:rsid w:val="00940956"/>
    <w:rsid w:val="00941C59"/>
    <w:rsid w:val="00942358"/>
    <w:rsid w:val="009423B3"/>
    <w:rsid w:val="00942586"/>
    <w:rsid w:val="00942F92"/>
    <w:rsid w:val="009433D6"/>
    <w:rsid w:val="00944256"/>
    <w:rsid w:val="00944CAF"/>
    <w:rsid w:val="0094584F"/>
    <w:rsid w:val="0094590F"/>
    <w:rsid w:val="00945DD3"/>
    <w:rsid w:val="009465C8"/>
    <w:rsid w:val="0094662D"/>
    <w:rsid w:val="00946D2D"/>
    <w:rsid w:val="00947190"/>
    <w:rsid w:val="00950F0F"/>
    <w:rsid w:val="00951738"/>
    <w:rsid w:val="00951C33"/>
    <w:rsid w:val="00952830"/>
    <w:rsid w:val="00952BD2"/>
    <w:rsid w:val="0095413D"/>
    <w:rsid w:val="009546A0"/>
    <w:rsid w:val="00954DD5"/>
    <w:rsid w:val="009566B0"/>
    <w:rsid w:val="00956A32"/>
    <w:rsid w:val="00956B83"/>
    <w:rsid w:val="00956E3C"/>
    <w:rsid w:val="00960EE3"/>
    <w:rsid w:val="00962B1E"/>
    <w:rsid w:val="00962D35"/>
    <w:rsid w:val="009630C2"/>
    <w:rsid w:val="009635E5"/>
    <w:rsid w:val="00963950"/>
    <w:rsid w:val="00964083"/>
    <w:rsid w:val="0096447C"/>
    <w:rsid w:val="00964C96"/>
    <w:rsid w:val="00965960"/>
    <w:rsid w:val="00965DED"/>
    <w:rsid w:val="009669E1"/>
    <w:rsid w:val="00966C25"/>
    <w:rsid w:val="00967C5D"/>
    <w:rsid w:val="00967CAE"/>
    <w:rsid w:val="009719EC"/>
    <w:rsid w:val="00971A26"/>
    <w:rsid w:val="009724E1"/>
    <w:rsid w:val="00972911"/>
    <w:rsid w:val="00973A54"/>
    <w:rsid w:val="0097483B"/>
    <w:rsid w:val="00974F0A"/>
    <w:rsid w:val="00975772"/>
    <w:rsid w:val="0097583E"/>
    <w:rsid w:val="00975AC8"/>
    <w:rsid w:val="0097695B"/>
    <w:rsid w:val="00976A5F"/>
    <w:rsid w:val="00976BFA"/>
    <w:rsid w:val="00977DA1"/>
    <w:rsid w:val="00977E78"/>
    <w:rsid w:val="00977F59"/>
    <w:rsid w:val="00981418"/>
    <w:rsid w:val="00982839"/>
    <w:rsid w:val="009845E4"/>
    <w:rsid w:val="0098540A"/>
    <w:rsid w:val="00985A4F"/>
    <w:rsid w:val="00985B12"/>
    <w:rsid w:val="00986191"/>
    <w:rsid w:val="00986194"/>
    <w:rsid w:val="00986212"/>
    <w:rsid w:val="00987108"/>
    <w:rsid w:val="00990C49"/>
    <w:rsid w:val="009910A6"/>
    <w:rsid w:val="00991D16"/>
    <w:rsid w:val="00992A90"/>
    <w:rsid w:val="0099306D"/>
    <w:rsid w:val="0099366F"/>
    <w:rsid w:val="00993C60"/>
    <w:rsid w:val="00993FC3"/>
    <w:rsid w:val="00994556"/>
    <w:rsid w:val="009948C2"/>
    <w:rsid w:val="00995BE8"/>
    <w:rsid w:val="00995D15"/>
    <w:rsid w:val="00996474"/>
    <w:rsid w:val="009976F6"/>
    <w:rsid w:val="009A09B0"/>
    <w:rsid w:val="009A1EA6"/>
    <w:rsid w:val="009A1F27"/>
    <w:rsid w:val="009A3640"/>
    <w:rsid w:val="009A4CCE"/>
    <w:rsid w:val="009A6421"/>
    <w:rsid w:val="009A7171"/>
    <w:rsid w:val="009A7C9E"/>
    <w:rsid w:val="009B022E"/>
    <w:rsid w:val="009B0DB1"/>
    <w:rsid w:val="009B1003"/>
    <w:rsid w:val="009B15FB"/>
    <w:rsid w:val="009B17EB"/>
    <w:rsid w:val="009B2D8F"/>
    <w:rsid w:val="009B2EC1"/>
    <w:rsid w:val="009B3592"/>
    <w:rsid w:val="009B3992"/>
    <w:rsid w:val="009B474F"/>
    <w:rsid w:val="009B4B9A"/>
    <w:rsid w:val="009B4F2F"/>
    <w:rsid w:val="009B53B0"/>
    <w:rsid w:val="009B5769"/>
    <w:rsid w:val="009B60BA"/>
    <w:rsid w:val="009B75EF"/>
    <w:rsid w:val="009C0D6E"/>
    <w:rsid w:val="009C15D1"/>
    <w:rsid w:val="009C3711"/>
    <w:rsid w:val="009C3F03"/>
    <w:rsid w:val="009C3F78"/>
    <w:rsid w:val="009C476D"/>
    <w:rsid w:val="009C5DC4"/>
    <w:rsid w:val="009C63D7"/>
    <w:rsid w:val="009C67B2"/>
    <w:rsid w:val="009C6809"/>
    <w:rsid w:val="009C78BF"/>
    <w:rsid w:val="009D0B6C"/>
    <w:rsid w:val="009D1AB2"/>
    <w:rsid w:val="009D1D2B"/>
    <w:rsid w:val="009D2710"/>
    <w:rsid w:val="009D2BB1"/>
    <w:rsid w:val="009D2E0E"/>
    <w:rsid w:val="009D383A"/>
    <w:rsid w:val="009D452F"/>
    <w:rsid w:val="009D460C"/>
    <w:rsid w:val="009D46D1"/>
    <w:rsid w:val="009D4AE5"/>
    <w:rsid w:val="009D51E5"/>
    <w:rsid w:val="009D545D"/>
    <w:rsid w:val="009D5EBA"/>
    <w:rsid w:val="009D6AAC"/>
    <w:rsid w:val="009D6F4E"/>
    <w:rsid w:val="009D7B14"/>
    <w:rsid w:val="009E1157"/>
    <w:rsid w:val="009E2E11"/>
    <w:rsid w:val="009E34F2"/>
    <w:rsid w:val="009E3655"/>
    <w:rsid w:val="009E4C37"/>
    <w:rsid w:val="009E4ED5"/>
    <w:rsid w:val="009E50C2"/>
    <w:rsid w:val="009E62DE"/>
    <w:rsid w:val="009E6630"/>
    <w:rsid w:val="009E6B28"/>
    <w:rsid w:val="009E7186"/>
    <w:rsid w:val="009E7604"/>
    <w:rsid w:val="009E7A9C"/>
    <w:rsid w:val="009E7B38"/>
    <w:rsid w:val="009F0A74"/>
    <w:rsid w:val="009F1BF2"/>
    <w:rsid w:val="009F1E87"/>
    <w:rsid w:val="009F1F84"/>
    <w:rsid w:val="009F39AF"/>
    <w:rsid w:val="009F3F52"/>
    <w:rsid w:val="009F66C4"/>
    <w:rsid w:val="009F680A"/>
    <w:rsid w:val="009F6F81"/>
    <w:rsid w:val="009F7595"/>
    <w:rsid w:val="009F78C3"/>
    <w:rsid w:val="00A0132B"/>
    <w:rsid w:val="00A032CB"/>
    <w:rsid w:val="00A03B0C"/>
    <w:rsid w:val="00A03EAD"/>
    <w:rsid w:val="00A044D3"/>
    <w:rsid w:val="00A045CE"/>
    <w:rsid w:val="00A04663"/>
    <w:rsid w:val="00A048B0"/>
    <w:rsid w:val="00A04FC5"/>
    <w:rsid w:val="00A0523A"/>
    <w:rsid w:val="00A054EB"/>
    <w:rsid w:val="00A055A4"/>
    <w:rsid w:val="00A057E5"/>
    <w:rsid w:val="00A0697A"/>
    <w:rsid w:val="00A10B52"/>
    <w:rsid w:val="00A11DA4"/>
    <w:rsid w:val="00A1304F"/>
    <w:rsid w:val="00A1320A"/>
    <w:rsid w:val="00A133CF"/>
    <w:rsid w:val="00A13430"/>
    <w:rsid w:val="00A1520D"/>
    <w:rsid w:val="00A15B55"/>
    <w:rsid w:val="00A161BD"/>
    <w:rsid w:val="00A163BE"/>
    <w:rsid w:val="00A16632"/>
    <w:rsid w:val="00A16F44"/>
    <w:rsid w:val="00A1783E"/>
    <w:rsid w:val="00A206AD"/>
    <w:rsid w:val="00A20CF1"/>
    <w:rsid w:val="00A21B91"/>
    <w:rsid w:val="00A22C0D"/>
    <w:rsid w:val="00A24A67"/>
    <w:rsid w:val="00A254C9"/>
    <w:rsid w:val="00A257F1"/>
    <w:rsid w:val="00A25C73"/>
    <w:rsid w:val="00A26C66"/>
    <w:rsid w:val="00A2753C"/>
    <w:rsid w:val="00A304B1"/>
    <w:rsid w:val="00A3070B"/>
    <w:rsid w:val="00A30828"/>
    <w:rsid w:val="00A31BD4"/>
    <w:rsid w:val="00A321BE"/>
    <w:rsid w:val="00A32F75"/>
    <w:rsid w:val="00A3321D"/>
    <w:rsid w:val="00A33E50"/>
    <w:rsid w:val="00A33FC4"/>
    <w:rsid w:val="00A35038"/>
    <w:rsid w:val="00A3702A"/>
    <w:rsid w:val="00A3769D"/>
    <w:rsid w:val="00A3774C"/>
    <w:rsid w:val="00A37F40"/>
    <w:rsid w:val="00A40395"/>
    <w:rsid w:val="00A40A17"/>
    <w:rsid w:val="00A40F11"/>
    <w:rsid w:val="00A41B43"/>
    <w:rsid w:val="00A42947"/>
    <w:rsid w:val="00A43CB1"/>
    <w:rsid w:val="00A441C0"/>
    <w:rsid w:val="00A457CF"/>
    <w:rsid w:val="00A47075"/>
    <w:rsid w:val="00A47D35"/>
    <w:rsid w:val="00A50175"/>
    <w:rsid w:val="00A501EC"/>
    <w:rsid w:val="00A51373"/>
    <w:rsid w:val="00A51CF5"/>
    <w:rsid w:val="00A52592"/>
    <w:rsid w:val="00A536A6"/>
    <w:rsid w:val="00A53D5D"/>
    <w:rsid w:val="00A5445B"/>
    <w:rsid w:val="00A54508"/>
    <w:rsid w:val="00A54C22"/>
    <w:rsid w:val="00A54CD0"/>
    <w:rsid w:val="00A570E4"/>
    <w:rsid w:val="00A574BB"/>
    <w:rsid w:val="00A57931"/>
    <w:rsid w:val="00A603A2"/>
    <w:rsid w:val="00A61A33"/>
    <w:rsid w:val="00A61ED4"/>
    <w:rsid w:val="00A63236"/>
    <w:rsid w:val="00A63941"/>
    <w:rsid w:val="00A63CF3"/>
    <w:rsid w:val="00A64A8B"/>
    <w:rsid w:val="00A6581F"/>
    <w:rsid w:val="00A659BD"/>
    <w:rsid w:val="00A65F84"/>
    <w:rsid w:val="00A6664B"/>
    <w:rsid w:val="00A70AD8"/>
    <w:rsid w:val="00A712CA"/>
    <w:rsid w:val="00A719B7"/>
    <w:rsid w:val="00A71F30"/>
    <w:rsid w:val="00A724E3"/>
    <w:rsid w:val="00A72EBA"/>
    <w:rsid w:val="00A754E4"/>
    <w:rsid w:val="00A75B9E"/>
    <w:rsid w:val="00A77BF3"/>
    <w:rsid w:val="00A82474"/>
    <w:rsid w:val="00A82FD7"/>
    <w:rsid w:val="00A82FF3"/>
    <w:rsid w:val="00A84149"/>
    <w:rsid w:val="00A84557"/>
    <w:rsid w:val="00A84CC0"/>
    <w:rsid w:val="00A9099F"/>
    <w:rsid w:val="00A90F91"/>
    <w:rsid w:val="00A91DBF"/>
    <w:rsid w:val="00A91EA6"/>
    <w:rsid w:val="00A93ADB"/>
    <w:rsid w:val="00A94CE0"/>
    <w:rsid w:val="00A95059"/>
    <w:rsid w:val="00A96C54"/>
    <w:rsid w:val="00A96CEC"/>
    <w:rsid w:val="00A972BD"/>
    <w:rsid w:val="00A97CF4"/>
    <w:rsid w:val="00AA09A3"/>
    <w:rsid w:val="00AA0CE3"/>
    <w:rsid w:val="00AA0DC7"/>
    <w:rsid w:val="00AA22B2"/>
    <w:rsid w:val="00AA37D0"/>
    <w:rsid w:val="00AA38ED"/>
    <w:rsid w:val="00AA42CE"/>
    <w:rsid w:val="00AA57DA"/>
    <w:rsid w:val="00AA6D5A"/>
    <w:rsid w:val="00AB0225"/>
    <w:rsid w:val="00AB0761"/>
    <w:rsid w:val="00AB3CE2"/>
    <w:rsid w:val="00AB4CA4"/>
    <w:rsid w:val="00AB5A57"/>
    <w:rsid w:val="00AB5BDA"/>
    <w:rsid w:val="00AB5FE2"/>
    <w:rsid w:val="00AB62E4"/>
    <w:rsid w:val="00AB66DB"/>
    <w:rsid w:val="00AB7731"/>
    <w:rsid w:val="00AB7BAA"/>
    <w:rsid w:val="00AC02EE"/>
    <w:rsid w:val="00AC077F"/>
    <w:rsid w:val="00AC0D1D"/>
    <w:rsid w:val="00AC1056"/>
    <w:rsid w:val="00AC17A8"/>
    <w:rsid w:val="00AC198C"/>
    <w:rsid w:val="00AC269D"/>
    <w:rsid w:val="00AC3572"/>
    <w:rsid w:val="00AC40BE"/>
    <w:rsid w:val="00AC72E5"/>
    <w:rsid w:val="00AC7ED3"/>
    <w:rsid w:val="00AD0115"/>
    <w:rsid w:val="00AD0C2F"/>
    <w:rsid w:val="00AD0E4E"/>
    <w:rsid w:val="00AD1379"/>
    <w:rsid w:val="00AD25AD"/>
    <w:rsid w:val="00AD2991"/>
    <w:rsid w:val="00AD372E"/>
    <w:rsid w:val="00AD55CC"/>
    <w:rsid w:val="00AD6E95"/>
    <w:rsid w:val="00AD78BB"/>
    <w:rsid w:val="00AD7992"/>
    <w:rsid w:val="00AD7E18"/>
    <w:rsid w:val="00AE02A8"/>
    <w:rsid w:val="00AE0C86"/>
    <w:rsid w:val="00AE0FF7"/>
    <w:rsid w:val="00AE126D"/>
    <w:rsid w:val="00AE14F8"/>
    <w:rsid w:val="00AE209C"/>
    <w:rsid w:val="00AE231E"/>
    <w:rsid w:val="00AE2701"/>
    <w:rsid w:val="00AE2E13"/>
    <w:rsid w:val="00AE36C7"/>
    <w:rsid w:val="00AE3AD3"/>
    <w:rsid w:val="00AE4874"/>
    <w:rsid w:val="00AE6229"/>
    <w:rsid w:val="00AE6BFC"/>
    <w:rsid w:val="00AE7092"/>
    <w:rsid w:val="00AE73D9"/>
    <w:rsid w:val="00AE7663"/>
    <w:rsid w:val="00AF00F5"/>
    <w:rsid w:val="00AF02C0"/>
    <w:rsid w:val="00AF0970"/>
    <w:rsid w:val="00AF1CE1"/>
    <w:rsid w:val="00AF2082"/>
    <w:rsid w:val="00AF23D3"/>
    <w:rsid w:val="00AF2C11"/>
    <w:rsid w:val="00AF39D8"/>
    <w:rsid w:val="00AF4306"/>
    <w:rsid w:val="00AF454A"/>
    <w:rsid w:val="00AF4A74"/>
    <w:rsid w:val="00AF5289"/>
    <w:rsid w:val="00AF5815"/>
    <w:rsid w:val="00AF73AA"/>
    <w:rsid w:val="00AF7DA9"/>
    <w:rsid w:val="00B009A8"/>
    <w:rsid w:val="00B00CC2"/>
    <w:rsid w:val="00B01BBD"/>
    <w:rsid w:val="00B02889"/>
    <w:rsid w:val="00B02CAE"/>
    <w:rsid w:val="00B03387"/>
    <w:rsid w:val="00B050A6"/>
    <w:rsid w:val="00B05916"/>
    <w:rsid w:val="00B06515"/>
    <w:rsid w:val="00B066B6"/>
    <w:rsid w:val="00B0688B"/>
    <w:rsid w:val="00B070BC"/>
    <w:rsid w:val="00B12103"/>
    <w:rsid w:val="00B12313"/>
    <w:rsid w:val="00B128D2"/>
    <w:rsid w:val="00B13116"/>
    <w:rsid w:val="00B14E38"/>
    <w:rsid w:val="00B16D5E"/>
    <w:rsid w:val="00B207F5"/>
    <w:rsid w:val="00B20B15"/>
    <w:rsid w:val="00B2229F"/>
    <w:rsid w:val="00B2290A"/>
    <w:rsid w:val="00B22A83"/>
    <w:rsid w:val="00B23DBB"/>
    <w:rsid w:val="00B23F3A"/>
    <w:rsid w:val="00B241E2"/>
    <w:rsid w:val="00B252F6"/>
    <w:rsid w:val="00B25733"/>
    <w:rsid w:val="00B2578B"/>
    <w:rsid w:val="00B25A16"/>
    <w:rsid w:val="00B27382"/>
    <w:rsid w:val="00B27D5F"/>
    <w:rsid w:val="00B30982"/>
    <w:rsid w:val="00B31128"/>
    <w:rsid w:val="00B318A9"/>
    <w:rsid w:val="00B32100"/>
    <w:rsid w:val="00B32578"/>
    <w:rsid w:val="00B328D9"/>
    <w:rsid w:val="00B32AD3"/>
    <w:rsid w:val="00B33FCD"/>
    <w:rsid w:val="00B345A7"/>
    <w:rsid w:val="00B35BE1"/>
    <w:rsid w:val="00B360DB"/>
    <w:rsid w:val="00B366DB"/>
    <w:rsid w:val="00B36C08"/>
    <w:rsid w:val="00B36C29"/>
    <w:rsid w:val="00B3775A"/>
    <w:rsid w:val="00B37E08"/>
    <w:rsid w:val="00B4084D"/>
    <w:rsid w:val="00B40AA7"/>
    <w:rsid w:val="00B40F94"/>
    <w:rsid w:val="00B412A2"/>
    <w:rsid w:val="00B4241B"/>
    <w:rsid w:val="00B42F9D"/>
    <w:rsid w:val="00B430E9"/>
    <w:rsid w:val="00B431CD"/>
    <w:rsid w:val="00B4466D"/>
    <w:rsid w:val="00B447F4"/>
    <w:rsid w:val="00B44DAA"/>
    <w:rsid w:val="00B44EC8"/>
    <w:rsid w:val="00B4533F"/>
    <w:rsid w:val="00B45479"/>
    <w:rsid w:val="00B4578E"/>
    <w:rsid w:val="00B45BA2"/>
    <w:rsid w:val="00B45C48"/>
    <w:rsid w:val="00B50ABB"/>
    <w:rsid w:val="00B50D36"/>
    <w:rsid w:val="00B51444"/>
    <w:rsid w:val="00B51851"/>
    <w:rsid w:val="00B51CC8"/>
    <w:rsid w:val="00B5240A"/>
    <w:rsid w:val="00B525CD"/>
    <w:rsid w:val="00B526E6"/>
    <w:rsid w:val="00B52DC6"/>
    <w:rsid w:val="00B55252"/>
    <w:rsid w:val="00B5560A"/>
    <w:rsid w:val="00B630C5"/>
    <w:rsid w:val="00B63248"/>
    <w:rsid w:val="00B64EEE"/>
    <w:rsid w:val="00B65D4D"/>
    <w:rsid w:val="00B6613F"/>
    <w:rsid w:val="00B66A36"/>
    <w:rsid w:val="00B66BB0"/>
    <w:rsid w:val="00B7072A"/>
    <w:rsid w:val="00B7072C"/>
    <w:rsid w:val="00B70A8C"/>
    <w:rsid w:val="00B70EB4"/>
    <w:rsid w:val="00B7131F"/>
    <w:rsid w:val="00B71569"/>
    <w:rsid w:val="00B71879"/>
    <w:rsid w:val="00B72819"/>
    <w:rsid w:val="00B72D1A"/>
    <w:rsid w:val="00B74004"/>
    <w:rsid w:val="00B745DB"/>
    <w:rsid w:val="00B750A4"/>
    <w:rsid w:val="00B75576"/>
    <w:rsid w:val="00B766EC"/>
    <w:rsid w:val="00B769AD"/>
    <w:rsid w:val="00B77200"/>
    <w:rsid w:val="00B77472"/>
    <w:rsid w:val="00B7799F"/>
    <w:rsid w:val="00B8101D"/>
    <w:rsid w:val="00B81D94"/>
    <w:rsid w:val="00B8233A"/>
    <w:rsid w:val="00B83792"/>
    <w:rsid w:val="00B83F9C"/>
    <w:rsid w:val="00B8464E"/>
    <w:rsid w:val="00B851F5"/>
    <w:rsid w:val="00B85DC8"/>
    <w:rsid w:val="00B861F3"/>
    <w:rsid w:val="00B8627D"/>
    <w:rsid w:val="00B8666B"/>
    <w:rsid w:val="00B866E5"/>
    <w:rsid w:val="00B87EAE"/>
    <w:rsid w:val="00B90FFB"/>
    <w:rsid w:val="00B9148C"/>
    <w:rsid w:val="00B91EE7"/>
    <w:rsid w:val="00B93876"/>
    <w:rsid w:val="00B94E86"/>
    <w:rsid w:val="00B95A7E"/>
    <w:rsid w:val="00B961D6"/>
    <w:rsid w:val="00B964ED"/>
    <w:rsid w:val="00B97B69"/>
    <w:rsid w:val="00B97E72"/>
    <w:rsid w:val="00BA00DF"/>
    <w:rsid w:val="00BA0BC5"/>
    <w:rsid w:val="00BA1225"/>
    <w:rsid w:val="00BA1DA4"/>
    <w:rsid w:val="00BA2182"/>
    <w:rsid w:val="00BA3618"/>
    <w:rsid w:val="00BA3D25"/>
    <w:rsid w:val="00BA3E34"/>
    <w:rsid w:val="00BA474C"/>
    <w:rsid w:val="00BA4990"/>
    <w:rsid w:val="00BA4DB6"/>
    <w:rsid w:val="00BA4F48"/>
    <w:rsid w:val="00BA501D"/>
    <w:rsid w:val="00BA54CD"/>
    <w:rsid w:val="00BA5958"/>
    <w:rsid w:val="00BA6669"/>
    <w:rsid w:val="00BA685F"/>
    <w:rsid w:val="00BA74F3"/>
    <w:rsid w:val="00BB0031"/>
    <w:rsid w:val="00BB0879"/>
    <w:rsid w:val="00BB0881"/>
    <w:rsid w:val="00BB1F91"/>
    <w:rsid w:val="00BB233B"/>
    <w:rsid w:val="00BB2988"/>
    <w:rsid w:val="00BB2E86"/>
    <w:rsid w:val="00BB2EF7"/>
    <w:rsid w:val="00BB4473"/>
    <w:rsid w:val="00BB44F8"/>
    <w:rsid w:val="00BB5779"/>
    <w:rsid w:val="00BB7AAE"/>
    <w:rsid w:val="00BB7BF5"/>
    <w:rsid w:val="00BC0A40"/>
    <w:rsid w:val="00BC1C0E"/>
    <w:rsid w:val="00BC3952"/>
    <w:rsid w:val="00BC4E4A"/>
    <w:rsid w:val="00BC5712"/>
    <w:rsid w:val="00BC584E"/>
    <w:rsid w:val="00BC640D"/>
    <w:rsid w:val="00BC7F1A"/>
    <w:rsid w:val="00BC7F85"/>
    <w:rsid w:val="00BD04FF"/>
    <w:rsid w:val="00BD0F73"/>
    <w:rsid w:val="00BD32F2"/>
    <w:rsid w:val="00BD3E4C"/>
    <w:rsid w:val="00BD5597"/>
    <w:rsid w:val="00BD580A"/>
    <w:rsid w:val="00BD5C52"/>
    <w:rsid w:val="00BD6E53"/>
    <w:rsid w:val="00BD6FAA"/>
    <w:rsid w:val="00BD76F9"/>
    <w:rsid w:val="00BE02D9"/>
    <w:rsid w:val="00BE1511"/>
    <w:rsid w:val="00BE2008"/>
    <w:rsid w:val="00BE21CC"/>
    <w:rsid w:val="00BE34CD"/>
    <w:rsid w:val="00BE3A1A"/>
    <w:rsid w:val="00BE55B9"/>
    <w:rsid w:val="00BE6838"/>
    <w:rsid w:val="00BE69B6"/>
    <w:rsid w:val="00BE6B06"/>
    <w:rsid w:val="00BE6FEF"/>
    <w:rsid w:val="00BE7397"/>
    <w:rsid w:val="00BE752F"/>
    <w:rsid w:val="00BE7826"/>
    <w:rsid w:val="00BF0298"/>
    <w:rsid w:val="00BF0E42"/>
    <w:rsid w:val="00BF227E"/>
    <w:rsid w:val="00BF2EC9"/>
    <w:rsid w:val="00BF2F74"/>
    <w:rsid w:val="00BF410B"/>
    <w:rsid w:val="00BF54F9"/>
    <w:rsid w:val="00BF61DC"/>
    <w:rsid w:val="00BF677F"/>
    <w:rsid w:val="00BF6F6E"/>
    <w:rsid w:val="00BF704B"/>
    <w:rsid w:val="00C0035F"/>
    <w:rsid w:val="00C009E8"/>
    <w:rsid w:val="00C04CFD"/>
    <w:rsid w:val="00C05913"/>
    <w:rsid w:val="00C0632F"/>
    <w:rsid w:val="00C0680B"/>
    <w:rsid w:val="00C071BF"/>
    <w:rsid w:val="00C07A32"/>
    <w:rsid w:val="00C107F2"/>
    <w:rsid w:val="00C108C5"/>
    <w:rsid w:val="00C110FB"/>
    <w:rsid w:val="00C11FBA"/>
    <w:rsid w:val="00C136DD"/>
    <w:rsid w:val="00C13B8A"/>
    <w:rsid w:val="00C13D85"/>
    <w:rsid w:val="00C13FC1"/>
    <w:rsid w:val="00C143D5"/>
    <w:rsid w:val="00C15077"/>
    <w:rsid w:val="00C15179"/>
    <w:rsid w:val="00C15878"/>
    <w:rsid w:val="00C16258"/>
    <w:rsid w:val="00C171F6"/>
    <w:rsid w:val="00C17A12"/>
    <w:rsid w:val="00C17B15"/>
    <w:rsid w:val="00C20D1F"/>
    <w:rsid w:val="00C2105C"/>
    <w:rsid w:val="00C21390"/>
    <w:rsid w:val="00C2140C"/>
    <w:rsid w:val="00C21B88"/>
    <w:rsid w:val="00C21C7E"/>
    <w:rsid w:val="00C21D49"/>
    <w:rsid w:val="00C21E3F"/>
    <w:rsid w:val="00C22AA7"/>
    <w:rsid w:val="00C236F2"/>
    <w:rsid w:val="00C23BF0"/>
    <w:rsid w:val="00C24151"/>
    <w:rsid w:val="00C24346"/>
    <w:rsid w:val="00C26666"/>
    <w:rsid w:val="00C26BFD"/>
    <w:rsid w:val="00C26D02"/>
    <w:rsid w:val="00C27E0A"/>
    <w:rsid w:val="00C31589"/>
    <w:rsid w:val="00C31BAE"/>
    <w:rsid w:val="00C329D9"/>
    <w:rsid w:val="00C32C48"/>
    <w:rsid w:val="00C32DE1"/>
    <w:rsid w:val="00C33859"/>
    <w:rsid w:val="00C3550C"/>
    <w:rsid w:val="00C368EE"/>
    <w:rsid w:val="00C37106"/>
    <w:rsid w:val="00C37A79"/>
    <w:rsid w:val="00C37AE3"/>
    <w:rsid w:val="00C41710"/>
    <w:rsid w:val="00C43D9B"/>
    <w:rsid w:val="00C44A42"/>
    <w:rsid w:val="00C450B8"/>
    <w:rsid w:val="00C451F8"/>
    <w:rsid w:val="00C455B9"/>
    <w:rsid w:val="00C4583D"/>
    <w:rsid w:val="00C45A5C"/>
    <w:rsid w:val="00C473A2"/>
    <w:rsid w:val="00C50898"/>
    <w:rsid w:val="00C509ED"/>
    <w:rsid w:val="00C53A8C"/>
    <w:rsid w:val="00C53AEE"/>
    <w:rsid w:val="00C54362"/>
    <w:rsid w:val="00C547DE"/>
    <w:rsid w:val="00C54AB5"/>
    <w:rsid w:val="00C5553A"/>
    <w:rsid w:val="00C557F2"/>
    <w:rsid w:val="00C56C9D"/>
    <w:rsid w:val="00C5713C"/>
    <w:rsid w:val="00C5729D"/>
    <w:rsid w:val="00C57504"/>
    <w:rsid w:val="00C575C3"/>
    <w:rsid w:val="00C57B4F"/>
    <w:rsid w:val="00C6054A"/>
    <w:rsid w:val="00C60BF5"/>
    <w:rsid w:val="00C64180"/>
    <w:rsid w:val="00C6428B"/>
    <w:rsid w:val="00C6436D"/>
    <w:rsid w:val="00C66034"/>
    <w:rsid w:val="00C66F67"/>
    <w:rsid w:val="00C67A7E"/>
    <w:rsid w:val="00C70A1B"/>
    <w:rsid w:val="00C71DFF"/>
    <w:rsid w:val="00C72BF3"/>
    <w:rsid w:val="00C72F07"/>
    <w:rsid w:val="00C74228"/>
    <w:rsid w:val="00C74DFD"/>
    <w:rsid w:val="00C7579B"/>
    <w:rsid w:val="00C76B2C"/>
    <w:rsid w:val="00C77628"/>
    <w:rsid w:val="00C80533"/>
    <w:rsid w:val="00C80946"/>
    <w:rsid w:val="00C815E4"/>
    <w:rsid w:val="00C837E0"/>
    <w:rsid w:val="00C84840"/>
    <w:rsid w:val="00C85460"/>
    <w:rsid w:val="00C86838"/>
    <w:rsid w:val="00C869CD"/>
    <w:rsid w:val="00C87882"/>
    <w:rsid w:val="00C90D03"/>
    <w:rsid w:val="00C90D35"/>
    <w:rsid w:val="00C9153E"/>
    <w:rsid w:val="00C92236"/>
    <w:rsid w:val="00C92796"/>
    <w:rsid w:val="00C92B73"/>
    <w:rsid w:val="00C932FB"/>
    <w:rsid w:val="00C94E7C"/>
    <w:rsid w:val="00C95505"/>
    <w:rsid w:val="00C95AF1"/>
    <w:rsid w:val="00C95C84"/>
    <w:rsid w:val="00C965BF"/>
    <w:rsid w:val="00C97440"/>
    <w:rsid w:val="00C976A7"/>
    <w:rsid w:val="00CA0C26"/>
    <w:rsid w:val="00CA0F46"/>
    <w:rsid w:val="00CA29FB"/>
    <w:rsid w:val="00CA2E30"/>
    <w:rsid w:val="00CA3E6A"/>
    <w:rsid w:val="00CA4966"/>
    <w:rsid w:val="00CA5EFF"/>
    <w:rsid w:val="00CA6289"/>
    <w:rsid w:val="00CA63CE"/>
    <w:rsid w:val="00CA730D"/>
    <w:rsid w:val="00CA75C6"/>
    <w:rsid w:val="00CA7999"/>
    <w:rsid w:val="00CB0EE1"/>
    <w:rsid w:val="00CB138B"/>
    <w:rsid w:val="00CB155C"/>
    <w:rsid w:val="00CB169D"/>
    <w:rsid w:val="00CB1CE1"/>
    <w:rsid w:val="00CB1E76"/>
    <w:rsid w:val="00CB1F11"/>
    <w:rsid w:val="00CB3B59"/>
    <w:rsid w:val="00CB4890"/>
    <w:rsid w:val="00CB4AF3"/>
    <w:rsid w:val="00CB52BE"/>
    <w:rsid w:val="00CB5A05"/>
    <w:rsid w:val="00CB5A35"/>
    <w:rsid w:val="00CB6AEB"/>
    <w:rsid w:val="00CB70B0"/>
    <w:rsid w:val="00CB75B2"/>
    <w:rsid w:val="00CB76C7"/>
    <w:rsid w:val="00CC01B4"/>
    <w:rsid w:val="00CC0358"/>
    <w:rsid w:val="00CC07A6"/>
    <w:rsid w:val="00CC1601"/>
    <w:rsid w:val="00CC161E"/>
    <w:rsid w:val="00CC164C"/>
    <w:rsid w:val="00CC1B0A"/>
    <w:rsid w:val="00CC2699"/>
    <w:rsid w:val="00CC550A"/>
    <w:rsid w:val="00CC5A3C"/>
    <w:rsid w:val="00CC5BF8"/>
    <w:rsid w:val="00CC6C92"/>
    <w:rsid w:val="00CD087A"/>
    <w:rsid w:val="00CD08AB"/>
    <w:rsid w:val="00CD0C8F"/>
    <w:rsid w:val="00CD2077"/>
    <w:rsid w:val="00CD2876"/>
    <w:rsid w:val="00CD2F8B"/>
    <w:rsid w:val="00CD312A"/>
    <w:rsid w:val="00CD416B"/>
    <w:rsid w:val="00CD41E6"/>
    <w:rsid w:val="00CD564E"/>
    <w:rsid w:val="00CD604A"/>
    <w:rsid w:val="00CD66E5"/>
    <w:rsid w:val="00CD69EF"/>
    <w:rsid w:val="00CD6C65"/>
    <w:rsid w:val="00CD742F"/>
    <w:rsid w:val="00CE0743"/>
    <w:rsid w:val="00CE0D18"/>
    <w:rsid w:val="00CE1025"/>
    <w:rsid w:val="00CE12A4"/>
    <w:rsid w:val="00CE228F"/>
    <w:rsid w:val="00CE28B3"/>
    <w:rsid w:val="00CE5078"/>
    <w:rsid w:val="00CE54FF"/>
    <w:rsid w:val="00CE550E"/>
    <w:rsid w:val="00CE5586"/>
    <w:rsid w:val="00CE64E5"/>
    <w:rsid w:val="00CE6E65"/>
    <w:rsid w:val="00CE7148"/>
    <w:rsid w:val="00CE77BB"/>
    <w:rsid w:val="00CE798A"/>
    <w:rsid w:val="00CE7D70"/>
    <w:rsid w:val="00CF098B"/>
    <w:rsid w:val="00CF10EF"/>
    <w:rsid w:val="00CF19DC"/>
    <w:rsid w:val="00CF23EC"/>
    <w:rsid w:val="00CF2642"/>
    <w:rsid w:val="00CF2BF9"/>
    <w:rsid w:val="00CF380E"/>
    <w:rsid w:val="00CF688A"/>
    <w:rsid w:val="00CF6AC7"/>
    <w:rsid w:val="00CF6CC4"/>
    <w:rsid w:val="00CF742F"/>
    <w:rsid w:val="00CF7B81"/>
    <w:rsid w:val="00D0076C"/>
    <w:rsid w:val="00D00BA0"/>
    <w:rsid w:val="00D02397"/>
    <w:rsid w:val="00D02414"/>
    <w:rsid w:val="00D02FD7"/>
    <w:rsid w:val="00D038FE"/>
    <w:rsid w:val="00D03981"/>
    <w:rsid w:val="00D04529"/>
    <w:rsid w:val="00D0706E"/>
    <w:rsid w:val="00D101D7"/>
    <w:rsid w:val="00D10BED"/>
    <w:rsid w:val="00D11879"/>
    <w:rsid w:val="00D120C3"/>
    <w:rsid w:val="00D123E2"/>
    <w:rsid w:val="00D125DC"/>
    <w:rsid w:val="00D127B0"/>
    <w:rsid w:val="00D135DF"/>
    <w:rsid w:val="00D144A2"/>
    <w:rsid w:val="00D14710"/>
    <w:rsid w:val="00D14CC6"/>
    <w:rsid w:val="00D153D8"/>
    <w:rsid w:val="00D15859"/>
    <w:rsid w:val="00D16737"/>
    <w:rsid w:val="00D1700F"/>
    <w:rsid w:val="00D1764E"/>
    <w:rsid w:val="00D17B8E"/>
    <w:rsid w:val="00D17C9A"/>
    <w:rsid w:val="00D2097F"/>
    <w:rsid w:val="00D20C99"/>
    <w:rsid w:val="00D20F84"/>
    <w:rsid w:val="00D21A2D"/>
    <w:rsid w:val="00D21B5A"/>
    <w:rsid w:val="00D21F64"/>
    <w:rsid w:val="00D222E9"/>
    <w:rsid w:val="00D230BC"/>
    <w:rsid w:val="00D24171"/>
    <w:rsid w:val="00D261CD"/>
    <w:rsid w:val="00D26E30"/>
    <w:rsid w:val="00D270B8"/>
    <w:rsid w:val="00D277B7"/>
    <w:rsid w:val="00D27F8A"/>
    <w:rsid w:val="00D30069"/>
    <w:rsid w:val="00D31640"/>
    <w:rsid w:val="00D31917"/>
    <w:rsid w:val="00D3252A"/>
    <w:rsid w:val="00D32AB8"/>
    <w:rsid w:val="00D332E0"/>
    <w:rsid w:val="00D33303"/>
    <w:rsid w:val="00D33355"/>
    <w:rsid w:val="00D33891"/>
    <w:rsid w:val="00D350C3"/>
    <w:rsid w:val="00D36748"/>
    <w:rsid w:val="00D37C2C"/>
    <w:rsid w:val="00D37F43"/>
    <w:rsid w:val="00D408FF"/>
    <w:rsid w:val="00D40F1A"/>
    <w:rsid w:val="00D416E6"/>
    <w:rsid w:val="00D41EFE"/>
    <w:rsid w:val="00D43FBA"/>
    <w:rsid w:val="00D44063"/>
    <w:rsid w:val="00D443D3"/>
    <w:rsid w:val="00D445FF"/>
    <w:rsid w:val="00D454D7"/>
    <w:rsid w:val="00D45814"/>
    <w:rsid w:val="00D45E66"/>
    <w:rsid w:val="00D47FB3"/>
    <w:rsid w:val="00D50200"/>
    <w:rsid w:val="00D505B9"/>
    <w:rsid w:val="00D507E5"/>
    <w:rsid w:val="00D5144D"/>
    <w:rsid w:val="00D516FE"/>
    <w:rsid w:val="00D51876"/>
    <w:rsid w:val="00D52452"/>
    <w:rsid w:val="00D54508"/>
    <w:rsid w:val="00D54CDD"/>
    <w:rsid w:val="00D55DE6"/>
    <w:rsid w:val="00D56045"/>
    <w:rsid w:val="00D56437"/>
    <w:rsid w:val="00D56CD2"/>
    <w:rsid w:val="00D57522"/>
    <w:rsid w:val="00D60526"/>
    <w:rsid w:val="00D606B4"/>
    <w:rsid w:val="00D60F06"/>
    <w:rsid w:val="00D613F2"/>
    <w:rsid w:val="00D61DCE"/>
    <w:rsid w:val="00D61EDB"/>
    <w:rsid w:val="00D630B5"/>
    <w:rsid w:val="00D654E6"/>
    <w:rsid w:val="00D6580A"/>
    <w:rsid w:val="00D6605E"/>
    <w:rsid w:val="00D66693"/>
    <w:rsid w:val="00D677A6"/>
    <w:rsid w:val="00D70666"/>
    <w:rsid w:val="00D706E1"/>
    <w:rsid w:val="00D70CD6"/>
    <w:rsid w:val="00D7138A"/>
    <w:rsid w:val="00D7294E"/>
    <w:rsid w:val="00D73A72"/>
    <w:rsid w:val="00D73E77"/>
    <w:rsid w:val="00D74D68"/>
    <w:rsid w:val="00D74FB7"/>
    <w:rsid w:val="00D75081"/>
    <w:rsid w:val="00D77897"/>
    <w:rsid w:val="00D80903"/>
    <w:rsid w:val="00D8220E"/>
    <w:rsid w:val="00D82B92"/>
    <w:rsid w:val="00D85458"/>
    <w:rsid w:val="00D864BA"/>
    <w:rsid w:val="00D8720E"/>
    <w:rsid w:val="00D87317"/>
    <w:rsid w:val="00D87511"/>
    <w:rsid w:val="00D8769D"/>
    <w:rsid w:val="00D87A21"/>
    <w:rsid w:val="00D87D58"/>
    <w:rsid w:val="00D9034D"/>
    <w:rsid w:val="00D904E6"/>
    <w:rsid w:val="00D90C92"/>
    <w:rsid w:val="00D90D3F"/>
    <w:rsid w:val="00D91132"/>
    <w:rsid w:val="00D918D7"/>
    <w:rsid w:val="00D91B9A"/>
    <w:rsid w:val="00D91E56"/>
    <w:rsid w:val="00D9205D"/>
    <w:rsid w:val="00D92067"/>
    <w:rsid w:val="00D93E66"/>
    <w:rsid w:val="00D94155"/>
    <w:rsid w:val="00D9506E"/>
    <w:rsid w:val="00D95421"/>
    <w:rsid w:val="00D96400"/>
    <w:rsid w:val="00D96604"/>
    <w:rsid w:val="00D970A0"/>
    <w:rsid w:val="00D97B23"/>
    <w:rsid w:val="00D97B43"/>
    <w:rsid w:val="00DA1C1B"/>
    <w:rsid w:val="00DA4985"/>
    <w:rsid w:val="00DA5AE9"/>
    <w:rsid w:val="00DA6261"/>
    <w:rsid w:val="00DA6C8F"/>
    <w:rsid w:val="00DA7A28"/>
    <w:rsid w:val="00DA7D78"/>
    <w:rsid w:val="00DB0776"/>
    <w:rsid w:val="00DB086E"/>
    <w:rsid w:val="00DB1D1B"/>
    <w:rsid w:val="00DB3D4B"/>
    <w:rsid w:val="00DB48CE"/>
    <w:rsid w:val="00DB57BA"/>
    <w:rsid w:val="00DB6539"/>
    <w:rsid w:val="00DB78D5"/>
    <w:rsid w:val="00DC01AF"/>
    <w:rsid w:val="00DC01DA"/>
    <w:rsid w:val="00DC06EF"/>
    <w:rsid w:val="00DC0BC2"/>
    <w:rsid w:val="00DC2D43"/>
    <w:rsid w:val="00DC2F6E"/>
    <w:rsid w:val="00DC36E7"/>
    <w:rsid w:val="00DC5865"/>
    <w:rsid w:val="00DC6D24"/>
    <w:rsid w:val="00DC7717"/>
    <w:rsid w:val="00DD01AE"/>
    <w:rsid w:val="00DD2AC6"/>
    <w:rsid w:val="00DD2DA4"/>
    <w:rsid w:val="00DD32D2"/>
    <w:rsid w:val="00DD37CE"/>
    <w:rsid w:val="00DD3CF7"/>
    <w:rsid w:val="00DD5458"/>
    <w:rsid w:val="00DD569D"/>
    <w:rsid w:val="00DD6C7A"/>
    <w:rsid w:val="00DD77CF"/>
    <w:rsid w:val="00DE0026"/>
    <w:rsid w:val="00DE11E4"/>
    <w:rsid w:val="00DE1B77"/>
    <w:rsid w:val="00DE21A8"/>
    <w:rsid w:val="00DE22AF"/>
    <w:rsid w:val="00DE2F9A"/>
    <w:rsid w:val="00DE3AEB"/>
    <w:rsid w:val="00DE3DEB"/>
    <w:rsid w:val="00DE4866"/>
    <w:rsid w:val="00DE4C27"/>
    <w:rsid w:val="00DE5345"/>
    <w:rsid w:val="00DE5A66"/>
    <w:rsid w:val="00DE5AF0"/>
    <w:rsid w:val="00DE5D2A"/>
    <w:rsid w:val="00DE6308"/>
    <w:rsid w:val="00DE67C2"/>
    <w:rsid w:val="00DE75DC"/>
    <w:rsid w:val="00DF05D5"/>
    <w:rsid w:val="00DF0861"/>
    <w:rsid w:val="00DF09A3"/>
    <w:rsid w:val="00DF1282"/>
    <w:rsid w:val="00DF2AA7"/>
    <w:rsid w:val="00DF2C22"/>
    <w:rsid w:val="00DF3131"/>
    <w:rsid w:val="00DF33A6"/>
    <w:rsid w:val="00DF4F66"/>
    <w:rsid w:val="00DF584F"/>
    <w:rsid w:val="00DF63BE"/>
    <w:rsid w:val="00DF6777"/>
    <w:rsid w:val="00DF7EE4"/>
    <w:rsid w:val="00E01D10"/>
    <w:rsid w:val="00E025EB"/>
    <w:rsid w:val="00E02E3D"/>
    <w:rsid w:val="00E031E0"/>
    <w:rsid w:val="00E03AD3"/>
    <w:rsid w:val="00E0413B"/>
    <w:rsid w:val="00E04433"/>
    <w:rsid w:val="00E04BA1"/>
    <w:rsid w:val="00E04C42"/>
    <w:rsid w:val="00E0553D"/>
    <w:rsid w:val="00E06918"/>
    <w:rsid w:val="00E06943"/>
    <w:rsid w:val="00E07512"/>
    <w:rsid w:val="00E07F3E"/>
    <w:rsid w:val="00E1065A"/>
    <w:rsid w:val="00E10682"/>
    <w:rsid w:val="00E11E6E"/>
    <w:rsid w:val="00E12767"/>
    <w:rsid w:val="00E129FB"/>
    <w:rsid w:val="00E12CFB"/>
    <w:rsid w:val="00E1326D"/>
    <w:rsid w:val="00E13E09"/>
    <w:rsid w:val="00E15724"/>
    <w:rsid w:val="00E15CD5"/>
    <w:rsid w:val="00E15E02"/>
    <w:rsid w:val="00E16DAF"/>
    <w:rsid w:val="00E20845"/>
    <w:rsid w:val="00E20D93"/>
    <w:rsid w:val="00E21055"/>
    <w:rsid w:val="00E21B48"/>
    <w:rsid w:val="00E220EF"/>
    <w:rsid w:val="00E22B7E"/>
    <w:rsid w:val="00E230CB"/>
    <w:rsid w:val="00E23370"/>
    <w:rsid w:val="00E23C0F"/>
    <w:rsid w:val="00E2466D"/>
    <w:rsid w:val="00E2500A"/>
    <w:rsid w:val="00E26E81"/>
    <w:rsid w:val="00E27261"/>
    <w:rsid w:val="00E277FD"/>
    <w:rsid w:val="00E32534"/>
    <w:rsid w:val="00E32582"/>
    <w:rsid w:val="00E3260A"/>
    <w:rsid w:val="00E32CFC"/>
    <w:rsid w:val="00E33A09"/>
    <w:rsid w:val="00E3450F"/>
    <w:rsid w:val="00E35C5D"/>
    <w:rsid w:val="00E36130"/>
    <w:rsid w:val="00E373DF"/>
    <w:rsid w:val="00E37611"/>
    <w:rsid w:val="00E400C2"/>
    <w:rsid w:val="00E4025F"/>
    <w:rsid w:val="00E4098E"/>
    <w:rsid w:val="00E40E73"/>
    <w:rsid w:val="00E40F43"/>
    <w:rsid w:val="00E4166E"/>
    <w:rsid w:val="00E41B49"/>
    <w:rsid w:val="00E41BF9"/>
    <w:rsid w:val="00E44867"/>
    <w:rsid w:val="00E450D8"/>
    <w:rsid w:val="00E45DAD"/>
    <w:rsid w:val="00E474D4"/>
    <w:rsid w:val="00E5071E"/>
    <w:rsid w:val="00E50B9A"/>
    <w:rsid w:val="00E512AC"/>
    <w:rsid w:val="00E51E4C"/>
    <w:rsid w:val="00E521C7"/>
    <w:rsid w:val="00E53672"/>
    <w:rsid w:val="00E5463D"/>
    <w:rsid w:val="00E55712"/>
    <w:rsid w:val="00E56335"/>
    <w:rsid w:val="00E572CE"/>
    <w:rsid w:val="00E57473"/>
    <w:rsid w:val="00E62F11"/>
    <w:rsid w:val="00E635E2"/>
    <w:rsid w:val="00E641BB"/>
    <w:rsid w:val="00E64F6A"/>
    <w:rsid w:val="00E66DA1"/>
    <w:rsid w:val="00E66DAD"/>
    <w:rsid w:val="00E67104"/>
    <w:rsid w:val="00E6714B"/>
    <w:rsid w:val="00E71770"/>
    <w:rsid w:val="00E722AC"/>
    <w:rsid w:val="00E72F75"/>
    <w:rsid w:val="00E73020"/>
    <w:rsid w:val="00E74464"/>
    <w:rsid w:val="00E7678A"/>
    <w:rsid w:val="00E76A56"/>
    <w:rsid w:val="00E76DA1"/>
    <w:rsid w:val="00E775DD"/>
    <w:rsid w:val="00E80A1D"/>
    <w:rsid w:val="00E80DF9"/>
    <w:rsid w:val="00E81205"/>
    <w:rsid w:val="00E8143C"/>
    <w:rsid w:val="00E818B5"/>
    <w:rsid w:val="00E82162"/>
    <w:rsid w:val="00E82B22"/>
    <w:rsid w:val="00E83178"/>
    <w:rsid w:val="00E841BD"/>
    <w:rsid w:val="00E84294"/>
    <w:rsid w:val="00E84F5F"/>
    <w:rsid w:val="00E852E5"/>
    <w:rsid w:val="00E868F0"/>
    <w:rsid w:val="00E87972"/>
    <w:rsid w:val="00E91061"/>
    <w:rsid w:val="00E913C5"/>
    <w:rsid w:val="00E91E30"/>
    <w:rsid w:val="00E91EAD"/>
    <w:rsid w:val="00E929D4"/>
    <w:rsid w:val="00E939AA"/>
    <w:rsid w:val="00E945B0"/>
    <w:rsid w:val="00E94A64"/>
    <w:rsid w:val="00E94BAD"/>
    <w:rsid w:val="00E94D21"/>
    <w:rsid w:val="00E9587B"/>
    <w:rsid w:val="00E95F8F"/>
    <w:rsid w:val="00E96591"/>
    <w:rsid w:val="00EA0B48"/>
    <w:rsid w:val="00EA0C8A"/>
    <w:rsid w:val="00EA0DC8"/>
    <w:rsid w:val="00EA13CF"/>
    <w:rsid w:val="00EA1AD0"/>
    <w:rsid w:val="00EA1C3B"/>
    <w:rsid w:val="00EA1D3C"/>
    <w:rsid w:val="00EA1DAC"/>
    <w:rsid w:val="00EA21B6"/>
    <w:rsid w:val="00EA29CF"/>
    <w:rsid w:val="00EA2DF2"/>
    <w:rsid w:val="00EA3A17"/>
    <w:rsid w:val="00EA4FF4"/>
    <w:rsid w:val="00EA60FA"/>
    <w:rsid w:val="00EA69E0"/>
    <w:rsid w:val="00EA79B0"/>
    <w:rsid w:val="00EB04D9"/>
    <w:rsid w:val="00EB0654"/>
    <w:rsid w:val="00EB0702"/>
    <w:rsid w:val="00EB07AF"/>
    <w:rsid w:val="00EB0D19"/>
    <w:rsid w:val="00EB1430"/>
    <w:rsid w:val="00EB27CA"/>
    <w:rsid w:val="00EB280C"/>
    <w:rsid w:val="00EB29E0"/>
    <w:rsid w:val="00EB2AC7"/>
    <w:rsid w:val="00EB2BFF"/>
    <w:rsid w:val="00EB32B7"/>
    <w:rsid w:val="00EB3BEB"/>
    <w:rsid w:val="00EB483E"/>
    <w:rsid w:val="00EB5DCD"/>
    <w:rsid w:val="00EB6931"/>
    <w:rsid w:val="00EB6A08"/>
    <w:rsid w:val="00EB6FB5"/>
    <w:rsid w:val="00EB77F1"/>
    <w:rsid w:val="00EC0BF4"/>
    <w:rsid w:val="00EC1388"/>
    <w:rsid w:val="00EC4686"/>
    <w:rsid w:val="00EC4EE2"/>
    <w:rsid w:val="00EC5847"/>
    <w:rsid w:val="00EC59AC"/>
    <w:rsid w:val="00EC5D06"/>
    <w:rsid w:val="00EC63E3"/>
    <w:rsid w:val="00EC67BE"/>
    <w:rsid w:val="00EC68D8"/>
    <w:rsid w:val="00ED0196"/>
    <w:rsid w:val="00ED0278"/>
    <w:rsid w:val="00ED086E"/>
    <w:rsid w:val="00ED10FF"/>
    <w:rsid w:val="00ED1322"/>
    <w:rsid w:val="00ED1D7C"/>
    <w:rsid w:val="00ED2A14"/>
    <w:rsid w:val="00ED4406"/>
    <w:rsid w:val="00ED446C"/>
    <w:rsid w:val="00ED4960"/>
    <w:rsid w:val="00ED75E8"/>
    <w:rsid w:val="00ED7C83"/>
    <w:rsid w:val="00EE0217"/>
    <w:rsid w:val="00EE1C57"/>
    <w:rsid w:val="00EE1E63"/>
    <w:rsid w:val="00EE2B6E"/>
    <w:rsid w:val="00EE2D98"/>
    <w:rsid w:val="00EE544F"/>
    <w:rsid w:val="00EE650D"/>
    <w:rsid w:val="00EE65F5"/>
    <w:rsid w:val="00EE697D"/>
    <w:rsid w:val="00EE6FA8"/>
    <w:rsid w:val="00EE7872"/>
    <w:rsid w:val="00EF0E2A"/>
    <w:rsid w:val="00EF1252"/>
    <w:rsid w:val="00EF1590"/>
    <w:rsid w:val="00EF1725"/>
    <w:rsid w:val="00EF1885"/>
    <w:rsid w:val="00EF1CE9"/>
    <w:rsid w:val="00EF2130"/>
    <w:rsid w:val="00EF2682"/>
    <w:rsid w:val="00EF2985"/>
    <w:rsid w:val="00EF358A"/>
    <w:rsid w:val="00EF38CA"/>
    <w:rsid w:val="00EF413D"/>
    <w:rsid w:val="00EF4484"/>
    <w:rsid w:val="00EF4761"/>
    <w:rsid w:val="00EF4F61"/>
    <w:rsid w:val="00EF55B0"/>
    <w:rsid w:val="00EF6070"/>
    <w:rsid w:val="00F00064"/>
    <w:rsid w:val="00F00271"/>
    <w:rsid w:val="00F02198"/>
    <w:rsid w:val="00F02980"/>
    <w:rsid w:val="00F02CB5"/>
    <w:rsid w:val="00F03B69"/>
    <w:rsid w:val="00F03F2C"/>
    <w:rsid w:val="00F04237"/>
    <w:rsid w:val="00F04469"/>
    <w:rsid w:val="00F05071"/>
    <w:rsid w:val="00F050A5"/>
    <w:rsid w:val="00F0598C"/>
    <w:rsid w:val="00F05992"/>
    <w:rsid w:val="00F05CCA"/>
    <w:rsid w:val="00F05D51"/>
    <w:rsid w:val="00F05F74"/>
    <w:rsid w:val="00F05F9C"/>
    <w:rsid w:val="00F0640A"/>
    <w:rsid w:val="00F06A01"/>
    <w:rsid w:val="00F07A25"/>
    <w:rsid w:val="00F07E9E"/>
    <w:rsid w:val="00F07FA4"/>
    <w:rsid w:val="00F10AAF"/>
    <w:rsid w:val="00F10DEA"/>
    <w:rsid w:val="00F10F13"/>
    <w:rsid w:val="00F1371C"/>
    <w:rsid w:val="00F13883"/>
    <w:rsid w:val="00F15690"/>
    <w:rsid w:val="00F15D37"/>
    <w:rsid w:val="00F1725D"/>
    <w:rsid w:val="00F1727D"/>
    <w:rsid w:val="00F1732C"/>
    <w:rsid w:val="00F17733"/>
    <w:rsid w:val="00F17903"/>
    <w:rsid w:val="00F17C91"/>
    <w:rsid w:val="00F17E7E"/>
    <w:rsid w:val="00F20C53"/>
    <w:rsid w:val="00F21469"/>
    <w:rsid w:val="00F240FD"/>
    <w:rsid w:val="00F25993"/>
    <w:rsid w:val="00F264F0"/>
    <w:rsid w:val="00F26DFE"/>
    <w:rsid w:val="00F3100B"/>
    <w:rsid w:val="00F3105A"/>
    <w:rsid w:val="00F31D59"/>
    <w:rsid w:val="00F32287"/>
    <w:rsid w:val="00F32B19"/>
    <w:rsid w:val="00F335B6"/>
    <w:rsid w:val="00F336B3"/>
    <w:rsid w:val="00F338C1"/>
    <w:rsid w:val="00F3436E"/>
    <w:rsid w:val="00F3522D"/>
    <w:rsid w:val="00F352B8"/>
    <w:rsid w:val="00F355F6"/>
    <w:rsid w:val="00F35A36"/>
    <w:rsid w:val="00F35A3C"/>
    <w:rsid w:val="00F35CC8"/>
    <w:rsid w:val="00F42CD2"/>
    <w:rsid w:val="00F42DFB"/>
    <w:rsid w:val="00F42F0C"/>
    <w:rsid w:val="00F44182"/>
    <w:rsid w:val="00F442F0"/>
    <w:rsid w:val="00F4466A"/>
    <w:rsid w:val="00F45FBF"/>
    <w:rsid w:val="00F468BC"/>
    <w:rsid w:val="00F46DB0"/>
    <w:rsid w:val="00F46E53"/>
    <w:rsid w:val="00F47514"/>
    <w:rsid w:val="00F4763C"/>
    <w:rsid w:val="00F47E7D"/>
    <w:rsid w:val="00F509A0"/>
    <w:rsid w:val="00F50EA3"/>
    <w:rsid w:val="00F510FF"/>
    <w:rsid w:val="00F51745"/>
    <w:rsid w:val="00F51B89"/>
    <w:rsid w:val="00F5228C"/>
    <w:rsid w:val="00F526D3"/>
    <w:rsid w:val="00F52816"/>
    <w:rsid w:val="00F52B6C"/>
    <w:rsid w:val="00F540D0"/>
    <w:rsid w:val="00F5413E"/>
    <w:rsid w:val="00F54654"/>
    <w:rsid w:val="00F54785"/>
    <w:rsid w:val="00F548A7"/>
    <w:rsid w:val="00F55468"/>
    <w:rsid w:val="00F5582E"/>
    <w:rsid w:val="00F55D45"/>
    <w:rsid w:val="00F56963"/>
    <w:rsid w:val="00F56C34"/>
    <w:rsid w:val="00F579E6"/>
    <w:rsid w:val="00F625DB"/>
    <w:rsid w:val="00F63339"/>
    <w:rsid w:val="00F6342A"/>
    <w:rsid w:val="00F638C0"/>
    <w:rsid w:val="00F64264"/>
    <w:rsid w:val="00F64B42"/>
    <w:rsid w:val="00F65367"/>
    <w:rsid w:val="00F65404"/>
    <w:rsid w:val="00F657E4"/>
    <w:rsid w:val="00F6648B"/>
    <w:rsid w:val="00F66A43"/>
    <w:rsid w:val="00F6710D"/>
    <w:rsid w:val="00F7035D"/>
    <w:rsid w:val="00F7110F"/>
    <w:rsid w:val="00F712F5"/>
    <w:rsid w:val="00F71349"/>
    <w:rsid w:val="00F716D2"/>
    <w:rsid w:val="00F72158"/>
    <w:rsid w:val="00F72FC6"/>
    <w:rsid w:val="00F73BF6"/>
    <w:rsid w:val="00F743F4"/>
    <w:rsid w:val="00F74D63"/>
    <w:rsid w:val="00F7564A"/>
    <w:rsid w:val="00F75BA4"/>
    <w:rsid w:val="00F768A6"/>
    <w:rsid w:val="00F80418"/>
    <w:rsid w:val="00F806AD"/>
    <w:rsid w:val="00F80B33"/>
    <w:rsid w:val="00F81525"/>
    <w:rsid w:val="00F81F5D"/>
    <w:rsid w:val="00F81FC9"/>
    <w:rsid w:val="00F82B7C"/>
    <w:rsid w:val="00F831F8"/>
    <w:rsid w:val="00F839FC"/>
    <w:rsid w:val="00F849BC"/>
    <w:rsid w:val="00F85699"/>
    <w:rsid w:val="00F8701D"/>
    <w:rsid w:val="00F87229"/>
    <w:rsid w:val="00F87250"/>
    <w:rsid w:val="00F9031A"/>
    <w:rsid w:val="00F90865"/>
    <w:rsid w:val="00F93307"/>
    <w:rsid w:val="00F938DD"/>
    <w:rsid w:val="00F93997"/>
    <w:rsid w:val="00F93D4D"/>
    <w:rsid w:val="00F94111"/>
    <w:rsid w:val="00F942ED"/>
    <w:rsid w:val="00F94C49"/>
    <w:rsid w:val="00F94D7B"/>
    <w:rsid w:val="00F95EA9"/>
    <w:rsid w:val="00F977B4"/>
    <w:rsid w:val="00F97906"/>
    <w:rsid w:val="00FA2027"/>
    <w:rsid w:val="00FA2531"/>
    <w:rsid w:val="00FA254B"/>
    <w:rsid w:val="00FA2B13"/>
    <w:rsid w:val="00FA38C1"/>
    <w:rsid w:val="00FA3D61"/>
    <w:rsid w:val="00FA42C2"/>
    <w:rsid w:val="00FA4D9A"/>
    <w:rsid w:val="00FA4E24"/>
    <w:rsid w:val="00FA5D2A"/>
    <w:rsid w:val="00FA5FD1"/>
    <w:rsid w:val="00FA65B6"/>
    <w:rsid w:val="00FA678F"/>
    <w:rsid w:val="00FA75CE"/>
    <w:rsid w:val="00FB0837"/>
    <w:rsid w:val="00FB0946"/>
    <w:rsid w:val="00FB2763"/>
    <w:rsid w:val="00FB2950"/>
    <w:rsid w:val="00FB39CA"/>
    <w:rsid w:val="00FB3B81"/>
    <w:rsid w:val="00FB54D3"/>
    <w:rsid w:val="00FB5DA2"/>
    <w:rsid w:val="00FB657B"/>
    <w:rsid w:val="00FB6963"/>
    <w:rsid w:val="00FB69C0"/>
    <w:rsid w:val="00FB751A"/>
    <w:rsid w:val="00FB7B1A"/>
    <w:rsid w:val="00FC16C9"/>
    <w:rsid w:val="00FC1B72"/>
    <w:rsid w:val="00FC2E65"/>
    <w:rsid w:val="00FC3DED"/>
    <w:rsid w:val="00FC5126"/>
    <w:rsid w:val="00FC5DFF"/>
    <w:rsid w:val="00FC6577"/>
    <w:rsid w:val="00FC6705"/>
    <w:rsid w:val="00FC7BA6"/>
    <w:rsid w:val="00FD0390"/>
    <w:rsid w:val="00FD06C0"/>
    <w:rsid w:val="00FD0835"/>
    <w:rsid w:val="00FD0E48"/>
    <w:rsid w:val="00FD0F3D"/>
    <w:rsid w:val="00FD1773"/>
    <w:rsid w:val="00FD494D"/>
    <w:rsid w:val="00FD5697"/>
    <w:rsid w:val="00FD5B6F"/>
    <w:rsid w:val="00FD6335"/>
    <w:rsid w:val="00FD65BE"/>
    <w:rsid w:val="00FD7053"/>
    <w:rsid w:val="00FD7F40"/>
    <w:rsid w:val="00FE0199"/>
    <w:rsid w:val="00FE0A8D"/>
    <w:rsid w:val="00FE0DE3"/>
    <w:rsid w:val="00FE17DF"/>
    <w:rsid w:val="00FE25A1"/>
    <w:rsid w:val="00FE2846"/>
    <w:rsid w:val="00FE2ABD"/>
    <w:rsid w:val="00FE3916"/>
    <w:rsid w:val="00FE3C20"/>
    <w:rsid w:val="00FE4433"/>
    <w:rsid w:val="00FE4601"/>
    <w:rsid w:val="00FE6A9F"/>
    <w:rsid w:val="00FE6E68"/>
    <w:rsid w:val="00FE787C"/>
    <w:rsid w:val="00FE7C04"/>
    <w:rsid w:val="00FF0080"/>
    <w:rsid w:val="00FF1567"/>
    <w:rsid w:val="00FF1BF8"/>
    <w:rsid w:val="00FF4DC2"/>
    <w:rsid w:val="00FF51CD"/>
    <w:rsid w:val="00FF5BD0"/>
    <w:rsid w:val="00FF60EB"/>
    <w:rsid w:val="00FF6C38"/>
    <w:rsid w:val="00FF6E23"/>
    <w:rsid w:val="00FF781C"/>
    <w:rsid w:val="00FF7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0C20"/>
    <w:rPr>
      <w:rFonts w:ascii="Century" w:hAnsi="Century"/>
      <w:lang w:val="en-US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rFonts w:ascii="Times New Roman" w:hAnsi="Times New Roman"/>
      <w:b/>
      <w:sz w:val="24"/>
      <w:lang w:val="ru-RU"/>
    </w:rPr>
  </w:style>
  <w:style w:type="paragraph" w:styleId="2">
    <w:name w:val="heading 2"/>
    <w:basedOn w:val="a"/>
    <w:next w:val="a"/>
    <w:link w:val="20"/>
    <w:qFormat/>
    <w:pPr>
      <w:keepNext/>
      <w:spacing w:before="60"/>
      <w:jc w:val="both"/>
      <w:outlineLvl w:val="1"/>
    </w:pPr>
    <w:rPr>
      <w:rFonts w:ascii="Times New Roman" w:hAnsi="Times New Roman"/>
      <w:sz w:val="28"/>
      <w:lang w:val="ru-RU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paragraph" w:styleId="a7">
    <w:name w:val="caption"/>
    <w:basedOn w:val="a"/>
    <w:next w:val="a"/>
    <w:qFormat/>
    <w:pPr>
      <w:spacing w:before="60" w:after="60"/>
      <w:jc w:val="center"/>
    </w:pPr>
    <w:rPr>
      <w:rFonts w:ascii="Courier New" w:hAnsi="Courier New"/>
      <w:b/>
      <w:caps/>
      <w:spacing w:val="20"/>
      <w:sz w:val="48"/>
      <w:lang w:val="ru-RU"/>
    </w:rPr>
  </w:style>
  <w:style w:type="paragraph" w:customStyle="1" w:styleId="a8">
    <w:basedOn w:val="a"/>
    <w:rsid w:val="006C079B"/>
    <w:rPr>
      <w:rFonts w:ascii="Verdana" w:hAnsi="Verdana" w:cs="Verdana"/>
      <w:lang w:eastAsia="en-US"/>
    </w:rPr>
  </w:style>
  <w:style w:type="character" w:styleId="a9">
    <w:name w:val="Hyperlink"/>
    <w:uiPriority w:val="99"/>
    <w:rsid w:val="00473D95"/>
    <w:rPr>
      <w:i w:val="0"/>
      <w:iCs w:val="0"/>
      <w:strike w:val="0"/>
      <w:dstrike w:val="0"/>
      <w:color w:val="000099"/>
      <w:u w:val="none"/>
      <w:effect w:val="none"/>
    </w:rPr>
  </w:style>
  <w:style w:type="paragraph" w:customStyle="1" w:styleId="aa">
    <w:name w:val="Знак Знак Знак Знак Знак Знак Знак Знак Знак Знак"/>
    <w:basedOn w:val="a"/>
    <w:rsid w:val="009E6630"/>
    <w:pPr>
      <w:spacing w:before="100" w:beforeAutospacing="1" w:after="100" w:afterAutospacing="1"/>
    </w:pPr>
    <w:rPr>
      <w:rFonts w:ascii="Tahoma" w:hAnsi="Tahoma"/>
      <w:lang w:eastAsia="en-US"/>
    </w:rPr>
  </w:style>
  <w:style w:type="paragraph" w:styleId="ab">
    <w:name w:val="Balloon Text"/>
    <w:basedOn w:val="a"/>
    <w:link w:val="ac"/>
    <w:rsid w:val="003A201F"/>
    <w:rPr>
      <w:rFonts w:ascii="Tahoma" w:hAnsi="Tahoma" w:cs="Tahoma"/>
      <w:sz w:val="16"/>
      <w:szCs w:val="16"/>
    </w:rPr>
  </w:style>
  <w:style w:type="paragraph" w:customStyle="1" w:styleId="ad">
    <w:name w:val="Знак Знак Знак Знак Знак Знак Знак Знак Знак Знак"/>
    <w:basedOn w:val="a"/>
    <w:rsid w:val="00311C90"/>
    <w:pPr>
      <w:spacing w:before="100" w:beforeAutospacing="1" w:after="100" w:afterAutospacing="1"/>
    </w:pPr>
    <w:rPr>
      <w:rFonts w:ascii="Tahoma" w:hAnsi="Tahoma"/>
      <w:lang w:eastAsia="en-US"/>
    </w:rPr>
  </w:style>
  <w:style w:type="table" w:styleId="ae">
    <w:name w:val="Table Grid"/>
    <w:basedOn w:val="a1"/>
    <w:uiPriority w:val="59"/>
    <w:rsid w:val="00311C9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 Indent"/>
    <w:basedOn w:val="a"/>
    <w:link w:val="af0"/>
    <w:rsid w:val="00311C90"/>
    <w:pPr>
      <w:spacing w:after="120"/>
      <w:ind w:left="283"/>
    </w:pPr>
    <w:rPr>
      <w:rFonts w:ascii="Times New Roman" w:hAnsi="Times New Roman"/>
      <w:sz w:val="24"/>
      <w:szCs w:val="24"/>
      <w:lang w:val="ru-RU"/>
    </w:rPr>
  </w:style>
  <w:style w:type="paragraph" w:styleId="af1">
    <w:name w:val="Body Text"/>
    <w:basedOn w:val="a"/>
    <w:link w:val="af2"/>
    <w:rsid w:val="003A7AE8"/>
    <w:pPr>
      <w:spacing w:after="120"/>
    </w:pPr>
    <w:rPr>
      <w:rFonts w:ascii="Times New Roman" w:hAnsi="Times New Roman"/>
      <w:sz w:val="24"/>
      <w:szCs w:val="24"/>
      <w:lang w:val="ru-RU"/>
    </w:rPr>
  </w:style>
  <w:style w:type="paragraph" w:customStyle="1" w:styleId="af3">
    <w:name w:val="Заголовок статьи"/>
    <w:basedOn w:val="a"/>
    <w:next w:val="a"/>
    <w:rsid w:val="000E0164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4"/>
      <w:szCs w:val="24"/>
      <w:lang w:val="ru-RU"/>
    </w:rPr>
  </w:style>
  <w:style w:type="paragraph" w:customStyle="1" w:styleId="ConsPlusNormal">
    <w:name w:val="ConsPlusNormal"/>
    <w:rsid w:val="000E01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D6AA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4">
    <w:name w:val="Знак Знак Знак Знак"/>
    <w:basedOn w:val="a"/>
    <w:rsid w:val="00A33FC4"/>
    <w:pPr>
      <w:spacing w:before="100" w:beforeAutospacing="1" w:after="100" w:afterAutospacing="1"/>
    </w:pPr>
    <w:rPr>
      <w:rFonts w:ascii="Tahoma" w:hAnsi="Tahoma" w:cs="Tahoma"/>
      <w:lang w:eastAsia="en-US"/>
    </w:rPr>
  </w:style>
  <w:style w:type="character" w:customStyle="1" w:styleId="af5">
    <w:name w:val="Цветовое выделение"/>
    <w:rsid w:val="00A33FC4"/>
    <w:rPr>
      <w:b/>
      <w:bCs/>
      <w:color w:val="000080"/>
    </w:rPr>
  </w:style>
  <w:style w:type="character" w:customStyle="1" w:styleId="af6">
    <w:name w:val="Гипертекстовая ссылка"/>
    <w:rsid w:val="00A33FC4"/>
    <w:rPr>
      <w:b/>
      <w:bCs/>
      <w:color w:val="008000"/>
    </w:rPr>
  </w:style>
  <w:style w:type="paragraph" w:customStyle="1" w:styleId="af7">
    <w:name w:val="Прижатый влево"/>
    <w:basedOn w:val="a"/>
    <w:next w:val="a"/>
    <w:rsid w:val="00A33FC4"/>
    <w:pPr>
      <w:autoSpaceDE w:val="0"/>
      <w:autoSpaceDN w:val="0"/>
      <w:adjustRightInd w:val="0"/>
    </w:pPr>
    <w:rPr>
      <w:rFonts w:ascii="Arial" w:hAnsi="Arial"/>
      <w:sz w:val="24"/>
      <w:szCs w:val="24"/>
      <w:lang w:val="ru-RU"/>
    </w:rPr>
  </w:style>
  <w:style w:type="character" w:styleId="af8">
    <w:name w:val="page number"/>
    <w:basedOn w:val="a0"/>
    <w:rsid w:val="00A33FC4"/>
  </w:style>
  <w:style w:type="paragraph" w:customStyle="1" w:styleId="ConsPlusCell">
    <w:name w:val="ConsPlusCell"/>
    <w:rsid w:val="0004163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04163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u">
    <w:name w:val="u"/>
    <w:basedOn w:val="a"/>
    <w:rsid w:val="002B0C37"/>
    <w:pPr>
      <w:ind w:firstLine="347"/>
      <w:jc w:val="both"/>
    </w:pPr>
    <w:rPr>
      <w:rFonts w:ascii="Times New Roman" w:hAnsi="Times New Roman"/>
      <w:sz w:val="24"/>
      <w:szCs w:val="24"/>
      <w:lang w:val="ru-RU"/>
    </w:rPr>
  </w:style>
  <w:style w:type="numbering" w:customStyle="1" w:styleId="11">
    <w:name w:val="Нет списка1"/>
    <w:next w:val="a2"/>
    <w:semiHidden/>
    <w:rsid w:val="00D57522"/>
  </w:style>
  <w:style w:type="character" w:customStyle="1" w:styleId="a4">
    <w:name w:val="Верхний колонтитул Знак"/>
    <w:link w:val="a3"/>
    <w:uiPriority w:val="99"/>
    <w:rsid w:val="00CD2876"/>
    <w:rPr>
      <w:rFonts w:ascii="Century" w:hAnsi="Century"/>
      <w:lang w:val="en-US"/>
    </w:rPr>
  </w:style>
  <w:style w:type="paragraph" w:customStyle="1" w:styleId="af9">
    <w:name w:val="Знак Знак Знак Знак Знак Знак Знак"/>
    <w:basedOn w:val="a"/>
    <w:rsid w:val="00CD2876"/>
    <w:rPr>
      <w:rFonts w:ascii="Verdana" w:hAnsi="Verdana" w:cs="Verdana"/>
      <w:lang w:eastAsia="en-US"/>
    </w:rPr>
  </w:style>
  <w:style w:type="paragraph" w:styleId="afa">
    <w:name w:val="List Paragraph"/>
    <w:basedOn w:val="a"/>
    <w:uiPriority w:val="34"/>
    <w:qFormat/>
    <w:rsid w:val="00CD287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6">
    <w:name w:val="Нижний колонтитул Знак"/>
    <w:link w:val="a5"/>
    <w:uiPriority w:val="99"/>
    <w:rsid w:val="00520BA8"/>
    <w:rPr>
      <w:rFonts w:ascii="Century" w:hAnsi="Century"/>
      <w:lang w:val="en-US"/>
    </w:rPr>
  </w:style>
  <w:style w:type="numbering" w:customStyle="1" w:styleId="21">
    <w:name w:val="Нет списка2"/>
    <w:next w:val="a2"/>
    <w:uiPriority w:val="99"/>
    <w:semiHidden/>
    <w:unhideWhenUsed/>
    <w:rsid w:val="00182008"/>
  </w:style>
  <w:style w:type="character" w:customStyle="1" w:styleId="10">
    <w:name w:val="Заголовок 1 Знак"/>
    <w:link w:val="1"/>
    <w:rsid w:val="00182008"/>
    <w:rPr>
      <w:rFonts w:ascii="Times New Roman" w:hAnsi="Times New Roman"/>
      <w:b/>
      <w:sz w:val="24"/>
    </w:rPr>
  </w:style>
  <w:style w:type="character" w:customStyle="1" w:styleId="20">
    <w:name w:val="Заголовок 2 Знак"/>
    <w:link w:val="2"/>
    <w:rsid w:val="00182008"/>
    <w:rPr>
      <w:rFonts w:ascii="Times New Roman" w:hAnsi="Times New Roman"/>
      <w:sz w:val="28"/>
    </w:rPr>
  </w:style>
  <w:style w:type="character" w:customStyle="1" w:styleId="30">
    <w:name w:val="Заголовок 3 Знак"/>
    <w:link w:val="3"/>
    <w:rsid w:val="00182008"/>
    <w:rPr>
      <w:rFonts w:ascii="Times New Roman" w:hAnsi="Times New Roman"/>
      <w:sz w:val="28"/>
    </w:rPr>
  </w:style>
  <w:style w:type="numbering" w:customStyle="1" w:styleId="110">
    <w:name w:val="Нет списка11"/>
    <w:next w:val="a2"/>
    <w:semiHidden/>
    <w:rsid w:val="00182008"/>
  </w:style>
  <w:style w:type="character" w:customStyle="1" w:styleId="ac">
    <w:name w:val="Текст выноски Знак"/>
    <w:link w:val="ab"/>
    <w:rsid w:val="00182008"/>
    <w:rPr>
      <w:rFonts w:ascii="Tahoma" w:hAnsi="Tahoma" w:cs="Tahoma"/>
      <w:sz w:val="16"/>
      <w:szCs w:val="16"/>
      <w:lang w:val="en-US"/>
    </w:rPr>
  </w:style>
  <w:style w:type="character" w:customStyle="1" w:styleId="af0">
    <w:name w:val="Основной текст с отступом Знак"/>
    <w:link w:val="af"/>
    <w:rsid w:val="00182008"/>
    <w:rPr>
      <w:rFonts w:ascii="Times New Roman" w:hAnsi="Times New Roman"/>
      <w:sz w:val="24"/>
      <w:szCs w:val="24"/>
    </w:rPr>
  </w:style>
  <w:style w:type="character" w:customStyle="1" w:styleId="af2">
    <w:name w:val="Основной текст Знак"/>
    <w:link w:val="af1"/>
    <w:rsid w:val="00182008"/>
    <w:rPr>
      <w:rFonts w:ascii="Times New Roman" w:hAnsi="Times New Roman"/>
      <w:sz w:val="24"/>
      <w:szCs w:val="24"/>
    </w:rPr>
  </w:style>
  <w:style w:type="numbering" w:customStyle="1" w:styleId="111">
    <w:name w:val="Нет списка111"/>
    <w:next w:val="a2"/>
    <w:semiHidden/>
    <w:rsid w:val="00182008"/>
  </w:style>
  <w:style w:type="numbering" w:customStyle="1" w:styleId="31">
    <w:name w:val="Нет списка3"/>
    <w:next w:val="a2"/>
    <w:uiPriority w:val="99"/>
    <w:semiHidden/>
    <w:unhideWhenUsed/>
    <w:rsid w:val="0007238B"/>
  </w:style>
  <w:style w:type="numbering" w:customStyle="1" w:styleId="12">
    <w:name w:val="Нет списка12"/>
    <w:next w:val="a2"/>
    <w:semiHidden/>
    <w:rsid w:val="0007238B"/>
  </w:style>
  <w:style w:type="numbering" w:customStyle="1" w:styleId="112">
    <w:name w:val="Нет списка112"/>
    <w:next w:val="a2"/>
    <w:semiHidden/>
    <w:rsid w:val="0007238B"/>
  </w:style>
  <w:style w:type="numbering" w:customStyle="1" w:styleId="4">
    <w:name w:val="Нет списка4"/>
    <w:next w:val="a2"/>
    <w:uiPriority w:val="99"/>
    <w:semiHidden/>
    <w:unhideWhenUsed/>
    <w:rsid w:val="004467D5"/>
  </w:style>
  <w:style w:type="numbering" w:customStyle="1" w:styleId="13">
    <w:name w:val="Нет списка13"/>
    <w:next w:val="a2"/>
    <w:semiHidden/>
    <w:rsid w:val="004467D5"/>
  </w:style>
  <w:style w:type="numbering" w:customStyle="1" w:styleId="113">
    <w:name w:val="Нет списка113"/>
    <w:next w:val="a2"/>
    <w:semiHidden/>
    <w:rsid w:val="004467D5"/>
  </w:style>
  <w:style w:type="numbering" w:customStyle="1" w:styleId="5">
    <w:name w:val="Нет списка5"/>
    <w:next w:val="a2"/>
    <w:uiPriority w:val="99"/>
    <w:semiHidden/>
    <w:unhideWhenUsed/>
    <w:rsid w:val="005A367C"/>
  </w:style>
  <w:style w:type="numbering" w:customStyle="1" w:styleId="14">
    <w:name w:val="Нет списка14"/>
    <w:next w:val="a2"/>
    <w:semiHidden/>
    <w:rsid w:val="005A367C"/>
  </w:style>
  <w:style w:type="numbering" w:customStyle="1" w:styleId="114">
    <w:name w:val="Нет списка114"/>
    <w:next w:val="a2"/>
    <w:semiHidden/>
    <w:rsid w:val="005A367C"/>
  </w:style>
  <w:style w:type="numbering" w:customStyle="1" w:styleId="6">
    <w:name w:val="Нет списка6"/>
    <w:next w:val="a2"/>
    <w:uiPriority w:val="99"/>
    <w:semiHidden/>
    <w:unhideWhenUsed/>
    <w:rsid w:val="005A367C"/>
  </w:style>
  <w:style w:type="numbering" w:customStyle="1" w:styleId="15">
    <w:name w:val="Нет списка15"/>
    <w:next w:val="a2"/>
    <w:semiHidden/>
    <w:rsid w:val="005A367C"/>
  </w:style>
  <w:style w:type="numbering" w:customStyle="1" w:styleId="115">
    <w:name w:val="Нет списка115"/>
    <w:next w:val="a2"/>
    <w:semiHidden/>
    <w:rsid w:val="005A367C"/>
  </w:style>
  <w:style w:type="paragraph" w:customStyle="1" w:styleId="ConsNonformat">
    <w:name w:val="ConsNonformat"/>
    <w:rsid w:val="00A84149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6">
    <w:name w:val="1"/>
    <w:basedOn w:val="a"/>
    <w:rsid w:val="00DD6C7A"/>
    <w:pPr>
      <w:spacing w:before="100" w:beforeAutospacing="1" w:after="100" w:afterAutospacing="1"/>
    </w:pPr>
    <w:rPr>
      <w:rFonts w:ascii="Tahoma" w:hAnsi="Tahoma"/>
      <w:lang w:eastAsia="en-US"/>
    </w:rPr>
  </w:style>
  <w:style w:type="paragraph" w:customStyle="1" w:styleId="western">
    <w:name w:val="western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paragraph" w:styleId="afb">
    <w:name w:val="Normal (Web)"/>
    <w:basedOn w:val="a"/>
    <w:uiPriority w:val="99"/>
    <w:unhideWhenUsed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character" w:styleId="afc">
    <w:name w:val="FollowedHyperlink"/>
    <w:basedOn w:val="a0"/>
    <w:uiPriority w:val="99"/>
    <w:unhideWhenUsed/>
    <w:rsid w:val="00176AD1"/>
    <w:rPr>
      <w:color w:val="800000"/>
      <w:u w:val="single"/>
    </w:rPr>
  </w:style>
  <w:style w:type="paragraph" w:customStyle="1" w:styleId="cjk">
    <w:name w:val="cjk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paragraph" w:customStyle="1" w:styleId="ctl">
    <w:name w:val="ctl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0C20"/>
    <w:rPr>
      <w:rFonts w:ascii="Century" w:hAnsi="Century"/>
      <w:lang w:val="en-US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rFonts w:ascii="Times New Roman" w:hAnsi="Times New Roman"/>
      <w:b/>
      <w:sz w:val="24"/>
      <w:lang w:val="ru-RU"/>
    </w:rPr>
  </w:style>
  <w:style w:type="paragraph" w:styleId="2">
    <w:name w:val="heading 2"/>
    <w:basedOn w:val="a"/>
    <w:next w:val="a"/>
    <w:link w:val="20"/>
    <w:qFormat/>
    <w:pPr>
      <w:keepNext/>
      <w:spacing w:before="60"/>
      <w:jc w:val="both"/>
      <w:outlineLvl w:val="1"/>
    </w:pPr>
    <w:rPr>
      <w:rFonts w:ascii="Times New Roman" w:hAnsi="Times New Roman"/>
      <w:sz w:val="28"/>
      <w:lang w:val="ru-RU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paragraph" w:styleId="a7">
    <w:name w:val="caption"/>
    <w:basedOn w:val="a"/>
    <w:next w:val="a"/>
    <w:qFormat/>
    <w:pPr>
      <w:spacing w:before="60" w:after="60"/>
      <w:jc w:val="center"/>
    </w:pPr>
    <w:rPr>
      <w:rFonts w:ascii="Courier New" w:hAnsi="Courier New"/>
      <w:b/>
      <w:caps/>
      <w:spacing w:val="20"/>
      <w:sz w:val="48"/>
      <w:lang w:val="ru-RU"/>
    </w:rPr>
  </w:style>
  <w:style w:type="paragraph" w:customStyle="1" w:styleId="a8">
    <w:basedOn w:val="a"/>
    <w:rsid w:val="006C079B"/>
    <w:rPr>
      <w:rFonts w:ascii="Verdana" w:hAnsi="Verdana" w:cs="Verdana"/>
      <w:lang w:eastAsia="en-US"/>
    </w:rPr>
  </w:style>
  <w:style w:type="character" w:styleId="a9">
    <w:name w:val="Hyperlink"/>
    <w:uiPriority w:val="99"/>
    <w:rsid w:val="00473D95"/>
    <w:rPr>
      <w:i w:val="0"/>
      <w:iCs w:val="0"/>
      <w:strike w:val="0"/>
      <w:dstrike w:val="0"/>
      <w:color w:val="000099"/>
      <w:u w:val="none"/>
      <w:effect w:val="none"/>
    </w:rPr>
  </w:style>
  <w:style w:type="paragraph" w:customStyle="1" w:styleId="aa">
    <w:name w:val="Знак Знак Знак Знак Знак Знак Знак Знак Знак Знак"/>
    <w:basedOn w:val="a"/>
    <w:rsid w:val="009E6630"/>
    <w:pPr>
      <w:spacing w:before="100" w:beforeAutospacing="1" w:after="100" w:afterAutospacing="1"/>
    </w:pPr>
    <w:rPr>
      <w:rFonts w:ascii="Tahoma" w:hAnsi="Tahoma"/>
      <w:lang w:eastAsia="en-US"/>
    </w:rPr>
  </w:style>
  <w:style w:type="paragraph" w:styleId="ab">
    <w:name w:val="Balloon Text"/>
    <w:basedOn w:val="a"/>
    <w:link w:val="ac"/>
    <w:rsid w:val="003A201F"/>
    <w:rPr>
      <w:rFonts w:ascii="Tahoma" w:hAnsi="Tahoma" w:cs="Tahoma"/>
      <w:sz w:val="16"/>
      <w:szCs w:val="16"/>
    </w:rPr>
  </w:style>
  <w:style w:type="paragraph" w:customStyle="1" w:styleId="ad">
    <w:name w:val="Знак Знак Знак Знак Знак Знак Знак Знак Знак Знак"/>
    <w:basedOn w:val="a"/>
    <w:rsid w:val="00311C90"/>
    <w:pPr>
      <w:spacing w:before="100" w:beforeAutospacing="1" w:after="100" w:afterAutospacing="1"/>
    </w:pPr>
    <w:rPr>
      <w:rFonts w:ascii="Tahoma" w:hAnsi="Tahoma"/>
      <w:lang w:eastAsia="en-US"/>
    </w:rPr>
  </w:style>
  <w:style w:type="table" w:styleId="ae">
    <w:name w:val="Table Grid"/>
    <w:basedOn w:val="a1"/>
    <w:uiPriority w:val="59"/>
    <w:rsid w:val="00311C9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 Indent"/>
    <w:basedOn w:val="a"/>
    <w:link w:val="af0"/>
    <w:rsid w:val="00311C90"/>
    <w:pPr>
      <w:spacing w:after="120"/>
      <w:ind w:left="283"/>
    </w:pPr>
    <w:rPr>
      <w:rFonts w:ascii="Times New Roman" w:hAnsi="Times New Roman"/>
      <w:sz w:val="24"/>
      <w:szCs w:val="24"/>
      <w:lang w:val="ru-RU"/>
    </w:rPr>
  </w:style>
  <w:style w:type="paragraph" w:styleId="af1">
    <w:name w:val="Body Text"/>
    <w:basedOn w:val="a"/>
    <w:link w:val="af2"/>
    <w:rsid w:val="003A7AE8"/>
    <w:pPr>
      <w:spacing w:after="120"/>
    </w:pPr>
    <w:rPr>
      <w:rFonts w:ascii="Times New Roman" w:hAnsi="Times New Roman"/>
      <w:sz w:val="24"/>
      <w:szCs w:val="24"/>
      <w:lang w:val="ru-RU"/>
    </w:rPr>
  </w:style>
  <w:style w:type="paragraph" w:customStyle="1" w:styleId="af3">
    <w:name w:val="Заголовок статьи"/>
    <w:basedOn w:val="a"/>
    <w:next w:val="a"/>
    <w:rsid w:val="000E0164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4"/>
      <w:szCs w:val="24"/>
      <w:lang w:val="ru-RU"/>
    </w:rPr>
  </w:style>
  <w:style w:type="paragraph" w:customStyle="1" w:styleId="ConsPlusNormal">
    <w:name w:val="ConsPlusNormal"/>
    <w:rsid w:val="000E01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D6AA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4">
    <w:name w:val="Знак Знак Знак Знак"/>
    <w:basedOn w:val="a"/>
    <w:rsid w:val="00A33FC4"/>
    <w:pPr>
      <w:spacing w:before="100" w:beforeAutospacing="1" w:after="100" w:afterAutospacing="1"/>
    </w:pPr>
    <w:rPr>
      <w:rFonts w:ascii="Tahoma" w:hAnsi="Tahoma" w:cs="Tahoma"/>
      <w:lang w:eastAsia="en-US"/>
    </w:rPr>
  </w:style>
  <w:style w:type="character" w:customStyle="1" w:styleId="af5">
    <w:name w:val="Цветовое выделение"/>
    <w:rsid w:val="00A33FC4"/>
    <w:rPr>
      <w:b/>
      <w:bCs/>
      <w:color w:val="000080"/>
    </w:rPr>
  </w:style>
  <w:style w:type="character" w:customStyle="1" w:styleId="af6">
    <w:name w:val="Гипертекстовая ссылка"/>
    <w:rsid w:val="00A33FC4"/>
    <w:rPr>
      <w:b/>
      <w:bCs/>
      <w:color w:val="008000"/>
    </w:rPr>
  </w:style>
  <w:style w:type="paragraph" w:customStyle="1" w:styleId="af7">
    <w:name w:val="Прижатый влево"/>
    <w:basedOn w:val="a"/>
    <w:next w:val="a"/>
    <w:rsid w:val="00A33FC4"/>
    <w:pPr>
      <w:autoSpaceDE w:val="0"/>
      <w:autoSpaceDN w:val="0"/>
      <w:adjustRightInd w:val="0"/>
    </w:pPr>
    <w:rPr>
      <w:rFonts w:ascii="Arial" w:hAnsi="Arial"/>
      <w:sz w:val="24"/>
      <w:szCs w:val="24"/>
      <w:lang w:val="ru-RU"/>
    </w:rPr>
  </w:style>
  <w:style w:type="character" w:styleId="af8">
    <w:name w:val="page number"/>
    <w:basedOn w:val="a0"/>
    <w:rsid w:val="00A33FC4"/>
  </w:style>
  <w:style w:type="paragraph" w:customStyle="1" w:styleId="ConsPlusCell">
    <w:name w:val="ConsPlusCell"/>
    <w:rsid w:val="0004163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04163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u">
    <w:name w:val="u"/>
    <w:basedOn w:val="a"/>
    <w:rsid w:val="002B0C37"/>
    <w:pPr>
      <w:ind w:firstLine="347"/>
      <w:jc w:val="both"/>
    </w:pPr>
    <w:rPr>
      <w:rFonts w:ascii="Times New Roman" w:hAnsi="Times New Roman"/>
      <w:sz w:val="24"/>
      <w:szCs w:val="24"/>
      <w:lang w:val="ru-RU"/>
    </w:rPr>
  </w:style>
  <w:style w:type="numbering" w:customStyle="1" w:styleId="11">
    <w:name w:val="Нет списка1"/>
    <w:next w:val="a2"/>
    <w:semiHidden/>
    <w:rsid w:val="00D57522"/>
  </w:style>
  <w:style w:type="character" w:customStyle="1" w:styleId="a4">
    <w:name w:val="Верхний колонтитул Знак"/>
    <w:link w:val="a3"/>
    <w:uiPriority w:val="99"/>
    <w:rsid w:val="00CD2876"/>
    <w:rPr>
      <w:rFonts w:ascii="Century" w:hAnsi="Century"/>
      <w:lang w:val="en-US"/>
    </w:rPr>
  </w:style>
  <w:style w:type="paragraph" w:customStyle="1" w:styleId="af9">
    <w:name w:val="Знак Знак Знак Знак Знак Знак Знак"/>
    <w:basedOn w:val="a"/>
    <w:rsid w:val="00CD2876"/>
    <w:rPr>
      <w:rFonts w:ascii="Verdana" w:hAnsi="Verdana" w:cs="Verdana"/>
      <w:lang w:eastAsia="en-US"/>
    </w:rPr>
  </w:style>
  <w:style w:type="paragraph" w:styleId="afa">
    <w:name w:val="List Paragraph"/>
    <w:basedOn w:val="a"/>
    <w:uiPriority w:val="34"/>
    <w:qFormat/>
    <w:rsid w:val="00CD287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6">
    <w:name w:val="Нижний колонтитул Знак"/>
    <w:link w:val="a5"/>
    <w:uiPriority w:val="99"/>
    <w:rsid w:val="00520BA8"/>
    <w:rPr>
      <w:rFonts w:ascii="Century" w:hAnsi="Century"/>
      <w:lang w:val="en-US"/>
    </w:rPr>
  </w:style>
  <w:style w:type="numbering" w:customStyle="1" w:styleId="21">
    <w:name w:val="Нет списка2"/>
    <w:next w:val="a2"/>
    <w:uiPriority w:val="99"/>
    <w:semiHidden/>
    <w:unhideWhenUsed/>
    <w:rsid w:val="00182008"/>
  </w:style>
  <w:style w:type="character" w:customStyle="1" w:styleId="10">
    <w:name w:val="Заголовок 1 Знак"/>
    <w:link w:val="1"/>
    <w:rsid w:val="00182008"/>
    <w:rPr>
      <w:rFonts w:ascii="Times New Roman" w:hAnsi="Times New Roman"/>
      <w:b/>
      <w:sz w:val="24"/>
    </w:rPr>
  </w:style>
  <w:style w:type="character" w:customStyle="1" w:styleId="20">
    <w:name w:val="Заголовок 2 Знак"/>
    <w:link w:val="2"/>
    <w:rsid w:val="00182008"/>
    <w:rPr>
      <w:rFonts w:ascii="Times New Roman" w:hAnsi="Times New Roman"/>
      <w:sz w:val="28"/>
    </w:rPr>
  </w:style>
  <w:style w:type="character" w:customStyle="1" w:styleId="30">
    <w:name w:val="Заголовок 3 Знак"/>
    <w:link w:val="3"/>
    <w:rsid w:val="00182008"/>
    <w:rPr>
      <w:rFonts w:ascii="Times New Roman" w:hAnsi="Times New Roman"/>
      <w:sz w:val="28"/>
    </w:rPr>
  </w:style>
  <w:style w:type="numbering" w:customStyle="1" w:styleId="110">
    <w:name w:val="Нет списка11"/>
    <w:next w:val="a2"/>
    <w:semiHidden/>
    <w:rsid w:val="00182008"/>
  </w:style>
  <w:style w:type="character" w:customStyle="1" w:styleId="ac">
    <w:name w:val="Текст выноски Знак"/>
    <w:link w:val="ab"/>
    <w:rsid w:val="00182008"/>
    <w:rPr>
      <w:rFonts w:ascii="Tahoma" w:hAnsi="Tahoma" w:cs="Tahoma"/>
      <w:sz w:val="16"/>
      <w:szCs w:val="16"/>
      <w:lang w:val="en-US"/>
    </w:rPr>
  </w:style>
  <w:style w:type="character" w:customStyle="1" w:styleId="af0">
    <w:name w:val="Основной текст с отступом Знак"/>
    <w:link w:val="af"/>
    <w:rsid w:val="00182008"/>
    <w:rPr>
      <w:rFonts w:ascii="Times New Roman" w:hAnsi="Times New Roman"/>
      <w:sz w:val="24"/>
      <w:szCs w:val="24"/>
    </w:rPr>
  </w:style>
  <w:style w:type="character" w:customStyle="1" w:styleId="af2">
    <w:name w:val="Основной текст Знак"/>
    <w:link w:val="af1"/>
    <w:rsid w:val="00182008"/>
    <w:rPr>
      <w:rFonts w:ascii="Times New Roman" w:hAnsi="Times New Roman"/>
      <w:sz w:val="24"/>
      <w:szCs w:val="24"/>
    </w:rPr>
  </w:style>
  <w:style w:type="numbering" w:customStyle="1" w:styleId="111">
    <w:name w:val="Нет списка111"/>
    <w:next w:val="a2"/>
    <w:semiHidden/>
    <w:rsid w:val="00182008"/>
  </w:style>
  <w:style w:type="numbering" w:customStyle="1" w:styleId="31">
    <w:name w:val="Нет списка3"/>
    <w:next w:val="a2"/>
    <w:uiPriority w:val="99"/>
    <w:semiHidden/>
    <w:unhideWhenUsed/>
    <w:rsid w:val="0007238B"/>
  </w:style>
  <w:style w:type="numbering" w:customStyle="1" w:styleId="12">
    <w:name w:val="Нет списка12"/>
    <w:next w:val="a2"/>
    <w:semiHidden/>
    <w:rsid w:val="0007238B"/>
  </w:style>
  <w:style w:type="numbering" w:customStyle="1" w:styleId="112">
    <w:name w:val="Нет списка112"/>
    <w:next w:val="a2"/>
    <w:semiHidden/>
    <w:rsid w:val="0007238B"/>
  </w:style>
  <w:style w:type="numbering" w:customStyle="1" w:styleId="4">
    <w:name w:val="Нет списка4"/>
    <w:next w:val="a2"/>
    <w:uiPriority w:val="99"/>
    <w:semiHidden/>
    <w:unhideWhenUsed/>
    <w:rsid w:val="004467D5"/>
  </w:style>
  <w:style w:type="numbering" w:customStyle="1" w:styleId="13">
    <w:name w:val="Нет списка13"/>
    <w:next w:val="a2"/>
    <w:semiHidden/>
    <w:rsid w:val="004467D5"/>
  </w:style>
  <w:style w:type="numbering" w:customStyle="1" w:styleId="113">
    <w:name w:val="Нет списка113"/>
    <w:next w:val="a2"/>
    <w:semiHidden/>
    <w:rsid w:val="004467D5"/>
  </w:style>
  <w:style w:type="numbering" w:customStyle="1" w:styleId="5">
    <w:name w:val="Нет списка5"/>
    <w:next w:val="a2"/>
    <w:uiPriority w:val="99"/>
    <w:semiHidden/>
    <w:unhideWhenUsed/>
    <w:rsid w:val="005A367C"/>
  </w:style>
  <w:style w:type="numbering" w:customStyle="1" w:styleId="14">
    <w:name w:val="Нет списка14"/>
    <w:next w:val="a2"/>
    <w:semiHidden/>
    <w:rsid w:val="005A367C"/>
  </w:style>
  <w:style w:type="numbering" w:customStyle="1" w:styleId="114">
    <w:name w:val="Нет списка114"/>
    <w:next w:val="a2"/>
    <w:semiHidden/>
    <w:rsid w:val="005A367C"/>
  </w:style>
  <w:style w:type="numbering" w:customStyle="1" w:styleId="6">
    <w:name w:val="Нет списка6"/>
    <w:next w:val="a2"/>
    <w:uiPriority w:val="99"/>
    <w:semiHidden/>
    <w:unhideWhenUsed/>
    <w:rsid w:val="005A367C"/>
  </w:style>
  <w:style w:type="numbering" w:customStyle="1" w:styleId="15">
    <w:name w:val="Нет списка15"/>
    <w:next w:val="a2"/>
    <w:semiHidden/>
    <w:rsid w:val="005A367C"/>
  </w:style>
  <w:style w:type="numbering" w:customStyle="1" w:styleId="115">
    <w:name w:val="Нет списка115"/>
    <w:next w:val="a2"/>
    <w:semiHidden/>
    <w:rsid w:val="005A367C"/>
  </w:style>
  <w:style w:type="paragraph" w:customStyle="1" w:styleId="ConsNonformat">
    <w:name w:val="ConsNonformat"/>
    <w:rsid w:val="00A84149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6">
    <w:name w:val="1"/>
    <w:basedOn w:val="a"/>
    <w:rsid w:val="00DD6C7A"/>
    <w:pPr>
      <w:spacing w:before="100" w:beforeAutospacing="1" w:after="100" w:afterAutospacing="1"/>
    </w:pPr>
    <w:rPr>
      <w:rFonts w:ascii="Tahoma" w:hAnsi="Tahoma"/>
      <w:lang w:eastAsia="en-US"/>
    </w:rPr>
  </w:style>
  <w:style w:type="paragraph" w:customStyle="1" w:styleId="western">
    <w:name w:val="western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paragraph" w:styleId="afb">
    <w:name w:val="Normal (Web)"/>
    <w:basedOn w:val="a"/>
    <w:uiPriority w:val="99"/>
    <w:unhideWhenUsed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character" w:styleId="afc">
    <w:name w:val="FollowedHyperlink"/>
    <w:basedOn w:val="a0"/>
    <w:uiPriority w:val="99"/>
    <w:unhideWhenUsed/>
    <w:rsid w:val="00176AD1"/>
    <w:rPr>
      <w:color w:val="800000"/>
      <w:u w:val="single"/>
    </w:rPr>
  </w:style>
  <w:style w:type="paragraph" w:customStyle="1" w:styleId="cjk">
    <w:name w:val="cjk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paragraph" w:customStyle="1" w:styleId="ctl">
    <w:name w:val="ctl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1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C7B76A9869B53A4CF22A5AFF02D1BC777FD4E1536EE98C2F072AB2E9BCE8B491E8B36AD0FE27F0BtCL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64;&#1072;&#1073;&#1083;&#1086;&#1085;&#1099;\&#1055;&#1080;&#1089;&#1100;&#1084;&#1086;%20&#1044;&#1047;&#1056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5276EB-C50D-40A8-9F84-CA73685C6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Письмо ДЗР</Template>
  <TotalTime>2</TotalTime>
  <Pages>17</Pages>
  <Words>5765</Words>
  <Characters>32863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администрации</vt:lpstr>
    </vt:vector>
  </TitlesOfParts>
  <Company>Комитет по информатизации</Company>
  <LinksUpToDate>false</LinksUpToDate>
  <CharactersWithSpaces>38551</CharactersWithSpaces>
  <SharedDoc>false</SharedDoc>
  <HLinks>
    <vt:vector size="78" baseType="variant">
      <vt:variant>
        <vt:i4>6160395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consultantplus://offline/ref=AC7A77D7BED2251F6663F1B2B6CBCB7FBB809FEB69873B3F27915CF95E958EECB5B058F0F8BED9M5x0L</vt:lpwstr>
      </vt:variant>
      <vt:variant>
        <vt:lpwstr/>
      </vt:variant>
      <vt:variant>
        <vt:i4>589919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consultantplus://offline/ref=3C7B76A9869B53A4CF22A5AFF02D1BC777FD4E1536EE98C2F072AB2E9BCE8B491E8B36AD0FE27F0BtCL</vt:lpwstr>
      </vt:variant>
      <vt:variant>
        <vt:lpwstr/>
      </vt:variant>
      <vt:variant>
        <vt:i4>3080294</vt:i4>
      </vt:variant>
      <vt:variant>
        <vt:i4>30</vt:i4>
      </vt:variant>
      <vt:variant>
        <vt:i4>0</vt:i4>
      </vt:variant>
      <vt:variant>
        <vt:i4>5</vt:i4>
      </vt:variant>
      <vt:variant>
        <vt:lpwstr>http://www.tyumen-city.ru/</vt:lpwstr>
      </vt:variant>
      <vt:variant>
        <vt:lpwstr/>
      </vt:variant>
      <vt:variant>
        <vt:i4>524354</vt:i4>
      </vt:variant>
      <vt:variant>
        <vt:i4>27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3080294</vt:i4>
      </vt:variant>
      <vt:variant>
        <vt:i4>24</vt:i4>
      </vt:variant>
      <vt:variant>
        <vt:i4>0</vt:i4>
      </vt:variant>
      <vt:variant>
        <vt:i4>5</vt:i4>
      </vt:variant>
      <vt:variant>
        <vt:lpwstr>http://www.tyumen-city.ru/</vt:lpwstr>
      </vt:variant>
      <vt:variant>
        <vt:lpwstr/>
      </vt:variant>
      <vt:variant>
        <vt:i4>524354</vt:i4>
      </vt:variant>
      <vt:variant>
        <vt:i4>21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3080294</vt:i4>
      </vt:variant>
      <vt:variant>
        <vt:i4>18</vt:i4>
      </vt:variant>
      <vt:variant>
        <vt:i4>0</vt:i4>
      </vt:variant>
      <vt:variant>
        <vt:i4>5</vt:i4>
      </vt:variant>
      <vt:variant>
        <vt:lpwstr>http://www.tyumen-city.ru/</vt:lpwstr>
      </vt:variant>
      <vt:variant>
        <vt:lpwstr/>
      </vt:variant>
      <vt:variant>
        <vt:i4>524354</vt:i4>
      </vt:variant>
      <vt:variant>
        <vt:i4>15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589919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consultantplus://offline/ref=3C7B76A9869B53A4CF22A5AFF02D1BC777FD4E1536EE98C2F072AB2E9BCE8B491E8B36AD0FE27F0BtCL</vt:lpwstr>
      </vt:variant>
      <vt:variant>
        <vt:lpwstr/>
      </vt:variant>
      <vt:variant>
        <vt:i4>3080298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consultantplus://offline/ref=CC3F842709840A16E32637851C7463B81CEAF6AD3D871047A6E5DB1717E206FC1194C9EE796470CE0E98AD22BDF308CBD4E63FED6757F243128B9823D1EBK</vt:lpwstr>
      </vt:variant>
      <vt:variant>
        <vt:lpwstr/>
      </vt:variant>
      <vt:variant>
        <vt:i4>7077914</vt:i4>
      </vt:variant>
      <vt:variant>
        <vt:i4>6</vt:i4>
      </vt:variant>
      <vt:variant>
        <vt:i4>0</vt:i4>
      </vt:variant>
      <vt:variant>
        <vt:i4>5</vt:i4>
      </vt:variant>
      <vt:variant>
        <vt:lpwstr>mailto:zemcom@tyumen-citi.ru</vt:lpwstr>
      </vt:variant>
      <vt:variant>
        <vt:lpwstr/>
      </vt:variant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7077898</vt:i4>
      </vt:variant>
      <vt:variant>
        <vt:i4>0</vt:i4>
      </vt:variant>
      <vt:variant>
        <vt:i4>0</vt:i4>
      </vt:variant>
      <vt:variant>
        <vt:i4>5</vt:i4>
      </vt:variant>
      <vt:variant>
        <vt:lpwstr>mailto:zemcom@tyumen-city.ru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администрации</dc:title>
  <dc:creator>Alferov</dc:creator>
  <cp:keywords>администрация</cp:keywords>
  <cp:lastModifiedBy>Мария Сергеевна Пасторина</cp:lastModifiedBy>
  <cp:revision>3</cp:revision>
  <cp:lastPrinted>2023-05-11T14:05:00Z</cp:lastPrinted>
  <dcterms:created xsi:type="dcterms:W3CDTF">2023-06-14T08:50:00Z</dcterms:created>
  <dcterms:modified xsi:type="dcterms:W3CDTF">2023-06-16T06:30:00Z</dcterms:modified>
  <cp:category>Бланк</cp:category>
</cp:coreProperties>
</file>